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994" w:rsidRPr="00987C26" w:rsidRDefault="00BB0994" w:rsidP="00BB0994">
      <w:pPr>
        <w:pStyle w:val="Heading1"/>
      </w:pPr>
      <w:r>
        <w:t>On Case</w:t>
      </w:r>
    </w:p>
    <w:p w:rsidR="00BB0994" w:rsidRPr="00987C26" w:rsidRDefault="00BB0994" w:rsidP="00BB0994">
      <w:pPr>
        <w:pStyle w:val="Heading3"/>
      </w:pPr>
      <w:r>
        <w:lastRenderedPageBreak/>
        <w:t>Case Defense</w:t>
      </w:r>
      <w:bookmarkStart w:id="0" w:name="_GoBack"/>
      <w:bookmarkEnd w:id="0"/>
    </w:p>
    <w:p w:rsidR="00BB0994" w:rsidRPr="00987C26" w:rsidRDefault="00BB0994" w:rsidP="00BB0994">
      <w:pPr>
        <w:pStyle w:val="Heading1"/>
      </w:pPr>
      <w:bookmarkStart w:id="1" w:name="_Toc359926072"/>
      <w:r w:rsidRPr="00987C26">
        <w:lastRenderedPageBreak/>
        <w:t>Offcase</w:t>
      </w:r>
      <w:bookmarkEnd w:id="1"/>
    </w:p>
    <w:p w:rsidR="00BB0994" w:rsidRPr="00987C26" w:rsidRDefault="00BB0994" w:rsidP="00BB0994">
      <w:pPr>
        <w:pStyle w:val="Heading2"/>
      </w:pPr>
      <w:bookmarkStart w:id="2" w:name="_Toc359926073"/>
      <w:r w:rsidRPr="00987C26">
        <w:lastRenderedPageBreak/>
        <w:t>States CP</w:t>
      </w:r>
      <w:bookmarkEnd w:id="2"/>
    </w:p>
    <w:p w:rsidR="00BB0994" w:rsidRPr="00987C26" w:rsidRDefault="00BB0994" w:rsidP="00BB0994">
      <w:pPr>
        <w:pStyle w:val="Heading3"/>
      </w:pPr>
      <w:bookmarkStart w:id="3" w:name="_Toc359926074"/>
      <w:r w:rsidRPr="00987C26">
        <w:lastRenderedPageBreak/>
        <w:t>States CP 1NC</w:t>
      </w:r>
      <w:bookmarkEnd w:id="3"/>
    </w:p>
    <w:p w:rsidR="00BB0994" w:rsidRPr="00987C26" w:rsidRDefault="00BB0994" w:rsidP="00BB0994">
      <w:pPr>
        <w:pStyle w:val="Heading4"/>
      </w:pPr>
      <w:r w:rsidRPr="00987C26">
        <w:t xml:space="preserve">The 50 states and territories of the United States should fund substantial infrastructure improvements at Points of Entry along the United States – Mexico border. </w:t>
      </w:r>
    </w:p>
    <w:p w:rsidR="00BB0994" w:rsidRPr="00987C26" w:rsidRDefault="00BB0994" w:rsidP="00BB0994">
      <w:pPr>
        <w:pStyle w:val="Heading4"/>
        <w:rPr>
          <w:sz w:val="24"/>
        </w:rPr>
      </w:pPr>
      <w:r w:rsidRPr="00987C26">
        <w:t>States and localities could fund POE improvements – only minor changes at the federal level would be required</w:t>
      </w:r>
    </w:p>
    <w:p w:rsidR="00BB0994" w:rsidRPr="00987C26" w:rsidRDefault="00BB0994" w:rsidP="00BB0994">
      <w:r w:rsidRPr="00987C26">
        <w:rPr>
          <w:rStyle w:val="StyleStyleBold12pt"/>
          <w:sz w:val="24"/>
        </w:rPr>
        <w:t>Wilson &amp; Lee 2013</w:t>
      </w:r>
      <w:r w:rsidRPr="00987C26">
        <w:br/>
        <w:t xml:space="preserve"> 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INTHE U.S.-MEXICO BORDER REGION” </w:t>
      </w:r>
      <w:r w:rsidRPr="00987C26">
        <w:rPr>
          <w:u w:val="single"/>
        </w:rPr>
        <w:t>The State of The Border report: A Comprehensive Analysis of the U.S.-Mexico Border</w:t>
      </w:r>
      <w:r w:rsidRPr="00987C26">
        <w:t xml:space="preserve"> Border Research Partnership May 2013 </w:t>
      </w:r>
      <w:hyperlink r:id="rId10" w:history="1">
        <w:r w:rsidRPr="00987C26">
          <w:rPr>
            <w:rStyle w:val="Hyperlink"/>
          </w:rPr>
          <w:t>http://www.wilsoncenter.org/sites/default/files/mexico_state_of_border.pdf</w:t>
        </w:r>
      </w:hyperlink>
    </w:p>
    <w:p w:rsidR="00BB0994" w:rsidRPr="00987C26" w:rsidRDefault="00BB0994" w:rsidP="00BB0994"/>
    <w:p w:rsidR="00BB0994" w:rsidRPr="00422176" w:rsidRDefault="00BB0994" w:rsidP="00BB0994">
      <w:pPr>
        <w:rPr>
          <w:sz w:val="16"/>
        </w:rPr>
      </w:pPr>
      <w:r w:rsidRPr="00987C26">
        <w:rPr>
          <w:rStyle w:val="StyleBoldUnderline"/>
        </w:rPr>
        <w:t>Given the fact that POE improvements offer significant</w:t>
      </w:r>
      <w:r w:rsidRPr="00422176">
        <w:rPr>
          <w:sz w:val="16"/>
        </w:rPr>
        <w:t xml:space="preserve"> and tangible monetary </w:t>
      </w:r>
      <w:r w:rsidRPr="00987C26">
        <w:rPr>
          <w:rStyle w:val="StyleBoldUnderline"/>
        </w:rPr>
        <w:t>benefits to border communities and</w:t>
      </w:r>
      <w:r w:rsidRPr="00422176">
        <w:rPr>
          <w:sz w:val="16"/>
        </w:rPr>
        <w:t xml:space="preserve"> trade-dependent </w:t>
      </w:r>
      <w:r w:rsidRPr="00987C26">
        <w:rPr>
          <w:rStyle w:val="StyleBoldUnderline"/>
        </w:rPr>
        <w:t>industries</w:t>
      </w:r>
      <w:r w:rsidRPr="00422176">
        <w:rPr>
          <w:sz w:val="16"/>
        </w:rPr>
        <w:t xml:space="preserve">, </w:t>
      </w:r>
      <w:r w:rsidRPr="00987C26">
        <w:rPr>
          <w:rStyle w:val="StyleBoldUnderline"/>
        </w:rPr>
        <w:t>state, local and private entities are often willing to contribute</w:t>
      </w:r>
      <w:r w:rsidRPr="00422176">
        <w:rPr>
          <w:sz w:val="16"/>
        </w:rPr>
        <w:t xml:space="preserve"> funding </w:t>
      </w:r>
      <w:r w:rsidRPr="00987C26">
        <w:rPr>
          <w:rStyle w:val="StyleBoldUnderline"/>
        </w:rPr>
        <w:t>to</w:t>
      </w:r>
      <w:r w:rsidRPr="00422176">
        <w:rPr>
          <w:sz w:val="16"/>
        </w:rPr>
        <w:t xml:space="preserve"> border </w:t>
      </w:r>
      <w:r w:rsidRPr="00987C26">
        <w:rPr>
          <w:rStyle w:val="StyleBoldUnderline"/>
        </w:rPr>
        <w:t>infrastructure projects</w:t>
      </w:r>
      <w:r w:rsidRPr="00422176">
        <w:rPr>
          <w:sz w:val="16"/>
        </w:rPr>
        <w:t xml:space="preserve">. </w:t>
      </w:r>
      <w:r w:rsidRPr="00987C26">
        <w:rPr>
          <w:rStyle w:val="StyleBoldUnderline"/>
        </w:rPr>
        <w:t>Under the current budgetary constraints, it makes sense for federal agencies to take full advantage of these</w:t>
      </w:r>
      <w:r w:rsidRPr="00422176">
        <w:rPr>
          <w:sz w:val="16"/>
        </w:rPr>
        <w:t xml:space="preserve"> alternative funding sources. </w:t>
      </w:r>
      <w:r w:rsidRPr="00987C26">
        <w:rPr>
          <w:rStyle w:val="StyleBoldUnderline"/>
        </w:rPr>
        <w:t>Along the Texas-Mexico border, the majority of POEs are owned by the city or county in which they are located. This model</w:t>
      </w:r>
      <w:r w:rsidRPr="00422176">
        <w:rPr>
          <w:sz w:val="16"/>
        </w:rPr>
        <w:t xml:space="preserve"> for infrastructure investment </w:t>
      </w:r>
      <w:r w:rsidRPr="00987C26">
        <w:rPr>
          <w:rStyle w:val="StyleBoldUnderline"/>
        </w:rPr>
        <w:t>could be expanded along other parts of the</w:t>
      </w:r>
      <w:r w:rsidRPr="00422176">
        <w:rPr>
          <w:sz w:val="16"/>
        </w:rPr>
        <w:t xml:space="preserve"> U.S.-Mexico </w:t>
      </w:r>
      <w:r w:rsidRPr="00987C26">
        <w:rPr>
          <w:rStyle w:val="StyleBoldUnderline"/>
        </w:rPr>
        <w:t xml:space="preserve">border, but changes to current federal legislation appear to be necessary to allow CBP to “accept reimbursement </w:t>
      </w:r>
      <w:r w:rsidRPr="00422176">
        <w:rPr>
          <w:sz w:val="16"/>
        </w:rPr>
        <w:t xml:space="preserve">from sources other than Congress.”17 As demonstrated above, additional staffing is and will be increasingly necessary as trade increases. </w:t>
      </w:r>
      <w:r w:rsidRPr="00987C26">
        <w:rPr>
          <w:rStyle w:val="StyleBoldUnderline"/>
        </w:rPr>
        <w:t>With the active support of border stakeholders across the region, a proposal along these lines designed in collaboration with federal agencies could likely garner legislative support and could open significant opportunities for investment despite tough budgetary times</w:t>
      </w:r>
      <w:r w:rsidRPr="00422176">
        <w:rPr>
          <w:sz w:val="16"/>
        </w:rPr>
        <w:t>.</w:t>
      </w:r>
    </w:p>
    <w:p w:rsidR="00BB0994" w:rsidRPr="00987C26" w:rsidRDefault="00BB0994" w:rsidP="00BB0994"/>
    <w:p w:rsidR="00BB0994" w:rsidRPr="00987C26" w:rsidRDefault="00BB0994" w:rsidP="00BB0994"/>
    <w:p w:rsidR="00BB0994" w:rsidRPr="00987C26" w:rsidRDefault="00BB0994" w:rsidP="00BB0994">
      <w:pPr>
        <w:pStyle w:val="Heading3"/>
      </w:pPr>
      <w:bookmarkStart w:id="4" w:name="_Toc359926075"/>
      <w:r w:rsidRPr="00987C26">
        <w:lastRenderedPageBreak/>
        <w:t>Ext: CP Solves/Causes Plan</w:t>
      </w:r>
      <w:bookmarkEnd w:id="4"/>
    </w:p>
    <w:p w:rsidR="00BB0994" w:rsidRPr="00987C26" w:rsidRDefault="00BB0994" w:rsidP="00BB0994">
      <w:pPr>
        <w:pStyle w:val="Heading4"/>
      </w:pPr>
      <w:r w:rsidRPr="00987C26">
        <w:t>State action solves – greater state initiative leads to national level policy realignment</w:t>
      </w:r>
    </w:p>
    <w:p w:rsidR="00BB0994" w:rsidRPr="00987C26" w:rsidRDefault="00BB0994" w:rsidP="00BB0994">
      <w:r w:rsidRPr="00987C26">
        <w:rPr>
          <w:rStyle w:val="StyleStyleBold12pt"/>
        </w:rPr>
        <w:t>Gerber et al. 2010</w:t>
      </w:r>
      <w:r w:rsidRPr="00987C26">
        <w:t xml:space="preserve"> </w:t>
      </w:r>
      <w:r w:rsidRPr="00987C26">
        <w:br/>
        <w:t>James Gerber, PhD California Davis San Diego State University Director of the Center for Latin American Studies (CLAS) and a Professor of Economics</w:t>
      </w:r>
      <w:proofErr w:type="gramStart"/>
      <w:r w:rsidRPr="00987C26">
        <w:t>;Francisco</w:t>
      </w:r>
      <w:proofErr w:type="gramEnd"/>
      <w:r w:rsidRPr="00987C26">
        <w:t xml:space="preserve"> Lara-Valencia , PhD Umich, Arizona State University Associate Professor, Director, Research Network for Transborder Development and Governance; Carlos de la Parra, El Colegio de la Frontera Norte, PhD Umich, professor Urban and Environmental Studies at El Colegio de la Frontera Norte. “Re-Imagining the U.S.-Mexico Border: Policies toward a More Competitive and Sustainable Transborder Region” </w:t>
      </w:r>
      <w:r w:rsidRPr="00987C26">
        <w:rPr>
          <w:u w:val="single"/>
        </w:rPr>
        <w:t>Global Economy Journal</w:t>
      </w:r>
      <w:r w:rsidRPr="00987C26">
        <w:t xml:space="preserve"> Volume 10, Issue 4 2010 </w:t>
      </w:r>
    </w:p>
    <w:p w:rsidR="00BB0994" w:rsidRPr="00987C26" w:rsidRDefault="00BB0994" w:rsidP="00BB0994"/>
    <w:p w:rsidR="00BB0994" w:rsidRPr="00422176" w:rsidRDefault="00BB0994" w:rsidP="00BB0994">
      <w:pPr>
        <w:rPr>
          <w:sz w:val="16"/>
        </w:rPr>
      </w:pPr>
      <w:r w:rsidRPr="00987C26">
        <w:rPr>
          <w:rStyle w:val="StyleBoldUnderline"/>
        </w:rPr>
        <w:t xml:space="preserve">The trajectory toward crossborder integration and the increasing political maturity of the ten </w:t>
      </w:r>
      <w:proofErr w:type="gramStart"/>
      <w:r w:rsidRPr="00987C26">
        <w:rPr>
          <w:rStyle w:val="StyleBoldUnderline"/>
        </w:rPr>
        <w:t>border states</w:t>
      </w:r>
      <w:proofErr w:type="gramEnd"/>
      <w:r w:rsidRPr="00987C26">
        <w:rPr>
          <w:rStyle w:val="StyleBoldUnderline"/>
        </w:rPr>
        <w:t xml:space="preserve"> are the underpinnings of the term “transborder</w:t>
      </w:r>
      <w:r w:rsidRPr="00422176">
        <w:rPr>
          <w:sz w:val="16"/>
        </w:rPr>
        <w:t xml:space="preserve">,” as we use it here and as it being use by the Border Governors Conference. </w:t>
      </w:r>
      <w:r w:rsidRPr="00987C26">
        <w:rPr>
          <w:rStyle w:val="StyleBoldUnderline"/>
        </w:rPr>
        <w:t>The Border Governors Conference launched</w:t>
      </w:r>
      <w:r w:rsidRPr="00422176">
        <w:rPr>
          <w:sz w:val="16"/>
        </w:rPr>
        <w:t xml:space="preserve"> in 2009 </w:t>
      </w:r>
      <w:r w:rsidRPr="00987C26">
        <w:rPr>
          <w:rStyle w:val="StyleBoldUnderline"/>
        </w:rPr>
        <w:t>a set of Strategic Guidelines</w:t>
      </w:r>
      <w:r w:rsidRPr="00422176">
        <w:rPr>
          <w:sz w:val="16"/>
        </w:rPr>
        <w:t xml:space="preserve">, or Plan Indicativo, </w:t>
      </w:r>
      <w:r w:rsidRPr="00987C26">
        <w:rPr>
          <w:rStyle w:val="StyleBoldUnderline"/>
        </w:rPr>
        <w:t>in an attempt to define policies for the U.S.-Mexico border region</w:t>
      </w:r>
      <w:r w:rsidRPr="00422176">
        <w:rPr>
          <w:sz w:val="16"/>
        </w:rPr>
        <w:t xml:space="preserve"> as a whole </w:t>
      </w:r>
      <w:r w:rsidRPr="00987C26">
        <w:rPr>
          <w:rStyle w:val="StyleBoldUnderline"/>
        </w:rPr>
        <w:t>as well as to have a greater voice in the future of overall</w:t>
      </w:r>
      <w:r w:rsidRPr="00422176">
        <w:rPr>
          <w:sz w:val="16"/>
        </w:rPr>
        <w:t xml:space="preserve"> U.S.- Mexico </w:t>
      </w:r>
      <w:r w:rsidRPr="00987C26">
        <w:rPr>
          <w:rStyle w:val="StyleBoldUnderline"/>
        </w:rPr>
        <w:t>relations</w:t>
      </w:r>
      <w:r w:rsidRPr="00422176">
        <w:rPr>
          <w:sz w:val="16"/>
        </w:rPr>
        <w:t xml:space="preserve">. We argue that </w:t>
      </w:r>
      <w:r w:rsidRPr="00987C26">
        <w:rPr>
          <w:rStyle w:val="StyleBoldUnderline"/>
        </w:rPr>
        <w:t>this claim to an increased voice</w:t>
      </w:r>
      <w:r w:rsidRPr="00422176">
        <w:rPr>
          <w:sz w:val="16"/>
        </w:rPr>
        <w:t xml:space="preserve"> in national policies </w:t>
      </w:r>
      <w:r w:rsidRPr="00987C26">
        <w:rPr>
          <w:rStyle w:val="StyleBoldUnderline"/>
        </w:rPr>
        <w:t xml:space="preserve">for </w:t>
      </w:r>
      <w:proofErr w:type="gramStart"/>
      <w:r w:rsidRPr="00987C26">
        <w:rPr>
          <w:rStyle w:val="StyleBoldUnderline"/>
        </w:rPr>
        <w:t>border states</w:t>
      </w:r>
      <w:proofErr w:type="gramEnd"/>
      <w:r w:rsidRPr="00987C26">
        <w:rPr>
          <w:rStyle w:val="StyleBoldUnderline"/>
        </w:rPr>
        <w:t xml:space="preserve"> will tend towards a greater partnership between national and regional interests, rather than promoting a tug-of-war</w:t>
      </w:r>
      <w:r w:rsidRPr="00422176">
        <w:rPr>
          <w:sz w:val="16"/>
        </w:rPr>
        <w:t xml:space="preserve"> between border states and national capitals. </w:t>
      </w:r>
      <w:r w:rsidRPr="00987C26">
        <w:rPr>
          <w:rStyle w:val="StyleBoldUnderline"/>
        </w:rPr>
        <w:t>Regional-national partnership is essential, both for the social and economic development of the border region, and for the strengthening of U.S.-Mexico ties</w:t>
      </w:r>
      <w:r w:rsidRPr="00422176">
        <w:rPr>
          <w:sz w:val="16"/>
        </w:rPr>
        <w:t>.</w:t>
      </w:r>
    </w:p>
    <w:p w:rsidR="00BB0994" w:rsidRPr="00987C26" w:rsidRDefault="00BB0994" w:rsidP="00BB0994"/>
    <w:p w:rsidR="00BB0994" w:rsidRPr="00987C26" w:rsidRDefault="00BB0994" w:rsidP="00BB0994">
      <w:pPr>
        <w:pStyle w:val="Heading4"/>
      </w:pPr>
      <w:r w:rsidRPr="00987C26">
        <w:t>Uniform state action is good – induces national coordination and action</w:t>
      </w:r>
    </w:p>
    <w:p w:rsidR="00BB0994" w:rsidRPr="00987C26" w:rsidRDefault="00BB0994" w:rsidP="00BB0994">
      <w:r w:rsidRPr="00987C26">
        <w:rPr>
          <w:rStyle w:val="StyleStyleBold12pt"/>
        </w:rPr>
        <w:t>Gerber, Lara-Valencia &amp; de la Parra 2010</w:t>
      </w:r>
      <w:r w:rsidRPr="00987C26">
        <w:t xml:space="preserve"> </w:t>
      </w:r>
    </w:p>
    <w:p w:rsidR="00BB0994" w:rsidRPr="00987C26" w:rsidRDefault="00BB0994" w:rsidP="00BB0994">
      <w:r w:rsidRPr="00987C26">
        <w:br/>
      </w:r>
      <w:r w:rsidRPr="00987C26">
        <w:rPr>
          <w:rStyle w:val="StyleStyleBold12pt"/>
        </w:rPr>
        <w:t>Gerber et al 10</w:t>
      </w:r>
      <w:r w:rsidRPr="00987C26">
        <w:rPr>
          <w:rStyle w:val="StyleStyleBold12pt"/>
        </w:rPr>
        <w:br/>
      </w:r>
      <w:r w:rsidRPr="00987C26">
        <w:t>James Gerber, PhD California Davis San Diego State University Director of the Center for Latin American Studies (CLAS) and a Professor of Economics</w:t>
      </w:r>
      <w:proofErr w:type="gramStart"/>
      <w:r w:rsidRPr="00987C26">
        <w:t>;Francisco</w:t>
      </w:r>
      <w:proofErr w:type="gramEnd"/>
      <w:r w:rsidRPr="00987C26">
        <w:t xml:space="preserve"> Lara-Valencia , PhD Umich, Arizona State University Associate Professor, Director, Research Network for Transborder Development and Governance; Carlos de la Parra, El Colegio de la Frontera Norte, PhD Umich, professor Urban and Environmental Studies at El Colegio de la Frontera Norte. “Re-Imagining the U.S.-Mexico Border: Policies toward a More Competitive and Sustainable Transborder Region” </w:t>
      </w:r>
      <w:r w:rsidRPr="00987C26">
        <w:rPr>
          <w:u w:val="single"/>
        </w:rPr>
        <w:t>Global Economy Journal</w:t>
      </w:r>
      <w:r w:rsidRPr="00987C26">
        <w:t xml:space="preserve"> Volume 10, Issue 4 2010 </w:t>
      </w:r>
    </w:p>
    <w:p w:rsidR="00BB0994" w:rsidRPr="00987C26" w:rsidRDefault="00BB0994" w:rsidP="00BB0994"/>
    <w:p w:rsidR="00BB0994" w:rsidRPr="00422176" w:rsidRDefault="00BB0994" w:rsidP="00BB0994">
      <w:pPr>
        <w:rPr>
          <w:sz w:val="16"/>
        </w:rPr>
      </w:pPr>
      <w:r w:rsidRPr="00987C26">
        <w:rPr>
          <w:rStyle w:val="StyleBoldUnderline"/>
        </w:rPr>
        <w:t>In the context of these challenges</w:t>
      </w:r>
      <w:r w:rsidRPr="00422176">
        <w:rPr>
          <w:sz w:val="16"/>
        </w:rPr>
        <w:t xml:space="preserve">, </w:t>
      </w:r>
      <w:r w:rsidRPr="00987C26">
        <w:rPr>
          <w:rStyle w:val="StyleBoldUnderline"/>
        </w:rPr>
        <w:t>together with deepening cross-border</w:t>
      </w:r>
      <w:r w:rsidRPr="00422176">
        <w:rPr>
          <w:sz w:val="12"/>
        </w:rPr>
        <w:t>¶</w:t>
      </w:r>
      <w:r w:rsidRPr="00422176">
        <w:rPr>
          <w:sz w:val="16"/>
        </w:rPr>
        <w:t xml:space="preserve"> demographic, social, and economic </w:t>
      </w:r>
      <w:r w:rsidRPr="00987C26">
        <w:rPr>
          <w:rStyle w:val="StyleBoldUnderline"/>
        </w:rPr>
        <w:t>ties</w:t>
      </w:r>
      <w:r w:rsidRPr="00422176">
        <w:rPr>
          <w:sz w:val="16"/>
        </w:rPr>
        <w:t xml:space="preserve">, </w:t>
      </w:r>
      <w:r w:rsidRPr="00987C26">
        <w:rPr>
          <w:rStyle w:val="StyleBoldUnderline"/>
        </w:rPr>
        <w:t>the need for a common vision is</w:t>
      </w:r>
      <w:r w:rsidRPr="00422176">
        <w:rPr>
          <w:rStyle w:val="StyleBoldUnderline"/>
          <w:b w:val="0"/>
          <w:sz w:val="12"/>
        </w:rPr>
        <w:t>¶</w:t>
      </w:r>
      <w:r w:rsidRPr="00987C26">
        <w:rPr>
          <w:rStyle w:val="StyleBoldUnderline"/>
        </w:rPr>
        <w:t xml:space="preserve"> increased rather than diminished</w:t>
      </w:r>
      <w:r w:rsidRPr="00422176">
        <w:rPr>
          <w:sz w:val="16"/>
        </w:rPr>
        <w:t xml:space="preserve">. </w:t>
      </w:r>
      <w:r w:rsidRPr="00987C26">
        <w:rPr>
          <w:rStyle w:val="StyleBoldUnderline"/>
        </w:rPr>
        <w:t>The relevance of this vision</w:t>
      </w:r>
      <w:r w:rsidRPr="00422176">
        <w:rPr>
          <w:sz w:val="16"/>
        </w:rPr>
        <w:t xml:space="preserve"> for the region—</w:t>
      </w:r>
      <w:r w:rsidRPr="00422176">
        <w:rPr>
          <w:sz w:val="12"/>
        </w:rPr>
        <w:t>¶</w:t>
      </w:r>
      <w:r w:rsidRPr="00422176">
        <w:rPr>
          <w:sz w:val="16"/>
        </w:rPr>
        <w:t xml:space="preserve"> and its articulation as a bi-national policy framework—</w:t>
      </w:r>
      <w:r w:rsidRPr="00987C26">
        <w:rPr>
          <w:rStyle w:val="StyleBoldUnderline"/>
        </w:rPr>
        <w:t>cannot be overstated.</w:t>
      </w:r>
      <w:r w:rsidRPr="00422176">
        <w:rPr>
          <w:sz w:val="16"/>
        </w:rPr>
        <w:t xml:space="preserve"> As</w:t>
      </w:r>
      <w:r w:rsidRPr="00422176">
        <w:rPr>
          <w:sz w:val="12"/>
        </w:rPr>
        <w:t>¶</w:t>
      </w:r>
      <w:r w:rsidRPr="00422176">
        <w:rPr>
          <w:sz w:val="16"/>
        </w:rPr>
        <w:t xml:space="preserve"> shown by Papademetriou and Meyers (2001), </w:t>
      </w:r>
      <w:r w:rsidRPr="00987C26">
        <w:rPr>
          <w:rStyle w:val="StyleBoldUnderline"/>
        </w:rPr>
        <w:t>border communities are more likely</w:t>
      </w:r>
      <w:r w:rsidRPr="00422176">
        <w:rPr>
          <w:rStyle w:val="StyleBoldUnderline"/>
          <w:b w:val="0"/>
          <w:sz w:val="12"/>
        </w:rPr>
        <w:t>¶</w:t>
      </w:r>
      <w:r w:rsidRPr="00987C26">
        <w:rPr>
          <w:rStyle w:val="StyleBoldUnderline"/>
        </w:rPr>
        <w:t xml:space="preserve"> to influence national policies when they speak about their needs and opportunities</w:t>
      </w:r>
      <w:r w:rsidRPr="00422176">
        <w:rPr>
          <w:rStyle w:val="StyleBoldUnderline"/>
          <w:b w:val="0"/>
          <w:sz w:val="12"/>
        </w:rPr>
        <w:t>¶</w:t>
      </w:r>
      <w:r w:rsidRPr="00987C26">
        <w:rPr>
          <w:rStyle w:val="StyleBoldUnderline"/>
        </w:rPr>
        <w:t xml:space="preserve"> with a common voice</w:t>
      </w:r>
      <w:r w:rsidRPr="00422176">
        <w:rPr>
          <w:sz w:val="16"/>
        </w:rPr>
        <w:t xml:space="preserve">. In addition, </w:t>
      </w:r>
      <w:r w:rsidRPr="00987C26">
        <w:rPr>
          <w:rStyle w:val="StyleBoldUnderline"/>
        </w:rPr>
        <w:t>at the local level, a shared image of the future</w:t>
      </w:r>
      <w:r w:rsidRPr="00422176">
        <w:rPr>
          <w:rStyle w:val="StyleBoldUnderline"/>
          <w:b w:val="0"/>
          <w:sz w:val="12"/>
        </w:rPr>
        <w:t>¶</w:t>
      </w:r>
      <w:r w:rsidRPr="00987C26">
        <w:rPr>
          <w:rStyle w:val="StyleBoldUnderline"/>
        </w:rPr>
        <w:t xml:space="preserve"> of the border region is necessary for the articulation of clear and actionable goals</w:t>
      </w:r>
      <w:r w:rsidRPr="00422176">
        <w:rPr>
          <w:rStyle w:val="StyleBoldUnderline"/>
          <w:b w:val="0"/>
          <w:sz w:val="12"/>
        </w:rPr>
        <w:t>¶</w:t>
      </w:r>
      <w:r w:rsidRPr="00987C26">
        <w:rPr>
          <w:rStyle w:val="StyleBoldUnderline"/>
        </w:rPr>
        <w:t xml:space="preserve"> and for the creation of guidelines that encourage the engagement of public</w:t>
      </w:r>
      <w:proofErr w:type="gramStart"/>
      <w:r w:rsidRPr="00987C26">
        <w:rPr>
          <w:rStyle w:val="StyleBoldUnderline"/>
        </w:rPr>
        <w:t>,</w:t>
      </w:r>
      <w:r w:rsidRPr="00422176">
        <w:rPr>
          <w:rStyle w:val="StyleBoldUnderline"/>
          <w:b w:val="0"/>
          <w:sz w:val="12"/>
        </w:rPr>
        <w:t>¶</w:t>
      </w:r>
      <w:proofErr w:type="gramEnd"/>
      <w:r w:rsidRPr="00987C26">
        <w:rPr>
          <w:rStyle w:val="StyleBoldUnderline"/>
        </w:rPr>
        <w:t xml:space="preserve"> private and social actors in policy making and collective action</w:t>
      </w:r>
      <w:r w:rsidRPr="00422176">
        <w:rPr>
          <w:sz w:val="16"/>
        </w:rPr>
        <w:t>.</w:t>
      </w:r>
    </w:p>
    <w:p w:rsidR="00BB0994" w:rsidRPr="00987C26" w:rsidRDefault="00BB0994" w:rsidP="00BB0994"/>
    <w:p w:rsidR="00BB0994" w:rsidRPr="00987C26" w:rsidRDefault="00BB0994" w:rsidP="00BB0994"/>
    <w:p w:rsidR="00BB0994" w:rsidRPr="00987C26" w:rsidRDefault="00BB0994" w:rsidP="00BB0994"/>
    <w:p w:rsidR="00BB0994" w:rsidRPr="00987C26" w:rsidRDefault="00BB0994" w:rsidP="00BB0994">
      <w:pPr>
        <w:pStyle w:val="Heading2"/>
      </w:pPr>
      <w:bookmarkStart w:id="5" w:name="_Toc359926076"/>
      <w:r w:rsidRPr="00987C26">
        <w:lastRenderedPageBreak/>
        <w:t>Disads – Politics</w:t>
      </w:r>
      <w:bookmarkEnd w:id="5"/>
      <w:r w:rsidRPr="00987C26">
        <w:t xml:space="preserve"> </w:t>
      </w:r>
    </w:p>
    <w:p w:rsidR="00BB0994" w:rsidRPr="00987C26" w:rsidRDefault="00BB0994" w:rsidP="00BB0994">
      <w:pPr>
        <w:pStyle w:val="Heading3"/>
      </w:pPr>
      <w:bookmarkStart w:id="6" w:name="_Toc359926077"/>
      <w:r w:rsidRPr="00987C26">
        <w:lastRenderedPageBreak/>
        <w:t>Politics Link – Immigration</w:t>
      </w:r>
      <w:bookmarkEnd w:id="6"/>
      <w:r w:rsidRPr="00987C26">
        <w:t xml:space="preserve"> </w:t>
      </w:r>
    </w:p>
    <w:p w:rsidR="00BB0994" w:rsidRPr="00987C26" w:rsidRDefault="00BB0994" w:rsidP="00BB0994">
      <w:pPr>
        <w:pStyle w:val="Heading4"/>
      </w:pPr>
      <w:r w:rsidRPr="00987C26">
        <w:t xml:space="preserve">Current US border-security strategy built on deference – engagement risks opening up huge fights due to encroachments from Obama and Nieto </w:t>
      </w:r>
    </w:p>
    <w:p w:rsidR="00BB0994" w:rsidRPr="00987C26" w:rsidRDefault="00BB0994" w:rsidP="00BB0994">
      <w:r w:rsidRPr="00987C26">
        <w:rPr>
          <w:rStyle w:val="StyleStyleBold12pt"/>
        </w:rPr>
        <w:t>Fox 5/3</w:t>
      </w:r>
      <w:r w:rsidRPr="00987C26">
        <w:t xml:space="preserve">/13 (“Obama, Peña Nieto Talk Shift </w:t>
      </w:r>
      <w:proofErr w:type="gramStart"/>
      <w:r w:rsidRPr="00987C26">
        <w:t>In</w:t>
      </w:r>
      <w:proofErr w:type="gramEnd"/>
      <w:r w:rsidRPr="00987C26">
        <w:t xml:space="preserve"> Security Cooperation”, </w:t>
      </w:r>
      <w:hyperlink r:id="rId11" w:history="1">
        <w:r w:rsidRPr="00987C26">
          <w:rPr>
            <w:rStyle w:val="Hyperlink"/>
          </w:rPr>
          <w:t>http://latino.foxnews.com/latino/politics/2013/05/03/obama-pena-nieto-talk-shift-in-security-cooperation/</w:t>
        </w:r>
      </w:hyperlink>
      <w:r w:rsidRPr="00987C26">
        <w:t xml:space="preserve">, CMR) </w:t>
      </w:r>
    </w:p>
    <w:p w:rsidR="00BB0994" w:rsidRPr="00987C26" w:rsidRDefault="00BB0994" w:rsidP="00BB0994"/>
    <w:p w:rsidR="00BB0994" w:rsidRPr="00987C26" w:rsidRDefault="00BB0994" w:rsidP="00BB0994">
      <w:pPr>
        <w:rPr>
          <w:sz w:val="12"/>
        </w:rPr>
      </w:pPr>
      <w:r w:rsidRPr="00987C26">
        <w:rPr>
          <w:sz w:val="12"/>
        </w:rPr>
        <w:t xml:space="preserve">But </w:t>
      </w:r>
      <w:r w:rsidRPr="00987C26">
        <w:rPr>
          <w:rStyle w:val="StyleBoldUnderline"/>
        </w:rPr>
        <w:t xml:space="preserve">being careful not to intrude on the southern neighbor's </w:t>
      </w:r>
      <w:r w:rsidRPr="00987C26">
        <w:rPr>
          <w:rStyle w:val="Emphasis"/>
        </w:rPr>
        <w:t>sovereignty</w:t>
      </w:r>
      <w:r w:rsidRPr="00987C26">
        <w:rPr>
          <w:sz w:val="12"/>
        </w:rPr>
        <w:t xml:space="preserve">, </w:t>
      </w:r>
      <w:r w:rsidRPr="00987C26">
        <w:rPr>
          <w:rStyle w:val="StyleBoldUnderline"/>
        </w:rPr>
        <w:t xml:space="preserve">Obama noted that </w:t>
      </w:r>
      <w:r w:rsidRPr="00987C26">
        <w:rPr>
          <w:rStyle w:val="Emphasis"/>
        </w:rPr>
        <w:t>Mexicans have the right</w:t>
      </w:r>
      <w:r w:rsidRPr="00987C26">
        <w:rPr>
          <w:rStyle w:val="StyleBoldUnderline"/>
        </w:rPr>
        <w:t xml:space="preserve"> to </w:t>
      </w:r>
      <w:r w:rsidRPr="00987C26">
        <w:rPr>
          <w:rStyle w:val="Emphasis"/>
        </w:rPr>
        <w:t>determine</w:t>
      </w:r>
      <w:r w:rsidRPr="00987C26">
        <w:rPr>
          <w:rStyle w:val="StyleBoldUnderline"/>
        </w:rPr>
        <w:t xml:space="preserve"> how best to tackle the violence</w:t>
      </w:r>
      <w:r w:rsidRPr="00987C26">
        <w:rPr>
          <w:sz w:val="12"/>
        </w:rPr>
        <w:t xml:space="preserve"> that has plagued their country. </w:t>
      </w:r>
      <w:r w:rsidRPr="00987C26">
        <w:rPr>
          <w:rStyle w:val="StyleBoldUnderline"/>
        </w:rPr>
        <w:t>He spoke</w:t>
      </w:r>
      <w:r w:rsidRPr="00987C26">
        <w:rPr>
          <w:sz w:val="12"/>
        </w:rPr>
        <w:t xml:space="preserve"> during a press conference Thursday </w:t>
      </w:r>
      <w:r w:rsidRPr="00987C26">
        <w:rPr>
          <w:rStyle w:val="StyleBoldUnderline"/>
        </w:rPr>
        <w:t>with</w:t>
      </w:r>
      <w:r w:rsidRPr="00987C26">
        <w:rPr>
          <w:sz w:val="12"/>
        </w:rPr>
        <w:t xml:space="preserve"> Mexican President Enrique Peña </w:t>
      </w:r>
      <w:r w:rsidRPr="00987C26">
        <w:rPr>
          <w:rStyle w:val="StyleBoldUnderline"/>
        </w:rPr>
        <w:t>Nieto</w:t>
      </w:r>
      <w:r w:rsidRPr="00987C26">
        <w:rPr>
          <w:sz w:val="12"/>
        </w:rPr>
        <w:t xml:space="preserve">.¶ Since taking office in </w:t>
      </w:r>
      <w:proofErr w:type="gramStart"/>
      <w:r w:rsidRPr="00987C26">
        <w:rPr>
          <w:sz w:val="12"/>
        </w:rPr>
        <w:t>December,</w:t>
      </w:r>
      <w:proofErr w:type="gramEnd"/>
      <w:r w:rsidRPr="00987C26">
        <w:rPr>
          <w:sz w:val="12"/>
        </w:rPr>
        <w:t xml:space="preserve"> Peña </w:t>
      </w:r>
      <w:r w:rsidRPr="00987C26">
        <w:rPr>
          <w:rStyle w:val="StyleBoldUnderline"/>
        </w:rPr>
        <w:t xml:space="preserve">Nieto has moved to </w:t>
      </w:r>
      <w:r w:rsidRPr="00987C26">
        <w:rPr>
          <w:rStyle w:val="Emphasis"/>
        </w:rPr>
        <w:t>end</w:t>
      </w:r>
      <w:r w:rsidRPr="00987C26">
        <w:rPr>
          <w:rStyle w:val="StyleBoldUnderline"/>
        </w:rPr>
        <w:t xml:space="preserve"> the widespread access that U.S. security agencies have had in Mexico</w:t>
      </w:r>
      <w:r w:rsidRPr="00987C26">
        <w:rPr>
          <w:sz w:val="12"/>
        </w:rPr>
        <w:t xml:space="preserve"> to tackle the violence that affects both sides of the border. It's a departure from the strategy employed by his predecessor, Felipe Calderon, which was praised by the U.S. but reviled by many Mexicans.¶ "I agreed to continue our close cooperation on security, even as the nature of that cooperation will evolve," Obama said during a joint news conference at Mexico's grand National Palace. "</w:t>
      </w:r>
      <w:r w:rsidRPr="00987C26">
        <w:rPr>
          <w:rStyle w:val="StyleBoldUnderline"/>
        </w:rPr>
        <w:t xml:space="preserve">It is obviously </w:t>
      </w:r>
      <w:r w:rsidRPr="00987C26">
        <w:rPr>
          <w:rStyle w:val="Emphasis"/>
        </w:rPr>
        <w:t>up to the Mexican people</w:t>
      </w:r>
      <w:r w:rsidRPr="00987C26">
        <w:rPr>
          <w:rStyle w:val="StyleBoldUnderline"/>
        </w:rPr>
        <w:t xml:space="preserve"> to determine their security structures </w:t>
      </w:r>
      <w:r w:rsidRPr="00987C26">
        <w:rPr>
          <w:sz w:val="12"/>
        </w:rPr>
        <w:t xml:space="preserve">and how it engages with the other nations — including the United States."¶ Peña Nieto also downplayed the notion that the new, more centralized arrangement would damage its security partnership with the United States. He said Obama agreed during their private meeting earlier in the day to "cooperate on the basis of mutual respect" to promote an efficient and effective strategy.¶ Obama arrived in Mexico Thursday afternoon for a three-day trip that includes a stop in Costa Rica on Friday. Domestic issues followed the president south of the border, with Obama facing questions in his exchange with reporters about the potential escalation of the U.S. role in Syria, a controversy over contraception access for teenage girls, and the delicate debate on Capitol Hill on an immigration overhaul.¶ The latter issue is being closely watched in Mexico, given the large number of Mexicans who have emigrated to the U.S. both legally and illegally. More than half of the 11 million people in the U.S. illegally are Mexican, according to the Pew Research Center.¶ </w:t>
      </w:r>
      <w:proofErr w:type="gramStart"/>
      <w:r w:rsidRPr="00987C26">
        <w:rPr>
          <w:rStyle w:val="StyleBoldUnderline"/>
        </w:rPr>
        <w:t>For</w:t>
      </w:r>
      <w:proofErr w:type="gramEnd"/>
      <w:r w:rsidRPr="00987C26">
        <w:rPr>
          <w:rStyle w:val="StyleBoldUnderline"/>
        </w:rPr>
        <w:t xml:space="preserve"> Obama, the immigration debate is rife with </w:t>
      </w:r>
      <w:r w:rsidRPr="00987C26">
        <w:rPr>
          <w:rStyle w:val="Emphasis"/>
        </w:rPr>
        <w:t>potential political pitfalls</w:t>
      </w:r>
      <w:r w:rsidRPr="00987C26">
        <w:rPr>
          <w:sz w:val="12"/>
        </w:rPr>
        <w:t xml:space="preserve">. While he views an overhaul of the nation's patchwork immigration laws as a legacy-building issue, </w:t>
      </w:r>
      <w:r w:rsidRPr="00987C26">
        <w:rPr>
          <w:rStyle w:val="StyleBoldUnderline"/>
        </w:rPr>
        <w:t>he's been forced to keep a low-profile role</w:t>
      </w:r>
      <w:r w:rsidRPr="00987C26">
        <w:rPr>
          <w:sz w:val="12"/>
        </w:rPr>
        <w:t xml:space="preserve"> in the debate </w:t>
      </w:r>
      <w:r w:rsidRPr="00987C26">
        <w:rPr>
          <w:rStyle w:val="StyleBoldUnderline"/>
        </w:rPr>
        <w:t xml:space="preserve">to avoid </w:t>
      </w:r>
      <w:r w:rsidRPr="00987C26">
        <w:rPr>
          <w:rStyle w:val="Emphasis"/>
        </w:rPr>
        <w:t>scaring off</w:t>
      </w:r>
      <w:r w:rsidRPr="00987C26">
        <w:rPr>
          <w:rStyle w:val="StyleBoldUnderline"/>
        </w:rPr>
        <w:t xml:space="preserve"> wary Republicans</w:t>
      </w:r>
      <w:r w:rsidRPr="00987C26">
        <w:rPr>
          <w:sz w:val="12"/>
        </w:rPr>
        <w:t xml:space="preserve">.¶ In an effort to court those GOP lawmakers, </w:t>
      </w:r>
      <w:r w:rsidRPr="00987C26">
        <w:rPr>
          <w:rStyle w:val="StyleBoldUnderline"/>
        </w:rPr>
        <w:t>the draft bill</w:t>
      </w:r>
      <w:r w:rsidRPr="00987C26">
        <w:rPr>
          <w:sz w:val="12"/>
        </w:rPr>
        <w:t xml:space="preserve"> being debated on Capitol Hill </w:t>
      </w:r>
      <w:r w:rsidRPr="00987C26">
        <w:rPr>
          <w:rStyle w:val="StyleBoldUnderline"/>
        </w:rPr>
        <w:t>focuses heavily on securing the border with Mexico</w:t>
      </w:r>
      <w:r w:rsidRPr="00987C26">
        <w:rPr>
          <w:sz w:val="12"/>
        </w:rPr>
        <w:t xml:space="preserve">, and makes doing so a pre-condition for a pathway to citizenship for those in the U.S. illegally. But Florida Republican Sen. Marco Rubio, one of the bill's architects, said Thursday that unless the border security measures are made even tougher, the legislation will face tough odds not only in the GOP-controlled House but also in the Democratic-led Senate.¶ The president acknowledged there were some areas along the 2,000-mile border between the U.S. and Mexico where security needs to be tightened. But he gently chided Rubio and other Republicans for putting up obstacles that would derail final legislation.¶ "I suspect that the final legislation will not contain everything I want. It won't contain everything that Republican leaders want, either," Obama said. He added that "what I'm not going to do is to go along with something where we're looking for an excuse not to do it as opposed to a way to do it."¶ </w:t>
      </w:r>
      <w:proofErr w:type="gramStart"/>
      <w:r w:rsidRPr="00987C26">
        <w:rPr>
          <w:sz w:val="12"/>
        </w:rPr>
        <w:t>Despite</w:t>
      </w:r>
      <w:proofErr w:type="gramEnd"/>
      <w:r w:rsidRPr="00987C26">
        <w:rPr>
          <w:sz w:val="12"/>
        </w:rPr>
        <w:t xml:space="preserve"> the intense interest in the immigration debate among Mexicans, Peña </w:t>
      </w:r>
      <w:r w:rsidRPr="00987C26">
        <w:rPr>
          <w:rStyle w:val="StyleBoldUnderline"/>
        </w:rPr>
        <w:t xml:space="preserve">Nieto </w:t>
      </w:r>
      <w:r w:rsidRPr="00987C26">
        <w:rPr>
          <w:rStyle w:val="Emphasis"/>
        </w:rPr>
        <w:t>carefully avoided</w:t>
      </w:r>
      <w:r w:rsidRPr="00987C26">
        <w:rPr>
          <w:rStyle w:val="StyleBoldUnderline"/>
        </w:rPr>
        <w:t xml:space="preserve"> </w:t>
      </w:r>
      <w:r w:rsidRPr="00987C26">
        <w:rPr>
          <w:rStyle w:val="Emphasis"/>
        </w:rPr>
        <w:t>injecting himself</w:t>
      </w:r>
      <w:r w:rsidRPr="00987C26">
        <w:rPr>
          <w:rStyle w:val="StyleBoldUnderline"/>
        </w:rPr>
        <w:t xml:space="preserve"> in the issue</w:t>
      </w:r>
      <w:r w:rsidRPr="00987C26">
        <w:rPr>
          <w:sz w:val="12"/>
        </w:rPr>
        <w:t>. While he commended the U.S. for tackling the challenge</w:t>
      </w:r>
      <w:r w:rsidRPr="00987C26">
        <w:rPr>
          <w:rStyle w:val="StyleBoldUnderline"/>
        </w:rPr>
        <w:t xml:space="preserve">, he said the congressional debate "is </w:t>
      </w:r>
      <w:r w:rsidRPr="00987C26">
        <w:rPr>
          <w:rStyle w:val="Emphasis"/>
        </w:rPr>
        <w:t>a domestic affair."</w:t>
      </w:r>
      <w:r w:rsidRPr="00987C26">
        <w:rPr>
          <w:rStyle w:val="StyleBoldUnderline"/>
          <w:b w:val="0"/>
          <w:sz w:val="12"/>
        </w:rPr>
        <w:t>¶</w:t>
      </w:r>
      <w:r w:rsidRPr="00987C26">
        <w:rPr>
          <w:sz w:val="12"/>
        </w:rPr>
        <w:t xml:space="preserve"> </w:t>
      </w:r>
      <w:proofErr w:type="gramStart"/>
      <w:r w:rsidRPr="00987C26">
        <w:rPr>
          <w:rStyle w:val="StyleBoldUnderline"/>
        </w:rPr>
        <w:t>The</w:t>
      </w:r>
      <w:proofErr w:type="gramEnd"/>
      <w:r w:rsidRPr="00987C26">
        <w:rPr>
          <w:rStyle w:val="StyleBoldUnderline"/>
        </w:rPr>
        <w:t xml:space="preserve"> new Mexican leader was purposely seeking to avoid the </w:t>
      </w:r>
      <w:r w:rsidRPr="00987C26">
        <w:rPr>
          <w:rStyle w:val="Emphasis"/>
        </w:rPr>
        <w:t>perceived missteps</w:t>
      </w:r>
      <w:r w:rsidRPr="00987C26">
        <w:rPr>
          <w:rStyle w:val="StyleBoldUnderline"/>
        </w:rPr>
        <w:t xml:space="preserve"> of former Mexican</w:t>
      </w:r>
      <w:r w:rsidRPr="00987C26">
        <w:rPr>
          <w:sz w:val="12"/>
        </w:rPr>
        <w:t xml:space="preserve"> </w:t>
      </w:r>
      <w:r w:rsidRPr="00987C26">
        <w:rPr>
          <w:rStyle w:val="StyleBoldUnderline"/>
        </w:rPr>
        <w:t>President</w:t>
      </w:r>
      <w:r w:rsidRPr="00987C26">
        <w:rPr>
          <w:sz w:val="12"/>
        </w:rPr>
        <w:t xml:space="preserve"> Vicente </w:t>
      </w:r>
      <w:r w:rsidRPr="00987C26">
        <w:rPr>
          <w:rStyle w:val="StyleBoldUnderline"/>
        </w:rPr>
        <w:t xml:space="preserve">Fox, who </w:t>
      </w:r>
      <w:r w:rsidRPr="00987C26">
        <w:rPr>
          <w:rStyle w:val="Emphasis"/>
        </w:rPr>
        <w:t>irked conservatives</w:t>
      </w:r>
      <w:r w:rsidRPr="00987C26">
        <w:rPr>
          <w:rStyle w:val="StyleBoldUnderline"/>
        </w:rPr>
        <w:t xml:space="preserve"> in the U.S. </w:t>
      </w:r>
      <w:r w:rsidRPr="00987C26">
        <w:rPr>
          <w:sz w:val="12"/>
        </w:rPr>
        <w:t xml:space="preserve">by lobbying for an immigration overhaul in 2001.¶ Peña </w:t>
      </w:r>
      <w:r w:rsidRPr="00987C26">
        <w:rPr>
          <w:rStyle w:val="StyleBoldUnderline"/>
        </w:rPr>
        <w:t>Nieto's election brought Mexico's</w:t>
      </w:r>
      <w:r w:rsidRPr="00987C26">
        <w:rPr>
          <w:sz w:val="12"/>
        </w:rPr>
        <w:t xml:space="preserve"> Institutional Revolutionary Party, or </w:t>
      </w:r>
      <w:r w:rsidRPr="00987C26">
        <w:rPr>
          <w:rStyle w:val="StyleBoldUnderline"/>
        </w:rPr>
        <w:t>PRI, back to power after a decade on the sidelines. The security changes are emblematic of the party's preference for centralized political and bureaucratic control</w:t>
      </w:r>
      <w:r w:rsidRPr="00987C26">
        <w:rPr>
          <w:sz w:val="12"/>
        </w:rPr>
        <w:t xml:space="preserve">.¶ </w:t>
      </w:r>
      <w:proofErr w:type="gramStart"/>
      <w:r w:rsidRPr="00987C26">
        <w:rPr>
          <w:rStyle w:val="StyleBoldUnderline"/>
        </w:rPr>
        <w:t>The</w:t>
      </w:r>
      <w:proofErr w:type="gramEnd"/>
      <w:r w:rsidRPr="00987C26">
        <w:rPr>
          <w:rStyle w:val="StyleBoldUnderline"/>
        </w:rPr>
        <w:t xml:space="preserve"> arrangement means all contact for U.S. law enforcement will now go through </w:t>
      </w:r>
      <w:r w:rsidRPr="00987C26">
        <w:rPr>
          <w:rStyle w:val="Emphasis"/>
        </w:rPr>
        <w:t>a "single door,"</w:t>
      </w:r>
      <w:r w:rsidRPr="00987C26">
        <w:rPr>
          <w:rStyle w:val="StyleBoldUnderline"/>
        </w:rPr>
        <w:t xml:space="preserve"> </w:t>
      </w:r>
      <w:r w:rsidRPr="00987C26">
        <w:rPr>
          <w:sz w:val="12"/>
        </w:rPr>
        <w:t xml:space="preserve">according to Mexico's federal Interior Ministry, </w:t>
      </w:r>
      <w:r w:rsidRPr="00987C26">
        <w:rPr>
          <w:rStyle w:val="StyleBoldUnderline"/>
        </w:rPr>
        <w:t>the agency that controls security and domestic policy</w:t>
      </w:r>
      <w:r w:rsidRPr="00987C26">
        <w:rPr>
          <w:sz w:val="12"/>
        </w:rPr>
        <w:t xml:space="preserve">. Under the previous policy, FBI, CIA, DEA and Homeland Security had direct access to units of Mexico's Federal Police, army and navy. ¶ U.S. agents worked side by side with those Mexican units in the fight against drug cartels, including the U.S.-backed strategy of killing or arresting top kingpins.¶ </w:t>
      </w:r>
      <w:r w:rsidRPr="00987C26">
        <w:rPr>
          <w:rStyle w:val="StyleBoldUnderline"/>
        </w:rPr>
        <w:t>Obama</w:t>
      </w:r>
      <w:r w:rsidRPr="00987C26">
        <w:rPr>
          <w:sz w:val="12"/>
        </w:rPr>
        <w:t xml:space="preserve"> lauded his Mexican counterpart for launching bold reforms during his first months in office, not only on security but also the economy. Both leaders have </w:t>
      </w:r>
      <w:r w:rsidRPr="00987C26">
        <w:rPr>
          <w:rStyle w:val="StyleBoldUnderline"/>
        </w:rPr>
        <w:t xml:space="preserve">said they want to </w:t>
      </w:r>
      <w:r w:rsidRPr="00987C26">
        <w:rPr>
          <w:rStyle w:val="Emphasis"/>
        </w:rPr>
        <w:t>refocus the U.S.-Mexico relationship</w:t>
      </w:r>
      <w:r w:rsidRPr="00987C26">
        <w:rPr>
          <w:rStyle w:val="StyleBoldUnderline"/>
        </w:rPr>
        <w:t xml:space="preserve"> on trade and the economy, </w:t>
      </w:r>
      <w:r w:rsidRPr="00987C26">
        <w:rPr>
          <w:sz w:val="12"/>
        </w:rPr>
        <w:t>not the drug wars and immigration issues that have dominated the partnership in recent years.</w:t>
      </w:r>
    </w:p>
    <w:p w:rsidR="00BB0994" w:rsidRPr="00987C26" w:rsidRDefault="00BB0994" w:rsidP="00BB0994">
      <w:pPr>
        <w:pStyle w:val="Heading4"/>
      </w:pPr>
      <w:r w:rsidRPr="00987C26">
        <w:t>The plan derails immigration reform</w:t>
      </w:r>
    </w:p>
    <w:p w:rsidR="00BB0994" w:rsidRPr="00987C26" w:rsidRDefault="00BB0994" w:rsidP="00BB0994">
      <w:pPr>
        <w:rPr>
          <w:b/>
          <w:bCs/>
          <w:sz w:val="26"/>
        </w:rPr>
      </w:pPr>
      <w:r w:rsidRPr="00987C26">
        <w:rPr>
          <w:rStyle w:val="StyleStyleBold12pt"/>
        </w:rPr>
        <w:t xml:space="preserve">Shear, 13 </w:t>
      </w:r>
      <w:r w:rsidRPr="00987C26">
        <w:t>(Michael, NYT White house correspondent, 5/5</w:t>
      </w:r>
      <w:proofErr w:type="gramStart"/>
      <w:r w:rsidRPr="00987C26">
        <w:t xml:space="preserve">,  </w:t>
      </w:r>
      <w:proofErr w:type="gramEnd"/>
      <w:r>
        <w:fldChar w:fldCharType="begin"/>
      </w:r>
      <w:r>
        <w:instrText xml:space="preserve"> HYPERLINK "http://www.nytimes.com/2013/05/05/world/americas/in-latin-america-us-shifts-focus-from-drug-war-to-economy.html?pagewanted=all" </w:instrText>
      </w:r>
      <w:r>
        <w:fldChar w:fldCharType="separate"/>
      </w:r>
      <w:r w:rsidRPr="00987C26">
        <w:rPr>
          <w:rStyle w:val="Hyperlink"/>
        </w:rPr>
        <w:t>http://www.nytimes.com/2013/05/05/world/americas/in-latin-america-us-shifts-focus-from-drug-war-to-economy.html?pagewanted=all</w:t>
      </w:r>
      <w:r>
        <w:rPr>
          <w:rStyle w:val="Hyperlink"/>
        </w:rPr>
        <w:fldChar w:fldCharType="end"/>
      </w:r>
      <w:r w:rsidRPr="00987C26">
        <w:t>, CMR)</w:t>
      </w:r>
    </w:p>
    <w:p w:rsidR="00BB0994" w:rsidRPr="00987C26" w:rsidRDefault="00BB0994" w:rsidP="00BB0994">
      <w:pPr>
        <w:rPr>
          <w:rStyle w:val="StyleStyleBold12pt"/>
          <w:b w:val="0"/>
        </w:rPr>
      </w:pPr>
    </w:p>
    <w:p w:rsidR="00BB0994" w:rsidRPr="00987C26" w:rsidRDefault="00BB0994" w:rsidP="00BB0994">
      <w:pPr>
        <w:rPr>
          <w:sz w:val="16"/>
        </w:rPr>
      </w:pPr>
      <w:r w:rsidRPr="00987C26">
        <w:rPr>
          <w:sz w:val="16"/>
        </w:rPr>
        <w:lastRenderedPageBreak/>
        <w:t xml:space="preserve">Last week, Mr. Obama returned to capitals </w:t>
      </w:r>
      <w:r w:rsidRPr="00987C26">
        <w:rPr>
          <w:rStyle w:val="StyleBoldUnderline"/>
        </w:rPr>
        <w:t>in Latin America</w:t>
      </w:r>
      <w:r w:rsidRPr="00987C26">
        <w:rPr>
          <w:sz w:val="16"/>
        </w:rPr>
        <w:t xml:space="preserve"> with a vastly different message. </w:t>
      </w:r>
      <w:r w:rsidRPr="00987C26">
        <w:rPr>
          <w:rStyle w:val="StyleBoldUnderline"/>
        </w:rPr>
        <w:t xml:space="preserve">Relationships with countries racked by drug violence and organized crime should </w:t>
      </w:r>
      <w:r w:rsidRPr="00987C26">
        <w:rPr>
          <w:rStyle w:val="Emphasis"/>
        </w:rPr>
        <w:t>focus more on economic development</w:t>
      </w:r>
      <w:r w:rsidRPr="00987C26">
        <w:rPr>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987C26">
        <w:rPr>
          <w:rStyle w:val="StyleBoldUnderline"/>
        </w:rPr>
        <w:t xml:space="preserve">That approach </w:t>
      </w:r>
      <w:r w:rsidRPr="00987C26">
        <w:rPr>
          <w:rStyle w:val="Emphasis"/>
        </w:rPr>
        <w:t>runs the risk of being seen as kowtowing</w:t>
      </w:r>
      <w:r w:rsidRPr="00987C26">
        <w:rPr>
          <w:rStyle w:val="StyleBoldUnderline"/>
        </w:rPr>
        <w:t xml:space="preserve"> to governments more concerned about their public image than the underlying problems tarnishing it. Mexico,</w:t>
      </w:r>
      <w:r w:rsidRPr="00987C26">
        <w:rPr>
          <w:sz w:val="16"/>
        </w:rPr>
        <w:t xml:space="preserve"> which </w:t>
      </w:r>
      <w:r w:rsidRPr="00987C26">
        <w:rPr>
          <w:rStyle w:val="StyleBoldUnderline"/>
        </w:rPr>
        <w:t>is eager to play up its economic growth, has mounted an aggressive effort to play down its crime problems</w:t>
      </w:r>
      <w:r w:rsidRPr="00987C26">
        <w:rPr>
          <w:sz w:val="16"/>
        </w:rPr>
        <w:t>, going as far as to encourage the news media to avoid certain slang words in reports. “The problem will not just go away,” said Michael Shifter, president of the Inter-American Dialogue. “</w:t>
      </w:r>
      <w:r w:rsidRPr="00987C26">
        <w:rPr>
          <w:rStyle w:val="StyleBoldUnderline"/>
        </w:rPr>
        <w:t>It needs</w:t>
      </w:r>
      <w:r w:rsidRPr="00987C26">
        <w:rPr>
          <w:sz w:val="16"/>
        </w:rPr>
        <w:t xml:space="preserve"> to be tackled head-on, with a comprehensive </w:t>
      </w:r>
      <w:r w:rsidRPr="00987C26">
        <w:rPr>
          <w:rStyle w:val="StyleBoldUnderline"/>
        </w:rPr>
        <w:t>strategy</w:t>
      </w:r>
      <w:r w:rsidRPr="00987C26">
        <w:rPr>
          <w:sz w:val="16"/>
        </w:rPr>
        <w:t xml:space="preserve"> that includes but goes </w:t>
      </w:r>
      <w:r w:rsidRPr="00987C26">
        <w:rPr>
          <w:rStyle w:val="Emphasis"/>
        </w:rPr>
        <w:t>beyond stimulating economic growth</w:t>
      </w:r>
      <w:r w:rsidRPr="00987C26">
        <w:rPr>
          <w:sz w:val="16"/>
        </w:rPr>
        <w:t xml:space="preserve"> and alleviating poverty. </w:t>
      </w:r>
      <w:r w:rsidRPr="00987C26">
        <w:rPr>
          <w:rStyle w:val="StyleBoldUnderline"/>
        </w:rPr>
        <w:t xml:space="preserve">“Obama becomes </w:t>
      </w:r>
      <w:r w:rsidRPr="00987C26">
        <w:rPr>
          <w:rStyle w:val="Emphasis"/>
        </w:rPr>
        <w:t>vulnerable to the charge of downplaying the region’s overriding issue</w:t>
      </w:r>
      <w:r w:rsidRPr="00987C26">
        <w:rPr>
          <w:sz w:val="16"/>
        </w:rPr>
        <w:t xml:space="preserve">, </w:t>
      </w:r>
      <w:r w:rsidRPr="00987C26">
        <w:rPr>
          <w:rStyle w:val="StyleBoldUnderline"/>
        </w:rPr>
        <w:t xml:space="preserve">and the </w:t>
      </w:r>
      <w:r w:rsidRPr="00987C26">
        <w:rPr>
          <w:rStyle w:val="Emphasis"/>
        </w:rPr>
        <w:t>chief obstacle</w:t>
      </w:r>
      <w:r w:rsidRPr="00987C26">
        <w:rPr>
          <w:rStyle w:val="StyleBoldUnderline"/>
        </w:rPr>
        <w:t xml:space="preserve"> to economic progress</w:t>
      </w:r>
      <w:r w:rsidRPr="00987C26">
        <w:rPr>
          <w:sz w:val="16"/>
        </w:rPr>
        <w:t xml:space="preserve">,” he added. “It is fine to change the narrative from security to economics as long as the reality on the ground reflects and fits with the new story line.” Administration officials insist that Mr. Obama remains cleareyed about the security challenges, but the new emphasis corresponds with a change in focus by the Mexican government. The </w:t>
      </w:r>
      <w:proofErr w:type="gramStart"/>
      <w:r w:rsidRPr="00987C26">
        <w:rPr>
          <w:sz w:val="16"/>
        </w:rPr>
        <w:t>new</w:t>
      </w:r>
      <w:proofErr w:type="gramEnd"/>
      <w:r w:rsidRPr="00987C26">
        <w:rPr>
          <w:sz w:val="16"/>
        </w:rPr>
        <w:t xml:space="preserve"> Mexican president, Enrique Peña Nieto, took office in December vowing to reduce the violence that exploded under the militarized approach to the drug war adopted by his predecessor, Felipe Calderón. That effort left about 60,000 Mexicans dead and appears not to have significantly damaged the drug-trafficking industry. In addition to a focus on reducing violence, which </w:t>
      </w:r>
      <w:r w:rsidRPr="00987C26">
        <w:rPr>
          <w:rStyle w:val="StyleBoldUnderline"/>
        </w:rPr>
        <w:t xml:space="preserve">some critics have </w:t>
      </w:r>
      <w:r w:rsidRPr="00987C26">
        <w:rPr>
          <w:rStyle w:val="Emphasis"/>
        </w:rPr>
        <w:t>interpreted as taking a softer line</w:t>
      </w:r>
      <w:r w:rsidRPr="00987C26">
        <w:rPr>
          <w:rStyle w:val="StyleBoldUnderline"/>
        </w:rPr>
        <w:t xml:space="preserve"> on the drug gangs</w:t>
      </w:r>
      <w:r w:rsidRPr="00987C26">
        <w:rPr>
          <w:sz w:val="16"/>
        </w:rPr>
        <w:t xml:space="preserve">, Mr. Peña Nieto has also moved to reduce American involvement in law enforcement south of the border. With friction and mistrust between American and Mexican law enforcement agencies growing, Mr. Obama suggested that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would no longer seek to dominate the security agenda</w:t>
      </w:r>
      <w:r w:rsidRPr="00987C26">
        <w:rPr>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987C26">
        <w:rPr>
          <w:rStyle w:val="StyleBoldUnderline"/>
        </w:rPr>
        <w:t xml:space="preserve">that philosophy could </w:t>
      </w:r>
      <w:r w:rsidRPr="00987C26">
        <w:rPr>
          <w:rStyle w:val="Emphasis"/>
        </w:rPr>
        <w:t>collide with the concerns of lawmakers</w:t>
      </w:r>
      <w:r w:rsidRPr="00987C26">
        <w:rPr>
          <w:rStyle w:val="StyleBoldUnderline"/>
        </w:rPr>
        <w:t xml:space="preserve"> in Washington, who</w:t>
      </w:r>
      <w:r w:rsidRPr="00987C26">
        <w:rPr>
          <w:sz w:val="16"/>
        </w:rPr>
        <w:t xml:space="preserve"> have </w:t>
      </w:r>
      <w:r w:rsidRPr="00987C26">
        <w:rPr>
          <w:rStyle w:val="StyleBoldUnderline"/>
        </w:rPr>
        <w:t xml:space="preserve">expressed </w:t>
      </w:r>
      <w:r w:rsidRPr="00987C26">
        <w:rPr>
          <w:rStyle w:val="Emphasis"/>
        </w:rPr>
        <w:t>frustration</w:t>
      </w:r>
      <w:r w:rsidRPr="00987C26">
        <w:rPr>
          <w:rStyle w:val="StyleBoldUnderline"/>
        </w:rPr>
        <w:t xml:space="preserve"> with what they see as</w:t>
      </w:r>
      <w:r w:rsidRPr="00987C26">
        <w:rPr>
          <w:sz w:val="16"/>
        </w:rPr>
        <w:t xml:space="preserve"> a </w:t>
      </w:r>
      <w:r w:rsidRPr="00987C26">
        <w:rPr>
          <w:rStyle w:val="StyleBoldUnderline"/>
        </w:rPr>
        <w:t>lack of clarity in Mexico’s security plans</w:t>
      </w:r>
      <w:r w:rsidRPr="00987C26">
        <w:rPr>
          <w:sz w:val="16"/>
        </w:rPr>
        <w:t xml:space="preserve">. And </w:t>
      </w:r>
      <w:r w:rsidRPr="00987C26">
        <w:rPr>
          <w:rStyle w:val="StyleBoldUnderline"/>
        </w:rPr>
        <w:t>security analysts say the entrenched corruption in Mexican law enforcement has long clouded the partnership</w:t>
      </w:r>
      <w:r w:rsidRPr="00987C26">
        <w:rPr>
          <w:sz w:val="16"/>
        </w:rPr>
        <w:t xml:space="preserve"> with their American counterparts. </w:t>
      </w:r>
      <w:r w:rsidRPr="00987C26">
        <w:rPr>
          <w:rStyle w:val="StyleBoldUnderline"/>
        </w:rPr>
        <w:t>Putting Mexico in the driver’s seat</w:t>
      </w:r>
      <w:r w:rsidRPr="00987C26">
        <w:rPr>
          <w:sz w:val="16"/>
        </w:rPr>
        <w:t xml:space="preserve"> on security</w:t>
      </w:r>
      <w:r w:rsidRPr="00987C26">
        <w:rPr>
          <w:rStyle w:val="StyleBoldUnderline"/>
        </w:rPr>
        <w:t xml:space="preserve"> marks a shift in a balance of power</w:t>
      </w:r>
      <w:r w:rsidRPr="00987C26">
        <w:rPr>
          <w:sz w:val="16"/>
        </w:rPr>
        <w:t xml:space="preserve"> that has always tipped to the United States </w:t>
      </w:r>
      <w:r w:rsidRPr="00987C26">
        <w:rPr>
          <w:rStyle w:val="StyleBoldUnderline"/>
        </w:rPr>
        <w:t>and,</w:t>
      </w:r>
      <w:r w:rsidRPr="00987C26">
        <w:rPr>
          <w:sz w:val="16"/>
        </w:rPr>
        <w:t xml:space="preserve"> analysts said, </w:t>
      </w:r>
      <w:r w:rsidRPr="00987C26">
        <w:rPr>
          <w:rStyle w:val="StyleBoldUnderline"/>
        </w:rPr>
        <w:t xml:space="preserve">will </w:t>
      </w:r>
      <w:r w:rsidRPr="00987C26">
        <w:rPr>
          <w:rStyle w:val="Emphasis"/>
        </w:rPr>
        <w:t>carry political risk as Congress negotiates an immigration bill</w:t>
      </w:r>
      <w:r w:rsidRPr="00987C26">
        <w:rPr>
          <w:rStyle w:val="StyleBoldUnderline"/>
        </w:rPr>
        <w:t xml:space="preserve"> that is expected to include provisions for tighter border security. </w:t>
      </w:r>
      <w:r w:rsidRPr="00987C26">
        <w:rPr>
          <w:sz w:val="16"/>
        </w:rPr>
        <w:t xml:space="preserve">“If there is a </w:t>
      </w:r>
      <w:r w:rsidRPr="00987C26">
        <w:rPr>
          <w:rStyle w:val="Emphasis"/>
        </w:rPr>
        <w:t>perception</w:t>
      </w:r>
      <w:r w:rsidRPr="00987C26">
        <w:rPr>
          <w:rStyle w:val="StyleBoldUnderline"/>
        </w:rPr>
        <w:t xml:space="preserve"> in the U.S. Congress that security cooperation is weakening</w:t>
      </w:r>
      <w:r w:rsidRPr="00987C26">
        <w:rPr>
          <w:sz w:val="16"/>
        </w:rPr>
        <w:t xml:space="preserve">, that </w:t>
      </w:r>
      <w:r w:rsidRPr="00987C26">
        <w:rPr>
          <w:rStyle w:val="StyleBoldUnderline"/>
        </w:rPr>
        <w:t xml:space="preserve">could </w:t>
      </w:r>
      <w:r w:rsidRPr="00987C26">
        <w:rPr>
          <w:rStyle w:val="Emphasis"/>
        </w:rPr>
        <w:t>play into the hands of those who oppose immigration reform,</w:t>
      </w:r>
      <w:r w:rsidRPr="00987C26">
        <w:rPr>
          <w:rStyle w:val="StyleBoldUnderline"/>
        </w:rPr>
        <w:t xml:space="preserve">” said </w:t>
      </w:r>
      <w:r w:rsidRPr="00987C26">
        <w:rPr>
          <w:sz w:val="16"/>
        </w:rPr>
        <w:t>Vanda Felbab-</w:t>
      </w:r>
      <w:r w:rsidRPr="00987C26">
        <w:rPr>
          <w:rStyle w:val="StyleBoldUnderline"/>
        </w:rPr>
        <w:t>Brown, a counternarcotics expert at</w:t>
      </w:r>
      <w:r w:rsidRPr="00987C26">
        <w:rPr>
          <w:sz w:val="16"/>
        </w:rPr>
        <w:t xml:space="preserve"> the </w:t>
      </w:r>
      <w:r w:rsidRPr="00987C26">
        <w:rPr>
          <w:rStyle w:val="StyleBoldUnderline"/>
        </w:rPr>
        <w:t>Brookings</w:t>
      </w:r>
      <w:r w:rsidRPr="00987C26">
        <w:rPr>
          <w:sz w:val="16"/>
        </w:rPr>
        <w:t xml:space="preserve"> Institution in Washington. “Realistically, the border is as tight as could be and there have been few spillovers of the violence from Mexico into the U.S.,” she added, but </w:t>
      </w:r>
      <w:r w:rsidRPr="00987C26">
        <w:rPr>
          <w:rStyle w:val="Emphasis"/>
        </w:rPr>
        <w:t>perceptions count in Washington “and can be easily distorted</w:t>
      </w:r>
      <w:r w:rsidRPr="00987C26">
        <w:rPr>
          <w:sz w:val="16"/>
        </w:rPr>
        <w:t>.” “</w:t>
      </w:r>
      <w:r w:rsidRPr="00987C26">
        <w:rPr>
          <w:rStyle w:val="StyleBoldUnderline"/>
        </w:rPr>
        <w:t xml:space="preserve">Drugs </w:t>
      </w:r>
      <w:r w:rsidRPr="00987C26">
        <w:rPr>
          <w:sz w:val="16"/>
        </w:rPr>
        <w:t xml:space="preserve">today </w:t>
      </w:r>
      <w:r w:rsidRPr="00987C26">
        <w:rPr>
          <w:rStyle w:val="StyleBoldUnderline"/>
        </w:rPr>
        <w:t>are not very important to the U.S. public over all,”</w:t>
      </w:r>
      <w:r w:rsidRPr="00987C26">
        <w:rPr>
          <w:sz w:val="16"/>
        </w:rPr>
        <w:t xml:space="preserve"> she added, “</w:t>
      </w:r>
      <w:r w:rsidRPr="00987C26">
        <w:rPr>
          <w:rStyle w:val="StyleBoldUnderline"/>
        </w:rPr>
        <w:t xml:space="preserve">but they are important to committed drug warriors who are </w:t>
      </w:r>
      <w:r w:rsidRPr="00987C26">
        <w:rPr>
          <w:rStyle w:val="Emphasis"/>
        </w:rPr>
        <w:t>politically powerful.”</w:t>
      </w:r>
      <w:r w:rsidRPr="00987C26">
        <w:rPr>
          <w:rStyle w:val="StyleBoldUnderline"/>
        </w:rPr>
        <w:t xml:space="preserve"> </w:t>
      </w:r>
      <w:r w:rsidRPr="00987C26">
        <w:rPr>
          <w:sz w:val="16"/>
        </w:rPr>
        <w:t xml:space="preserve">Representative Michael T. </w:t>
      </w:r>
      <w:r w:rsidRPr="00987C26">
        <w:rPr>
          <w:rStyle w:val="StyleBoldUnderline"/>
        </w:rPr>
        <w:t>McCaul</w:t>
      </w:r>
      <w:r w:rsidRPr="00987C26">
        <w:rPr>
          <w:sz w:val="16"/>
        </w:rPr>
        <w:t xml:space="preserve">, a Texas Republican who is </w:t>
      </w:r>
      <w:r w:rsidRPr="00987C26">
        <w:rPr>
          <w:rStyle w:val="StyleBoldUnderline"/>
        </w:rPr>
        <w:t>chair</w:t>
      </w:r>
      <w:r w:rsidRPr="00987C26">
        <w:rPr>
          <w:sz w:val="16"/>
        </w:rPr>
        <w:t xml:space="preserve">man </w:t>
      </w:r>
      <w:r w:rsidRPr="00987C26">
        <w:rPr>
          <w:rStyle w:val="StyleBoldUnderline"/>
        </w:rPr>
        <w:t>of the Homeland Security Committee, has warned against</w:t>
      </w:r>
      <w:r w:rsidRPr="00987C26">
        <w:rPr>
          <w:sz w:val="16"/>
        </w:rPr>
        <w:t xml:space="preserve"> the danger of </w:t>
      </w:r>
      <w:r w:rsidRPr="00987C26">
        <w:rPr>
          <w:rStyle w:val="StyleBoldUnderline"/>
        </w:rPr>
        <w:t>drug cartels</w:t>
      </w:r>
      <w:r w:rsidRPr="00987C26">
        <w:rPr>
          <w:sz w:val="16"/>
        </w:rPr>
        <w:t xml:space="preserve"> forming </w:t>
      </w:r>
      <w:r w:rsidRPr="00987C26">
        <w:rPr>
          <w:rStyle w:val="StyleBoldUnderline"/>
        </w:rPr>
        <w:t>alliances with terrorist groups</w:t>
      </w:r>
      <w:r w:rsidRPr="00987C26">
        <w:rPr>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w:t>
      </w:r>
      <w:proofErr w:type="gramStart"/>
      <w:r w:rsidRPr="00987C26">
        <w:rPr>
          <w:sz w:val="16"/>
        </w:rPr>
        <w:t>connections,</w:t>
      </w:r>
      <w:proofErr w:type="gramEnd"/>
      <w:r w:rsidRPr="00987C26">
        <w:rPr>
          <w:sz w:val="16"/>
        </w:rPr>
        <w:t xml:space="preserve"> </w:t>
      </w:r>
      <w:r w:rsidRPr="00987C26">
        <w:rPr>
          <w:rStyle w:val="StyleBoldUnderline"/>
        </w:rPr>
        <w:t>drug gangs pose threats to</w:t>
      </w:r>
      <w:r w:rsidRPr="00987C26">
        <w:rPr>
          <w:sz w:val="16"/>
        </w:rPr>
        <w:t xml:space="preserve"> peace and </w:t>
      </w:r>
      <w:r w:rsidRPr="00987C26">
        <w:rPr>
          <w:rStyle w:val="StyleBoldUnderline"/>
        </w:rPr>
        <w:t>security. Human rights advocates said they feared the U</w:t>
      </w:r>
      <w:r w:rsidRPr="00987C26">
        <w:rPr>
          <w:sz w:val="16"/>
        </w:rPr>
        <w:t xml:space="preserve">nited </w:t>
      </w:r>
      <w:r w:rsidRPr="00987C26">
        <w:rPr>
          <w:rStyle w:val="StyleBoldUnderline"/>
        </w:rPr>
        <w:t>States would ease pressure on Mexico</w:t>
      </w:r>
      <w:r w:rsidRPr="00987C26">
        <w:rPr>
          <w:sz w:val="16"/>
        </w:rPr>
        <w:t xml:space="preserve"> to investigate disappearances and other abuses at the hands of the police and military, who have received substantial American support. The shift in approach “suggests that the Obama administration either doesn’t object to these abusive practices or is only willing to raise such concerns when it’s politically convenient,” said José Miguel Vivanco,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t>
      </w:r>
      <w:r w:rsidRPr="00987C26">
        <w:rPr>
          <w:sz w:val="16"/>
        </w:rPr>
        <w:lastRenderedPageBreak/>
        <w:t xml:space="preserve">well aware of the region’s problems with security, even as he is determined that they not overshadow the economic opportunities. It is clear Mr. Obama,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987C26">
        <w:rPr>
          <w:rStyle w:val="StyleBoldUnderline"/>
        </w:rPr>
        <w:t>when it comes to the United States and Central America,</w:t>
      </w:r>
      <w:r w:rsidRPr="00987C26">
        <w:rPr>
          <w:sz w:val="16"/>
        </w:rPr>
        <w:t xml:space="preserve"> “so </w:t>
      </w:r>
      <w:r w:rsidRPr="00987C26">
        <w:rPr>
          <w:rStyle w:val="StyleBoldUnderline"/>
        </w:rPr>
        <w:t xml:space="preserve">much of the </w:t>
      </w:r>
      <w:r w:rsidRPr="00987C26">
        <w:rPr>
          <w:rStyle w:val="Emphasis"/>
        </w:rPr>
        <w:t>focus ends up being on security</w:t>
      </w:r>
      <w:r w:rsidRPr="00987C26">
        <w:rPr>
          <w:sz w:val="16"/>
        </w:rPr>
        <w:t>.” “We also have to recognize that problems like narco-trafficking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rsidR="00BB0994" w:rsidRPr="00987C26" w:rsidRDefault="00BB0994" w:rsidP="00BB0994">
      <w:pPr>
        <w:rPr>
          <w:sz w:val="12"/>
        </w:rPr>
      </w:pPr>
    </w:p>
    <w:p w:rsidR="00BB0994" w:rsidRPr="00987C26" w:rsidRDefault="00BB0994" w:rsidP="00BB0994">
      <w:pPr>
        <w:pStyle w:val="Heading3"/>
      </w:pPr>
      <w:bookmarkStart w:id="7" w:name="_Toc359926078"/>
      <w:r w:rsidRPr="00987C26">
        <w:lastRenderedPageBreak/>
        <w:t>Politics Link – AT: Link Turns</w:t>
      </w:r>
      <w:bookmarkEnd w:id="7"/>
      <w:r w:rsidRPr="00987C26">
        <w:t xml:space="preserve"> </w:t>
      </w:r>
    </w:p>
    <w:p w:rsidR="00BB0994" w:rsidRPr="00987C26" w:rsidRDefault="00BB0994" w:rsidP="00BB0994">
      <w:pPr>
        <w:pStyle w:val="Heading4"/>
      </w:pPr>
      <w:r w:rsidRPr="00987C26">
        <w:t xml:space="preserve">No link turns – Politically charged debate crowds-out perceived benefits </w:t>
      </w:r>
    </w:p>
    <w:p w:rsidR="00BB0994" w:rsidRPr="00987C26" w:rsidRDefault="00BB0994" w:rsidP="00BB0994">
      <w:r w:rsidRPr="00987C26">
        <w:rPr>
          <w:rStyle w:val="StyleStyleBold12pt"/>
        </w:rPr>
        <w:t>Stratfor 5/2</w:t>
      </w:r>
      <w:r w:rsidRPr="00987C26">
        <w:t xml:space="preserve">/13 (“Evolving U.S.-Mexico Relations and Obama's Visit”, </w:t>
      </w:r>
      <w:hyperlink r:id="rId12" w:history="1">
        <w:r w:rsidRPr="00987C26">
          <w:rPr>
            <w:rStyle w:val="Hyperlink"/>
          </w:rPr>
          <w:t>http://www.stratfor.com/analysis/evolving-us-mexico-relations-and-obamas-visit</w:t>
        </w:r>
      </w:hyperlink>
      <w:r w:rsidRPr="00987C26">
        <w:t xml:space="preserve">, CMR) </w:t>
      </w:r>
    </w:p>
    <w:p w:rsidR="00BB0994" w:rsidRPr="00987C26" w:rsidRDefault="00BB0994" w:rsidP="00BB0994"/>
    <w:p w:rsidR="00BB0994" w:rsidRPr="00987C26" w:rsidRDefault="00BB0994" w:rsidP="00BB0994">
      <w:pPr>
        <w:rPr>
          <w:sz w:val="16"/>
        </w:rPr>
      </w:pPr>
      <w:r w:rsidRPr="00987C26">
        <w:rPr>
          <w:sz w:val="16"/>
        </w:rPr>
        <w:t>Security Cooperation and Centralization</w:t>
      </w:r>
      <w:r w:rsidRPr="00987C26">
        <w:rPr>
          <w:sz w:val="12"/>
        </w:rPr>
        <w:t>¶</w:t>
      </w:r>
      <w:r w:rsidRPr="00987C26">
        <w:rPr>
          <w:sz w:val="16"/>
        </w:rPr>
        <w:t xml:space="preserve"> Pena Nieto's predecessor, the National Action Party's Felipe Calderon, focused heavily on Mexico's security challenges and oversaw the sustained military offensive against criminal organizations throughout the country. Pena </w:t>
      </w:r>
      <w:r w:rsidRPr="00987C26">
        <w:rPr>
          <w:rStyle w:val="StyleBoldUnderline"/>
        </w:rPr>
        <w:t xml:space="preserve">Nieto has yet to elaborate much on his plans to address the security issues, </w:t>
      </w:r>
      <w:r w:rsidRPr="00987C26">
        <w:rPr>
          <w:sz w:val="16"/>
        </w:rPr>
        <w:t>but he has emphasized the need to combat street violence and kidnappings, while playing down the importance of combating drug trafficking -- a U.S. priority.</w:t>
      </w:r>
      <w:r w:rsidRPr="00987C26">
        <w:rPr>
          <w:sz w:val="12"/>
        </w:rPr>
        <w:t>¶</w:t>
      </w:r>
      <w:r w:rsidRPr="00987C26">
        <w:rPr>
          <w:sz w:val="16"/>
        </w:rPr>
        <w:t xml:space="preserve"> But ahead of Obama's visit, certain details have emerged indicating that the Pena Nieto administration intends to change the nature of intelligence cooperation between the United States and Mexico. Until now, the two countries' various law enforcement and intelligence agencies have been able to interact directly, but Mexico's interior ministry will begin overseeing all intelligence collaboration.</w:t>
      </w:r>
      <w:r w:rsidRPr="00987C26">
        <w:rPr>
          <w:sz w:val="12"/>
        </w:rPr>
        <w:t>¶</w:t>
      </w:r>
      <w:r w:rsidRPr="00987C26">
        <w:rPr>
          <w:sz w:val="16"/>
        </w:rPr>
        <w:t xml:space="preserve"> </w:t>
      </w:r>
      <w:proofErr w:type="gramStart"/>
      <w:r w:rsidRPr="00987C26">
        <w:rPr>
          <w:sz w:val="16"/>
        </w:rPr>
        <w:t>This</w:t>
      </w:r>
      <w:proofErr w:type="gramEnd"/>
      <w:r w:rsidRPr="00987C26">
        <w:rPr>
          <w:sz w:val="16"/>
        </w:rPr>
        <w:t xml:space="preserve"> centralization effort has not been isolated to cooperation with the United States. The Mexican Interior Ministry has also taken charge of the federal police, and Pena Nieto intends to eventually create a national gendarmarie under the interior secretariat in order to fill the role in the drug wars currently played by the Mexican military with a security body better equipped with law enforcement training.</w:t>
      </w:r>
      <w:r w:rsidRPr="00987C26">
        <w:rPr>
          <w:sz w:val="12"/>
        </w:rPr>
        <w:t>¶</w:t>
      </w:r>
      <w:r w:rsidRPr="00987C26">
        <w:rPr>
          <w:sz w:val="16"/>
        </w:rPr>
        <w:t xml:space="preserve"> Thus, the extent and manner to which this centralization will affect security cooperation with the United States is unclear. But the </w:t>
      </w:r>
      <w:r w:rsidRPr="00987C26">
        <w:rPr>
          <w:rStyle w:val="StyleBoldUnderline"/>
        </w:rPr>
        <w:t>changes are primarily designed to give Mexico greater control over the intelligence process involved in combating the country's violent gangs</w:t>
      </w:r>
      <w:r w:rsidRPr="00987C26">
        <w:rPr>
          <w:sz w:val="16"/>
        </w:rPr>
        <w:t>. The intention is not to block U.S. collaboration and assistance, but rather to reform existing structures.</w:t>
      </w:r>
      <w:r w:rsidRPr="00987C26">
        <w:rPr>
          <w:sz w:val="12"/>
        </w:rPr>
        <w:t>¶</w:t>
      </w:r>
      <w:r w:rsidRPr="00987C26">
        <w:rPr>
          <w:sz w:val="16"/>
        </w:rPr>
        <w:t xml:space="preserve"> Domestic Issues, Bilateral Implications</w:t>
      </w:r>
      <w:r w:rsidRPr="00987C26">
        <w:rPr>
          <w:sz w:val="12"/>
        </w:rPr>
        <w:t>¶</w:t>
      </w:r>
      <w:r w:rsidRPr="00987C26">
        <w:rPr>
          <w:sz w:val="16"/>
        </w:rPr>
        <w:t xml:space="preserve"> </w:t>
      </w:r>
      <w:r w:rsidRPr="00987C26">
        <w:rPr>
          <w:rStyle w:val="StyleBoldUnderline"/>
        </w:rPr>
        <w:t>While Mexico reorients its internal focus to structural changes</w:t>
      </w:r>
      <w:r w:rsidRPr="00987C26">
        <w:rPr>
          <w:sz w:val="16"/>
        </w:rPr>
        <w:t xml:space="preserve"> that its leaders hope will lay foundations for economic development, </w:t>
      </w:r>
      <w:r w:rsidRPr="00987C26">
        <w:rPr>
          <w:rStyle w:val="StyleBoldUnderline"/>
        </w:rPr>
        <w:t>the country could</w:t>
      </w:r>
      <w:r w:rsidRPr="00987C26">
        <w:rPr>
          <w:sz w:val="16"/>
        </w:rPr>
        <w:t xml:space="preserve"> also </w:t>
      </w:r>
      <w:r w:rsidRPr="00987C26">
        <w:rPr>
          <w:rStyle w:val="StyleBoldUnderline"/>
        </w:rPr>
        <w:t xml:space="preserve">be affected by </w:t>
      </w:r>
      <w:r w:rsidRPr="00987C26">
        <w:rPr>
          <w:rStyle w:val="Emphasis"/>
        </w:rPr>
        <w:t>domestic issues</w:t>
      </w:r>
      <w:r w:rsidRPr="00987C26">
        <w:rPr>
          <w:rStyle w:val="StyleBoldUnderline"/>
        </w:rPr>
        <w:t xml:space="preserve"> </w:t>
      </w:r>
      <w:r w:rsidRPr="00987C26">
        <w:rPr>
          <w:rStyle w:val="Emphasis"/>
        </w:rPr>
        <w:t>under debate</w:t>
      </w:r>
      <w:r w:rsidRPr="00987C26">
        <w:rPr>
          <w:rStyle w:val="StyleBoldUnderline"/>
        </w:rPr>
        <w:t xml:space="preserve"> in the U</w:t>
      </w:r>
      <w:r w:rsidRPr="00987C26">
        <w:rPr>
          <w:sz w:val="16"/>
        </w:rPr>
        <w:t xml:space="preserve">nited </w:t>
      </w:r>
      <w:r w:rsidRPr="00987C26">
        <w:rPr>
          <w:rStyle w:val="StyleBoldUnderline"/>
        </w:rPr>
        <w:t>S</w:t>
      </w:r>
      <w:r w:rsidRPr="00987C26">
        <w:rPr>
          <w:sz w:val="16"/>
        </w:rPr>
        <w:t xml:space="preserve">tates. For years, Mexico has been pressing the United States to enact stricter gun laws. Though a prominent gun control bill failed in the U.S. Senate on April 17, the issue will likely re-emerge later in </w:t>
      </w:r>
      <w:proofErr w:type="gramStart"/>
      <w:r w:rsidRPr="00987C26">
        <w:rPr>
          <w:sz w:val="16"/>
        </w:rPr>
        <w:t>2013,</w:t>
      </w:r>
      <w:proofErr w:type="gramEnd"/>
      <w:r w:rsidRPr="00987C26">
        <w:rPr>
          <w:sz w:val="16"/>
        </w:rPr>
        <w:t xml:space="preserve"> and at least some gun control measures currently enjoy broad popular support. Meanwhile, demographic changes in the United States are driving a debate about immigration reform that, if implemented, would require collaboration with Mexico, many of whose citizens would seek to legalize their residential status in the United States.</w:t>
      </w:r>
      <w:r w:rsidRPr="00987C26">
        <w:rPr>
          <w:sz w:val="12"/>
        </w:rPr>
        <w:t>¶</w:t>
      </w:r>
      <w:r w:rsidRPr="00987C26">
        <w:rPr>
          <w:sz w:val="16"/>
        </w:rPr>
        <w:t xml:space="preserve"> Though the passage of these reforms will similarly be determined solely by U.S. domestic political factors, their success would be a significant boon for bilateral relations with Mexico. Indeed, for Obama and Pena Nieto, </w:t>
      </w:r>
      <w:r w:rsidRPr="00987C26">
        <w:rPr>
          <w:rStyle w:val="StyleBoldUnderline"/>
        </w:rPr>
        <w:t>the effects</w:t>
      </w:r>
      <w:r w:rsidRPr="00987C26">
        <w:rPr>
          <w:sz w:val="16"/>
        </w:rPr>
        <w:t xml:space="preserve"> each feel </w:t>
      </w:r>
      <w:r w:rsidRPr="00987C26">
        <w:rPr>
          <w:rStyle w:val="StyleBoldUnderline"/>
        </w:rPr>
        <w:t>of</w:t>
      </w:r>
      <w:r w:rsidRPr="00987C26">
        <w:rPr>
          <w:sz w:val="16"/>
        </w:rPr>
        <w:t xml:space="preserve"> the other's </w:t>
      </w:r>
      <w:r w:rsidRPr="00987C26">
        <w:rPr>
          <w:rStyle w:val="StyleBoldUnderline"/>
        </w:rPr>
        <w:t xml:space="preserve">policy decisions will be </w:t>
      </w:r>
      <w:r w:rsidRPr="00987C26">
        <w:rPr>
          <w:rStyle w:val="Emphasis"/>
        </w:rPr>
        <w:t>magnified</w:t>
      </w:r>
      <w:r w:rsidRPr="00987C26">
        <w:rPr>
          <w:rStyle w:val="StyleBoldUnderline"/>
        </w:rPr>
        <w:t xml:space="preserve"> by the unique demographic, geographic and economic ties binding their countries</w:t>
      </w:r>
      <w:r w:rsidRPr="00987C26">
        <w:rPr>
          <w:sz w:val="16"/>
        </w:rPr>
        <w:t xml:space="preserve">. Yet, </w:t>
      </w:r>
      <w:r w:rsidRPr="00987C26">
        <w:rPr>
          <w:rStyle w:val="StyleBoldUnderline"/>
        </w:rPr>
        <w:t xml:space="preserve">the </w:t>
      </w:r>
      <w:r w:rsidRPr="00987C26">
        <w:rPr>
          <w:rStyle w:val="Emphasis"/>
        </w:rPr>
        <w:t>domestic environment</w:t>
      </w:r>
      <w:r w:rsidRPr="00987C26">
        <w:rPr>
          <w:rStyle w:val="StyleBoldUnderline"/>
        </w:rPr>
        <w:t xml:space="preserve"> and </w:t>
      </w:r>
      <w:r w:rsidRPr="00987C26">
        <w:rPr>
          <w:rStyle w:val="Emphasis"/>
        </w:rPr>
        <w:t>political calculations</w:t>
      </w:r>
      <w:r w:rsidRPr="00987C26">
        <w:rPr>
          <w:rStyle w:val="StyleBoldUnderline"/>
        </w:rPr>
        <w:t xml:space="preserve"> in each country will ultimately shape the effects of this period of political change.</w:t>
      </w:r>
      <w:r w:rsidRPr="00987C26">
        <w:rPr>
          <w:rStyle w:val="StyleBoldUnderline"/>
          <w:b w:val="0"/>
          <w:sz w:val="12"/>
        </w:rPr>
        <w:t>¶</w:t>
      </w:r>
      <w:r w:rsidRPr="00987C26">
        <w:rPr>
          <w:sz w:val="16"/>
        </w:rPr>
        <w:t xml:space="preserve"> </w:t>
      </w:r>
      <w:r w:rsidRPr="00987C26">
        <w:rPr>
          <w:rStyle w:val="StyleBoldUnderline"/>
        </w:rPr>
        <w:t xml:space="preserve">The U.S. political decision-making process is largely </w:t>
      </w:r>
      <w:r w:rsidRPr="00987C26">
        <w:rPr>
          <w:rStyle w:val="Emphasis"/>
        </w:rPr>
        <w:t>isolated</w:t>
      </w:r>
      <w:r w:rsidRPr="00987C26">
        <w:rPr>
          <w:rStyle w:val="StyleBoldUnderline"/>
        </w:rPr>
        <w:t xml:space="preserve"> from international influence</w:t>
      </w:r>
      <w:r w:rsidRPr="00987C26">
        <w:rPr>
          <w:sz w:val="16"/>
        </w:rPr>
        <w:t>, and the Pena Nieto administration likewise appears to be consolidating key policy areas under Mexican control at the expense of U.S. influence. Still, Mexico's steady emergence as an economic power in North America sets the stage for a bilateral relationship much more heavily focused on opportunities for economic cooperation.</w:t>
      </w:r>
    </w:p>
    <w:p w:rsidR="00BB0994" w:rsidRPr="00987C26" w:rsidRDefault="00BB0994" w:rsidP="00BB0994"/>
    <w:p w:rsidR="00BB0994" w:rsidRPr="00987C26" w:rsidRDefault="00BB0994" w:rsidP="00BB0994"/>
    <w:p w:rsidR="00BB0994" w:rsidRPr="00987C26" w:rsidRDefault="00BB0994" w:rsidP="00BB0994">
      <w:pPr>
        <w:pStyle w:val="Heading3"/>
      </w:pPr>
      <w:bookmarkStart w:id="8" w:name="_Toc359926079"/>
      <w:r w:rsidRPr="00987C26">
        <w:lastRenderedPageBreak/>
        <w:t>Politics Link - PC</w:t>
      </w:r>
      <w:bookmarkEnd w:id="8"/>
    </w:p>
    <w:p w:rsidR="00BB0994" w:rsidRPr="00987C26" w:rsidRDefault="00BB0994" w:rsidP="00BB0994">
      <w:pPr>
        <w:pStyle w:val="Heading4"/>
      </w:pPr>
      <w:r w:rsidRPr="00987C26">
        <w:t>Engaging Mexico drains PC</w:t>
      </w:r>
    </w:p>
    <w:p w:rsidR="00BB0994" w:rsidRPr="00987C26" w:rsidRDefault="00BB0994" w:rsidP="00BB0994">
      <w:r w:rsidRPr="00987C26">
        <w:rPr>
          <w:rStyle w:val="StyleStyleBold12pt"/>
        </w:rPr>
        <w:t>Farnsworth 12</w:t>
      </w:r>
      <w:r w:rsidRPr="00987C26">
        <w:t xml:space="preserve"> – VP of the Council of the Americas and Americas Society (Eric, “The United States and Mexico: The Path Forward”, Nov 30, </w:t>
      </w:r>
      <w:hyperlink r:id="rId13" w:history="1">
        <w:r w:rsidRPr="00987C26">
          <w:rPr>
            <w:rStyle w:val="Hyperlink"/>
          </w:rPr>
          <w:t>http://www.americanprogress.org/issues/security/news/2012/11/30/46430/the-united-states-and-mexico-the-path-forward/</w:t>
        </w:r>
      </w:hyperlink>
      <w:r w:rsidRPr="00987C26">
        <w:t xml:space="preserve">, CMR) </w:t>
      </w:r>
    </w:p>
    <w:p w:rsidR="00BB0994" w:rsidRPr="00987C26" w:rsidRDefault="00BB0994" w:rsidP="00BB0994"/>
    <w:p w:rsidR="00BB0994" w:rsidRPr="00987C26" w:rsidRDefault="00BB0994" w:rsidP="00BB0994">
      <w:pPr>
        <w:rPr>
          <w:sz w:val="16"/>
        </w:rPr>
      </w:pPr>
      <w:r w:rsidRPr="00987C26">
        <w:rPr>
          <w:rStyle w:val="StyleBoldUnderline"/>
        </w:rPr>
        <w:t>The election of</w:t>
      </w:r>
      <w:r w:rsidRPr="00987C26">
        <w:rPr>
          <w:sz w:val="16"/>
        </w:rPr>
        <w:t xml:space="preserve"> Enrique Peña </w:t>
      </w:r>
      <w:r w:rsidRPr="00987C26">
        <w:rPr>
          <w:rStyle w:val="StyleBoldUnderline"/>
        </w:rPr>
        <w:t>Nieto and the re-election of</w:t>
      </w:r>
      <w:r w:rsidRPr="00987C26">
        <w:rPr>
          <w:sz w:val="16"/>
        </w:rPr>
        <w:t xml:space="preserve"> President </w:t>
      </w:r>
      <w:r w:rsidRPr="00987C26">
        <w:rPr>
          <w:rStyle w:val="StyleBoldUnderline"/>
        </w:rPr>
        <w:t>Obama mean</w:t>
      </w:r>
      <w:r w:rsidRPr="00987C26">
        <w:rPr>
          <w:sz w:val="16"/>
        </w:rPr>
        <w:t xml:space="preserve"> that </w:t>
      </w:r>
      <w:r w:rsidRPr="00987C26">
        <w:rPr>
          <w:rStyle w:val="StyleBoldUnderline"/>
        </w:rPr>
        <w:t>the U.S.-Mexican relationship has a unique opportunity to grow closer and bring numerous benefits to both sides of the border</w:t>
      </w:r>
      <w:r w:rsidRPr="00987C26">
        <w:rPr>
          <w:sz w:val="16"/>
        </w:rPr>
        <w:t xml:space="preserve">. To fully appreciate this unique opportunity, </w:t>
      </w:r>
      <w:r w:rsidRPr="00987C26">
        <w:rPr>
          <w:rStyle w:val="StyleBoldUnderline"/>
        </w:rPr>
        <w:t xml:space="preserve">both sides must invest </w:t>
      </w:r>
      <w:r w:rsidRPr="00987C26">
        <w:rPr>
          <w:rStyle w:val="Emphasis"/>
        </w:rPr>
        <w:t>political capital</w:t>
      </w:r>
      <w:r w:rsidRPr="00987C26">
        <w:rPr>
          <w:sz w:val="16"/>
        </w:rPr>
        <w:t xml:space="preserve"> </w:t>
      </w:r>
      <w:r w:rsidRPr="00987C26">
        <w:rPr>
          <w:rStyle w:val="StyleBoldUnderline"/>
        </w:rPr>
        <w:t xml:space="preserve">and be prepared to engage domestic public opinion when it comes to </w:t>
      </w:r>
      <w:r w:rsidRPr="00987C26">
        <w:rPr>
          <w:rStyle w:val="Emphasis"/>
        </w:rPr>
        <w:t>explaining</w:t>
      </w:r>
      <w:r w:rsidRPr="00987C26">
        <w:rPr>
          <w:sz w:val="16"/>
        </w:rPr>
        <w:t xml:space="preserve"> why our countries are united by much more than a fence.</w:t>
      </w:r>
    </w:p>
    <w:p w:rsidR="00BB0994" w:rsidRPr="00987C26" w:rsidRDefault="00BB0994" w:rsidP="00BB0994">
      <w:pPr>
        <w:pStyle w:val="Heading4"/>
      </w:pPr>
      <w:r w:rsidRPr="00987C26">
        <w:t xml:space="preserve">Real changes require PC – failed rhetorical commitments prove </w:t>
      </w:r>
    </w:p>
    <w:p w:rsidR="00BB0994" w:rsidRPr="00987C26" w:rsidRDefault="00BB0994" w:rsidP="00BB0994">
      <w:r w:rsidRPr="00987C26">
        <w:rPr>
          <w:rStyle w:val="StyleStyleBold12pt"/>
        </w:rPr>
        <w:t>Corcoran 9</w:t>
      </w:r>
      <w:r w:rsidRPr="00987C26">
        <w:t xml:space="preserve"> (Patrick, “Shift in Tone Not Enough for U.S.-Mexico Relations”, April 16, </w:t>
      </w:r>
      <w:hyperlink r:id="rId14" w:history="1">
        <w:r w:rsidRPr="00987C26">
          <w:rPr>
            <w:rStyle w:val="Hyperlink"/>
          </w:rPr>
          <w:t>http://www.worldpoliticsreview.com/articles/3618/shift-in-tone-not-enough-for-u-s-mexico-relations</w:t>
        </w:r>
      </w:hyperlink>
      <w:r w:rsidRPr="00987C26">
        <w:t xml:space="preserve">, CMR) </w:t>
      </w:r>
    </w:p>
    <w:p w:rsidR="00BB0994" w:rsidRPr="00987C26" w:rsidRDefault="00BB0994" w:rsidP="00BB0994"/>
    <w:p w:rsidR="00BB0994" w:rsidRPr="00987C26" w:rsidRDefault="00BB0994" w:rsidP="00BB0994">
      <w:pPr>
        <w:rPr>
          <w:sz w:val="16"/>
        </w:rPr>
      </w:pPr>
      <w:r w:rsidRPr="00987C26">
        <w:rPr>
          <w:sz w:val="16"/>
        </w:rPr>
        <w:t xml:space="preserve">But while the shift in tone is laudable, </w:t>
      </w:r>
      <w:r w:rsidRPr="00987C26">
        <w:rPr>
          <w:rStyle w:val="StyleBoldUnderline"/>
        </w:rPr>
        <w:t xml:space="preserve">the impact of rhetoric alone will be </w:t>
      </w:r>
      <w:r w:rsidRPr="00987C26">
        <w:rPr>
          <w:rStyle w:val="Emphasis"/>
        </w:rPr>
        <w:t>limited</w:t>
      </w:r>
      <w:r w:rsidRPr="00987C26">
        <w:rPr>
          <w:sz w:val="16"/>
        </w:rPr>
        <w:t xml:space="preserve"> in both duration and depth. Unfortunately, while </w:t>
      </w:r>
      <w:r w:rsidRPr="00987C26">
        <w:rPr>
          <w:rStyle w:val="StyleBoldUnderline"/>
        </w:rPr>
        <w:t>Obama</w:t>
      </w:r>
      <w:r w:rsidRPr="00987C26">
        <w:rPr>
          <w:sz w:val="16"/>
        </w:rPr>
        <w:t xml:space="preserve">'s team has reinforced cooperative security measures already in place to help Mexico battle against drug cartels, it </w:t>
      </w:r>
      <w:r w:rsidRPr="00987C26">
        <w:rPr>
          <w:rStyle w:val="StyleBoldUnderline"/>
        </w:rPr>
        <w:t xml:space="preserve">has remained unwilling to commit to more </w:t>
      </w:r>
      <w:r w:rsidRPr="00987C26">
        <w:rPr>
          <w:rStyle w:val="Emphasis"/>
        </w:rPr>
        <w:t xml:space="preserve">fundamental changes </w:t>
      </w:r>
      <w:r w:rsidRPr="00987C26">
        <w:rPr>
          <w:rStyle w:val="StyleBoldUnderline"/>
        </w:rPr>
        <w:t>in U.S. policy</w:t>
      </w:r>
      <w:r w:rsidRPr="00987C26">
        <w:rPr>
          <w:sz w:val="16"/>
        </w:rPr>
        <w:t xml:space="preserve">. Among such possible transformations to the bilateral status quo, two U.S. legislative initiatives stand out for the impact they might have on the drug war in Mexico. </w:t>
      </w:r>
      <w:r w:rsidRPr="00987C26">
        <w:rPr>
          <w:sz w:val="12"/>
        </w:rPr>
        <w:t>¶</w:t>
      </w:r>
      <w:r w:rsidRPr="00987C26">
        <w:rPr>
          <w:sz w:val="16"/>
        </w:rPr>
        <w:t xml:space="preserve"> First, the Obama administration should pursue a new ban on assault weapons, much like the one that expired in 2004, but without the loopholes that allowed slightly modified machine guns to qualify as legal. Since Mexico is already overrun with weapons, such a ban wouldn't drive violence down overnight, and the larger criminal organizations would still be able to find willing suppliers elsewhere. However, a strengthened ban would force drug gangs to divert a larger proportion of their profits to weapons purchases, which would make it harder for smaller groups to stockpile arsenals. It would also eventually reduce the number of weapons in the country, making Mexico less prone to outbreaks of warfare between criminal gangs. However, when asked about a new ban last month on Face the Nation, Obama demurred.</w:t>
      </w:r>
      <w:r w:rsidRPr="00987C26">
        <w:rPr>
          <w:sz w:val="12"/>
        </w:rPr>
        <w:t>¶</w:t>
      </w:r>
      <w:r w:rsidRPr="00987C26">
        <w:rPr>
          <w:sz w:val="16"/>
        </w:rPr>
        <w:t xml:space="preserve"> Second, the Obama administration should seek the legalization of marijuana, which remains the most profitable source of revenue for Mexican smugglers. Polls show that close to half of the U.S. public favors the move, which would have a greater direct impact on the profitability of Mexico's drug gangs than any other single action. A growing chorus of mainstream analysts, including Time's Joe Klein and the Washington Post's Eugene Robinson, has also called for the regulated, legal sale of cannabis in recent weeks. </w:t>
      </w:r>
      <w:r w:rsidRPr="00987C26">
        <w:rPr>
          <w:sz w:val="12"/>
        </w:rPr>
        <w:t>¶</w:t>
      </w:r>
      <w:r w:rsidRPr="00987C26">
        <w:rPr>
          <w:sz w:val="16"/>
        </w:rPr>
        <w:t xml:space="preserve"> Yet, when questioned about the possibility of legalizing marijuana at his recent online town hall meeting, Obama -- who has himself admitted to having smoked marijuana -- poked fun at those interested in the issue before summarily dismissing it. The context of the War on Drugs, which demonizes all discussions of legalization, might make such a reaction good politics. But it remains poor policy. </w:t>
      </w:r>
      <w:r w:rsidRPr="00987C26">
        <w:rPr>
          <w:sz w:val="12"/>
        </w:rPr>
        <w:t>¶</w:t>
      </w:r>
      <w:r w:rsidRPr="00987C26">
        <w:rPr>
          <w:sz w:val="16"/>
        </w:rPr>
        <w:t xml:space="preserve"> </w:t>
      </w:r>
      <w:proofErr w:type="gramStart"/>
      <w:r w:rsidRPr="00987C26">
        <w:rPr>
          <w:sz w:val="16"/>
        </w:rPr>
        <w:t>In</w:t>
      </w:r>
      <w:proofErr w:type="gramEnd"/>
      <w:r w:rsidRPr="00987C26">
        <w:rPr>
          <w:sz w:val="16"/>
        </w:rPr>
        <w:t xml:space="preserve"> other realms, </w:t>
      </w:r>
      <w:r w:rsidRPr="00987C26">
        <w:rPr>
          <w:rStyle w:val="StyleBoldUnderline"/>
        </w:rPr>
        <w:t>Obama has</w:t>
      </w:r>
      <w:r w:rsidRPr="00987C26">
        <w:rPr>
          <w:sz w:val="16"/>
        </w:rPr>
        <w:t xml:space="preserve"> been similarly </w:t>
      </w:r>
      <w:r w:rsidRPr="00987C26">
        <w:rPr>
          <w:rStyle w:val="Emphasis"/>
        </w:rPr>
        <w:t>timid</w:t>
      </w:r>
      <w:r w:rsidRPr="00987C26">
        <w:rPr>
          <w:sz w:val="16"/>
        </w:rPr>
        <w:t xml:space="preserve">. </w:t>
      </w:r>
      <w:r w:rsidRPr="00987C26">
        <w:rPr>
          <w:rStyle w:val="StyleBoldUnderline"/>
        </w:rPr>
        <w:t>He has been unwilling to expend political capital</w:t>
      </w:r>
      <w:r w:rsidRPr="00987C26">
        <w:rPr>
          <w:sz w:val="16"/>
        </w:rPr>
        <w:t xml:space="preserve"> to renew a program that would allow Mexican trucks to traverse U.S. roads, much to the dismay of Mexican exporters and NAFTA supporters. More significantly, while Obama has ratcheted up his rhetoric on immigration reform, it remains at best the third-highest priority on his domestic agenda. </w:t>
      </w:r>
      <w:r w:rsidRPr="00987C26">
        <w:rPr>
          <w:sz w:val="12"/>
        </w:rPr>
        <w:t>¶</w:t>
      </w:r>
      <w:r w:rsidRPr="00987C26">
        <w:rPr>
          <w:sz w:val="16"/>
        </w:rPr>
        <w:t xml:space="preserve"> </w:t>
      </w:r>
      <w:proofErr w:type="gramStart"/>
      <w:r w:rsidRPr="00987C26">
        <w:rPr>
          <w:sz w:val="16"/>
        </w:rPr>
        <w:t>All</w:t>
      </w:r>
      <w:proofErr w:type="gramEnd"/>
      <w:r w:rsidRPr="00987C26">
        <w:rPr>
          <w:sz w:val="16"/>
        </w:rPr>
        <w:t xml:space="preserve"> of this means that </w:t>
      </w:r>
      <w:r w:rsidRPr="00987C26">
        <w:rPr>
          <w:rStyle w:val="StyleBoldUnderline"/>
        </w:rPr>
        <w:t>despite the wave of Mexican enthusiasm for the new</w:t>
      </w:r>
      <w:r w:rsidRPr="00987C26">
        <w:rPr>
          <w:sz w:val="16"/>
        </w:rPr>
        <w:t xml:space="preserve"> U.S. government and the </w:t>
      </w:r>
      <w:r w:rsidRPr="00987C26">
        <w:rPr>
          <w:rStyle w:val="StyleBoldUnderline"/>
        </w:rPr>
        <w:t>tone</w:t>
      </w:r>
      <w:r w:rsidRPr="00987C26">
        <w:rPr>
          <w:sz w:val="16"/>
        </w:rPr>
        <w:t xml:space="preserve"> it has struck, </w:t>
      </w:r>
      <w:r w:rsidRPr="00987C26">
        <w:rPr>
          <w:rStyle w:val="StyleBoldUnderline"/>
        </w:rPr>
        <w:t xml:space="preserve">the bilateral relationship </w:t>
      </w:r>
      <w:r w:rsidRPr="00987C26">
        <w:rPr>
          <w:rStyle w:val="Emphasis"/>
        </w:rPr>
        <w:t>won't differ</w:t>
      </w:r>
      <w:r w:rsidRPr="00987C26">
        <w:rPr>
          <w:sz w:val="16"/>
        </w:rPr>
        <w:t xml:space="preserve"> fundamentally from that under former presidents George W. Bush and Bill Clinton. While Obama and his administration deserve credit for reappropriating the terms of the bilateral conversation, </w:t>
      </w:r>
      <w:r w:rsidRPr="00987C26">
        <w:rPr>
          <w:rStyle w:val="StyleBoldUnderline"/>
        </w:rPr>
        <w:t>his administration shouldn't be surprised if Mexico soon loses its infatuation with attractive rhetoric wrapped around the same old problems</w:t>
      </w:r>
      <w:r w:rsidRPr="00987C26">
        <w:rPr>
          <w:sz w:val="16"/>
        </w:rPr>
        <w:t>.</w:t>
      </w:r>
    </w:p>
    <w:p w:rsidR="00BB0994" w:rsidRPr="00987C26" w:rsidRDefault="00BB0994" w:rsidP="00BB0994">
      <w:pPr>
        <w:pStyle w:val="Heading4"/>
      </w:pPr>
      <w:r w:rsidRPr="00987C26">
        <w:t>The plan is politically unpopular.</w:t>
      </w:r>
    </w:p>
    <w:p w:rsidR="00BB0994" w:rsidRPr="00987C26" w:rsidRDefault="00BB0994" w:rsidP="00BB0994">
      <w:pPr>
        <w:rPr>
          <w:b/>
        </w:rPr>
      </w:pPr>
      <w:r w:rsidRPr="00987C26">
        <w:rPr>
          <w:rStyle w:val="StyleStyleBold12pt"/>
          <w:sz w:val="24"/>
        </w:rPr>
        <w:t xml:space="preserve">Wilson May 2013 </w:t>
      </w:r>
      <w:r w:rsidRPr="00987C26">
        <w:rPr>
          <w:rStyle w:val="StyleStyleBold12pt"/>
          <w:sz w:val="24"/>
        </w:rPr>
        <w:br/>
      </w:r>
      <w:r w:rsidRPr="00987C26">
        <w:t xml:space="preserve">Christopher E. Wilson Associate at the Mexico Institute of the Woodrow Wilson International Center for Scholars, where he develops the Institute’s research and programming on regional economic integration and U.S.-Mexico border affairs. “A U.S.-Mexico Economic Alliance: Policy Options for a Competitive </w:t>
      </w:r>
      <w:r w:rsidRPr="00987C26">
        <w:lastRenderedPageBreak/>
        <w:t xml:space="preserve">Region” in </w:t>
      </w:r>
      <w:r w:rsidRPr="00987C26">
        <w:rPr>
          <w:u w:val="single"/>
        </w:rPr>
        <w:t>New Ideas for a New Era: Policy Options for the Next Stage in U.S.-Mexico Relations</w:t>
      </w:r>
      <w:r w:rsidRPr="00987C26">
        <w:t xml:space="preserve"> Woodrow Wilson Center Mexico Institute Print Edition, </w:t>
      </w:r>
      <w:hyperlink r:id="rId15" w:history="1">
        <w:r w:rsidRPr="00987C26">
          <w:rPr>
            <w:rStyle w:val="Hyperlink"/>
          </w:rPr>
          <w:t>http://www.wilsoncenter.org/sites/default/files/new_ideas_new_era.pdf</w:t>
        </w:r>
      </w:hyperlink>
      <w:r w:rsidRPr="00987C26">
        <w:rPr>
          <w:rStyle w:val="Hyperlink"/>
        </w:rPr>
        <w:t>, CMR</w:t>
      </w:r>
    </w:p>
    <w:p w:rsidR="00BB0994" w:rsidRPr="00987C26" w:rsidRDefault="00BB0994" w:rsidP="00BB0994"/>
    <w:p w:rsidR="00BB0994" w:rsidRPr="00422176" w:rsidRDefault="00BB0994" w:rsidP="00BB0994">
      <w:pPr>
        <w:rPr>
          <w:sz w:val="16"/>
        </w:rPr>
      </w:pPr>
      <w:r w:rsidRPr="00987C26">
        <w:rPr>
          <w:rStyle w:val="StyleBoldUnderline"/>
        </w:rPr>
        <w:t xml:space="preserve">Improving policy requires surmounting </w:t>
      </w:r>
      <w:r w:rsidRPr="00987C26">
        <w:rPr>
          <w:rStyle w:val="Emphasis"/>
        </w:rPr>
        <w:t>political opposition</w:t>
      </w:r>
      <w:r w:rsidRPr="00422176">
        <w:rPr>
          <w:sz w:val="16"/>
        </w:rPr>
        <w:t xml:space="preserve">. </w:t>
      </w:r>
      <w:r w:rsidRPr="00987C26">
        <w:rPr>
          <w:rStyle w:val="StyleBoldUnderline"/>
        </w:rPr>
        <w:t xml:space="preserve">Past advances </w:t>
      </w:r>
      <w:r w:rsidRPr="00422176">
        <w:rPr>
          <w:sz w:val="16"/>
        </w:rPr>
        <w:t>in U.S</w:t>
      </w:r>
      <w:proofErr w:type="gramStart"/>
      <w:r w:rsidRPr="00422176">
        <w:rPr>
          <w:sz w:val="16"/>
        </w:rPr>
        <w:t>.-</w:t>
      </w:r>
      <w:proofErr w:type="gramEnd"/>
      <w:r w:rsidRPr="00422176">
        <w:rPr>
          <w:sz w:val="16"/>
        </w:rPr>
        <w:t xml:space="preserve"> Mexico economic relations such as the passage of NAFTA we</w:t>
      </w:r>
      <w:r w:rsidRPr="00987C26">
        <w:rPr>
          <w:rStyle w:val="StyleBoldUnderline"/>
        </w:rPr>
        <w:t>re won not only by the political leadership in both countries, but also by the coalition of business groups and other non-governmental actors</w:t>
      </w:r>
      <w:r w:rsidRPr="00422176">
        <w:rPr>
          <w:sz w:val="16"/>
        </w:rPr>
        <w:t xml:space="preserve">. The business communities of the United States and Mexico are natural allies for any effort to implement the type of competitiveness enhancing policies described above, </w:t>
      </w:r>
      <w:r w:rsidRPr="00987C26">
        <w:rPr>
          <w:rStyle w:val="StyleBoldUnderline"/>
        </w:rPr>
        <w:t xml:space="preserve">but the networks forged during the passage of NAFTA </w:t>
      </w:r>
      <w:r w:rsidRPr="00987C26">
        <w:rPr>
          <w:rStyle w:val="Emphasis"/>
        </w:rPr>
        <w:t>virtually disappeared</w:t>
      </w:r>
      <w:r w:rsidRPr="00422176">
        <w:rPr>
          <w:sz w:val="16"/>
        </w:rPr>
        <w:t>. Efforts should be made to strengthen the networks of U.S. and Mexican businesses and civil society groups working to support a positive and productive U.S</w:t>
      </w:r>
      <w:proofErr w:type="gramStart"/>
      <w:r w:rsidRPr="00422176">
        <w:rPr>
          <w:sz w:val="16"/>
        </w:rPr>
        <w:t>.-</w:t>
      </w:r>
      <w:proofErr w:type="gramEnd"/>
      <w:r w:rsidRPr="00422176">
        <w:rPr>
          <w:sz w:val="16"/>
        </w:rPr>
        <w:t xml:space="preserve"> Mexico partnership.</w:t>
      </w:r>
    </w:p>
    <w:p w:rsidR="00BB0994" w:rsidRPr="00987C26" w:rsidRDefault="00BB0994" w:rsidP="00BB0994">
      <w:pPr>
        <w:pStyle w:val="Heading3"/>
      </w:pPr>
      <w:bookmarkStart w:id="9" w:name="_Toc359926080"/>
      <w:r w:rsidRPr="00987C26">
        <w:lastRenderedPageBreak/>
        <w:t>Immigration Bill solves aff</w:t>
      </w:r>
      <w:bookmarkEnd w:id="9"/>
    </w:p>
    <w:p w:rsidR="00BB0994" w:rsidRPr="00987C26" w:rsidRDefault="00BB0994" w:rsidP="00BB0994">
      <w:pPr>
        <w:pStyle w:val="Heading4"/>
      </w:pPr>
      <w:r w:rsidRPr="00987C26">
        <w:t>Gang of Eight immigration bill solves – increases border staffing and facilitates trade</w:t>
      </w:r>
    </w:p>
    <w:p w:rsidR="00BB0994" w:rsidRPr="00987C26" w:rsidRDefault="00BB0994" w:rsidP="00BB0994">
      <w:r w:rsidRPr="00987C26">
        <w:rPr>
          <w:rStyle w:val="StyleStyleBold12pt"/>
          <w:sz w:val="24"/>
        </w:rPr>
        <w:t>Ramos 2013</w:t>
      </w:r>
      <w:r w:rsidRPr="00987C26">
        <w:br/>
        <w:t>Kristian Ramos is  the New Democracy Network’s Policy Director of the 21st Century Border Initiative, he also works on Immigration, Hispanic Demographics and the Southwest Border, “Reason for optimism on border section of immigration legislation” May 19, 2013.http://www.voxxi.com/reason-border-immigration-legislation/#ixzz2UhG1f9Gq</w:t>
      </w:r>
    </w:p>
    <w:p w:rsidR="00BB0994" w:rsidRPr="00987C26" w:rsidRDefault="00BB0994" w:rsidP="00BB0994"/>
    <w:p w:rsidR="00BB0994" w:rsidRPr="00422176" w:rsidRDefault="00BB0994" w:rsidP="00BB0994">
      <w:pPr>
        <w:rPr>
          <w:sz w:val="16"/>
        </w:rPr>
      </w:pPr>
      <w:r w:rsidRPr="00987C26">
        <w:rPr>
          <w:rStyle w:val="StyleBoldUnderline"/>
        </w:rPr>
        <w:t>Border Communities Are Safe</w:t>
      </w:r>
      <w:r w:rsidRPr="00422176">
        <w:rPr>
          <w:sz w:val="16"/>
        </w:rPr>
        <w:t xml:space="preserve">: </w:t>
      </w:r>
      <w:r w:rsidRPr="00987C26">
        <w:rPr>
          <w:rStyle w:val="StyleBoldUnderline"/>
        </w:rPr>
        <w:t>Since 2002 our immigration enforcement budget has tripled</w:t>
      </w:r>
      <w:r w:rsidRPr="00422176">
        <w:rPr>
          <w:sz w:val="16"/>
        </w:rPr>
        <w:t xml:space="preserve"> from $6.2 billion to $18 billion in 2012. </w:t>
      </w:r>
      <w:r w:rsidRPr="00987C26">
        <w:rPr>
          <w:rStyle w:val="StyleBoldUnderline"/>
        </w:rPr>
        <w:t>We have already seen significant improvement</w:t>
      </w:r>
      <w:r w:rsidRPr="00422176">
        <w:rPr>
          <w:sz w:val="16"/>
        </w:rPr>
        <w:t xml:space="preserve"> in staffing between our ports of entry that has resulted in a reduction in violent crime along the 11 largest cities along our southern border. </w:t>
      </w:r>
      <w:r w:rsidRPr="00987C26">
        <w:rPr>
          <w:rStyle w:val="StyleBoldUnderline"/>
        </w:rPr>
        <w:t>This increase in personnel has also resulted in an increase in apprehension rates in high traffic crossing areas</w:t>
      </w:r>
      <w:r w:rsidRPr="00422176">
        <w:rPr>
          <w:sz w:val="16"/>
        </w:rPr>
        <w:t xml:space="preserve">. A December report from the Government Accountability Office reported that of the Border Patrol’s nine southwest-border sectors, five had more than 30,000 apprehensions in fiscal 2011, making them a “high traffic” corridor. Of these five, San Diego, CA had a 92 percent apprehension rate, El Centro, CA 91 percent, Tucson, AZ 87 percent, Laredo, TX 84 percent and the Rio Grande corridor in Texas was 71 percent. As such the Senate legislation acknowledges these gains in security by balancing enforcement and economic investment in the region. The U.S.-Mexico relationship is essentially a commercial one: For years the U.S. has viewed our relationship through the prism, today while there are certainly security issues on the Mexico side of the border, there is now an equally compelling economic story to be told. In a new NDN/New Policy Institute report “Realizing the Strategic National Value of our Trade, Tourism and Ports of Entry with Mexico” we note: Six million U.S. jobs depend on our trade with Mexico. Mexico is our nation’s number two export market in the world and our number three trading partner overall. Mexico is our nation’s second most important foreign tourism market as well as the fourth-ranked in terms of spending by tourists. </w:t>
      </w:r>
      <w:r w:rsidRPr="00987C26">
        <w:rPr>
          <w:rStyle w:val="StyleBoldUnderline"/>
        </w:rPr>
        <w:t>The</w:t>
      </w:r>
      <w:r w:rsidRPr="00422176">
        <w:rPr>
          <w:sz w:val="16"/>
        </w:rPr>
        <w:t xml:space="preserve"> bipartisan “</w:t>
      </w:r>
      <w:r w:rsidRPr="00987C26">
        <w:rPr>
          <w:rStyle w:val="StyleBoldUnderline"/>
        </w:rPr>
        <w:t>Gang of Eight’s”</w:t>
      </w:r>
      <w:r w:rsidRPr="00422176">
        <w:rPr>
          <w:sz w:val="16"/>
        </w:rPr>
        <w:t xml:space="preserve"> Border Security, Economic Opportunity, and Immigration Modernization </w:t>
      </w:r>
      <w:r w:rsidRPr="00987C26">
        <w:rPr>
          <w:rStyle w:val="StyleBoldUnderline"/>
        </w:rPr>
        <w:t>Act</w:t>
      </w:r>
      <w:r w:rsidRPr="00422176">
        <w:rPr>
          <w:sz w:val="16"/>
        </w:rPr>
        <w:t xml:space="preserve"> of 2013 </w:t>
      </w:r>
      <w:proofErr w:type="gramStart"/>
      <w:r w:rsidRPr="00987C26">
        <w:rPr>
          <w:rStyle w:val="StyleBoldUnderline"/>
        </w:rPr>
        <w:t>proposes</w:t>
      </w:r>
      <w:proofErr w:type="gramEnd"/>
      <w:r w:rsidRPr="00987C26">
        <w:rPr>
          <w:rStyle w:val="StyleBoldUnderline"/>
        </w:rPr>
        <w:t xml:space="preserve"> the addition of 3,500 additional Customs and Border Protection officers to staff the ports of entry on the southern border. It would seem that Congress is finally acknowledging </w:t>
      </w:r>
      <w:r w:rsidRPr="00422176">
        <w:rPr>
          <w:sz w:val="16"/>
        </w:rPr>
        <w:t xml:space="preserve">a simple truth, investing in </w:t>
      </w:r>
      <w:r w:rsidRPr="00987C26">
        <w:rPr>
          <w:rStyle w:val="StyleBoldUnderline"/>
        </w:rPr>
        <w:t>the facilitation of greater trade through our southern border</w:t>
      </w:r>
      <w:r w:rsidRPr="00422176">
        <w:rPr>
          <w:sz w:val="16"/>
        </w:rPr>
        <w:t xml:space="preserve"> is an investment in our national economy. Twenty-three states have Mexico as their number one or number two trading partner. As such </w:t>
      </w:r>
      <w:r w:rsidRPr="00987C26">
        <w:rPr>
          <w:rStyle w:val="StyleBoldUnderline"/>
        </w:rPr>
        <w:t>it should come as no surprise that after the first week of markup the additional staffing has remained in the legislation and is likely to be included or enhanced in the House version of the bill</w:t>
      </w:r>
      <w:r w:rsidRPr="00422176">
        <w:rPr>
          <w:sz w:val="16"/>
        </w:rPr>
        <w:t>.</w:t>
      </w:r>
    </w:p>
    <w:p w:rsidR="00BB0994" w:rsidRPr="00987C26" w:rsidRDefault="00BB0994" w:rsidP="00BB0994"/>
    <w:p w:rsidR="00BB0994" w:rsidRPr="00987C26" w:rsidRDefault="00BB0994" w:rsidP="00BB0994">
      <w:pPr>
        <w:pStyle w:val="Heading2"/>
        <w:rPr>
          <w:rStyle w:val="Emphasis"/>
        </w:rPr>
      </w:pPr>
      <w:bookmarkStart w:id="10" w:name="_Toc359926081"/>
      <w:r w:rsidRPr="00987C26">
        <w:lastRenderedPageBreak/>
        <w:t>Disads - China</w:t>
      </w:r>
      <w:bookmarkEnd w:id="10"/>
    </w:p>
    <w:p w:rsidR="00BB0994" w:rsidRPr="00987C26" w:rsidRDefault="00BB0994" w:rsidP="00BB0994">
      <w:pPr>
        <w:pStyle w:val="Heading3"/>
      </w:pPr>
      <w:bookmarkStart w:id="11" w:name="_Toc359926082"/>
      <w:r w:rsidRPr="00987C26">
        <w:lastRenderedPageBreak/>
        <w:t>1NC</w:t>
      </w:r>
      <w:bookmarkEnd w:id="11"/>
    </w:p>
    <w:p w:rsidR="00BB0994" w:rsidRPr="00987C26" w:rsidRDefault="00BB0994" w:rsidP="00BB0994">
      <w:pPr>
        <w:pStyle w:val="Heading4"/>
      </w:pPr>
      <w:r w:rsidRPr="00987C26">
        <w:t xml:space="preserve">Unique link – China’s current economic strategy is allowing them to outpace US influence in Latin America – plan reverses that </w:t>
      </w:r>
    </w:p>
    <w:p w:rsidR="00BB0994" w:rsidRPr="00987C26" w:rsidRDefault="00BB0994" w:rsidP="00BB0994">
      <w:r w:rsidRPr="00987C26">
        <w:rPr>
          <w:rStyle w:val="StyleStyleBold12pt"/>
        </w:rPr>
        <w:t>Gallagher 6/18</w:t>
      </w:r>
      <w:r w:rsidRPr="00987C26">
        <w:t xml:space="preserve">/13 – associate professor of international relations at Boston University (Kevin P, “Time for a U.S. Pivot to Latin America”, </w:t>
      </w:r>
      <w:hyperlink r:id="rId16" w:history="1">
        <w:r w:rsidRPr="00987C26">
          <w:rPr>
            <w:rStyle w:val="Hyperlink"/>
          </w:rPr>
          <w:t>http://www.theglobalist.com/storyid.aspx?storyid=10035</w:t>
        </w:r>
      </w:hyperlink>
      <w:r w:rsidRPr="00987C26">
        <w:t>, CMR)</w:t>
      </w:r>
    </w:p>
    <w:p w:rsidR="00BB0994" w:rsidRPr="00987C26" w:rsidRDefault="00BB0994" w:rsidP="00BB0994"/>
    <w:p w:rsidR="00BB0994" w:rsidRPr="00987C26" w:rsidRDefault="00BB0994" w:rsidP="00BB0994">
      <w:pPr>
        <w:rPr>
          <w:rStyle w:val="StyleBoldUnderline"/>
        </w:rPr>
      </w:pPr>
      <w:r w:rsidRPr="00987C26">
        <w:rPr>
          <w:rStyle w:val="StyleBoldUnderline"/>
        </w:rPr>
        <w:t>Increasingly</w:t>
      </w:r>
      <w:r w:rsidRPr="00987C26">
        <w:rPr>
          <w:sz w:val="16"/>
        </w:rPr>
        <w:t xml:space="preserve">, </w:t>
      </w:r>
      <w:r w:rsidRPr="00987C26">
        <w:rPr>
          <w:rStyle w:val="StyleBoldUnderline"/>
        </w:rPr>
        <w:t>Latin American countries see China</w:t>
      </w:r>
      <w:r w:rsidRPr="00987C26">
        <w:rPr>
          <w:sz w:val="16"/>
        </w:rPr>
        <w:t xml:space="preserve"> not as a rival but </w:t>
      </w:r>
      <w:r w:rsidRPr="00987C26">
        <w:rPr>
          <w:rStyle w:val="StyleBoldUnderline"/>
        </w:rPr>
        <w:t>as a valuable trading partner</w:t>
      </w:r>
      <w:r w:rsidRPr="00987C26">
        <w:rPr>
          <w:sz w:val="16"/>
        </w:rPr>
        <w:t xml:space="preserve">. In fact, explains Kevin Gallagher, </w:t>
      </w:r>
      <w:r w:rsidRPr="00987C26">
        <w:rPr>
          <w:rStyle w:val="StyleBoldUnderline"/>
        </w:rPr>
        <w:t xml:space="preserve">China has become a </w:t>
      </w:r>
      <w:r w:rsidRPr="00987C26">
        <w:rPr>
          <w:rStyle w:val="Emphasis"/>
        </w:rPr>
        <w:t>better partner</w:t>
      </w:r>
      <w:r w:rsidRPr="00987C26">
        <w:rPr>
          <w:sz w:val="16"/>
        </w:rPr>
        <w:t xml:space="preserve"> in many ways </w:t>
      </w:r>
      <w:r w:rsidRPr="00987C26">
        <w:rPr>
          <w:rStyle w:val="StyleBoldUnderline"/>
        </w:rPr>
        <w:t>than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China is offering attractive deals to Latin American economies</w:t>
      </w:r>
      <w:r w:rsidRPr="00987C26">
        <w:rPr>
          <w:sz w:val="16"/>
        </w:rPr>
        <w:t xml:space="preserve">, </w:t>
      </w:r>
      <w:r w:rsidRPr="00987C26">
        <w:rPr>
          <w:rStyle w:val="StyleBoldUnderline"/>
        </w:rPr>
        <w:t>while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continues to lecture and dictate. It's time for a </w:t>
      </w:r>
      <w:r w:rsidRPr="00987C26">
        <w:rPr>
          <w:rStyle w:val="Emphasis"/>
        </w:rPr>
        <w:t>real reset</w:t>
      </w:r>
      <w:r w:rsidRPr="00987C26">
        <w:rPr>
          <w:rStyle w:val="StyleBoldUnderline"/>
        </w:rPr>
        <w:t xml:space="preserve"> in U.S.-Latin American trade relations</w:t>
      </w:r>
      <w:r w:rsidRPr="00987C26">
        <w:rPr>
          <w:sz w:val="16"/>
        </w:rPr>
        <w:t>.</w:t>
      </w:r>
      <w:r w:rsidRPr="00987C26">
        <w:rPr>
          <w:sz w:val="12"/>
        </w:rPr>
        <w:t>¶</w:t>
      </w:r>
      <w:r w:rsidRPr="00987C26">
        <w:rPr>
          <w:sz w:val="16"/>
        </w:rPr>
        <w:t xml:space="preserve"> The Obama administration and U.S. media have made much ado about the U.S. "pivot" to Asia.</w:t>
      </w:r>
      <w:r w:rsidRPr="00987C26">
        <w:rPr>
          <w:sz w:val="12"/>
        </w:rPr>
        <w:t>¶</w:t>
      </w:r>
      <w:r w:rsidRPr="00987C26">
        <w:rPr>
          <w:sz w:val="16"/>
        </w:rPr>
        <w:t xml:space="preserve"> What has largely escaped their attention, however, is that </w:t>
      </w:r>
      <w:r w:rsidRPr="00987C26">
        <w:rPr>
          <w:rStyle w:val="StyleBoldUnderline"/>
        </w:rPr>
        <w:t>China has been lining up economic allies in</w:t>
      </w:r>
      <w:r w:rsidRPr="00987C26">
        <w:rPr>
          <w:sz w:val="16"/>
        </w:rPr>
        <w:t xml:space="preserve"> </w:t>
      </w:r>
      <w:r w:rsidRPr="00987C26">
        <w:rPr>
          <w:rStyle w:val="StyleBoldUnderline"/>
        </w:rPr>
        <w:t>the</w:t>
      </w:r>
      <w:r w:rsidRPr="00987C26">
        <w:rPr>
          <w:sz w:val="16"/>
        </w:rPr>
        <w:t xml:space="preserve"> erstwhile </w:t>
      </w:r>
      <w:r w:rsidRPr="00987C26">
        <w:rPr>
          <w:rStyle w:val="StyleBoldUnderline"/>
        </w:rPr>
        <w:t>"backyard" of the U</w:t>
      </w:r>
      <w:r w:rsidRPr="00987C26">
        <w:rPr>
          <w:sz w:val="16"/>
        </w:rPr>
        <w:t xml:space="preserve">nited </w:t>
      </w:r>
      <w:r w:rsidRPr="00987C26">
        <w:rPr>
          <w:rStyle w:val="StyleBoldUnderline"/>
        </w:rPr>
        <w:t>S</w:t>
      </w:r>
      <w:r w:rsidRPr="00987C26">
        <w:rPr>
          <w:sz w:val="16"/>
        </w:rPr>
        <w:t>tates.</w:t>
      </w:r>
      <w:r w:rsidRPr="00987C26">
        <w:rPr>
          <w:sz w:val="12"/>
        </w:rPr>
        <w:t>¶</w:t>
      </w:r>
      <w:r w:rsidRPr="00987C26">
        <w:rPr>
          <w:sz w:val="16"/>
        </w:rPr>
        <w:t xml:space="preserve"> Well, just as serious competition ought to awaken one's creative juices in business, </w:t>
      </w:r>
      <w:r w:rsidRPr="00987C26">
        <w:rPr>
          <w:rStyle w:val="StyleBoldUnderline"/>
        </w:rPr>
        <w:t>it is time for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to </w:t>
      </w:r>
      <w:r w:rsidRPr="00987C26">
        <w:rPr>
          <w:rStyle w:val="Emphasis"/>
        </w:rPr>
        <w:t>step up</w:t>
      </w:r>
      <w:r w:rsidRPr="00987C26">
        <w:rPr>
          <w:rStyle w:val="StyleBoldUnderline"/>
        </w:rPr>
        <w:t xml:space="preserve"> a</w:t>
      </w:r>
      <w:r w:rsidRPr="00987C26">
        <w:rPr>
          <w:sz w:val="16"/>
        </w:rPr>
        <w:t xml:space="preserve"> suitable </w:t>
      </w:r>
      <w:r w:rsidRPr="00987C26">
        <w:rPr>
          <w:rStyle w:val="Emphasis"/>
        </w:rPr>
        <w:t>economic policy</w:t>
      </w:r>
      <w:r w:rsidRPr="00987C26">
        <w:rPr>
          <w:sz w:val="16"/>
        </w:rPr>
        <w:t xml:space="preserve"> for Latin America before it is too late.</w:t>
      </w:r>
      <w:r w:rsidRPr="00987C26">
        <w:rPr>
          <w:sz w:val="12"/>
        </w:rPr>
        <w:t>¶</w:t>
      </w:r>
      <w:r w:rsidRPr="00987C26">
        <w:rPr>
          <w:sz w:val="16"/>
        </w:rPr>
        <w:t xml:space="preserve"> The difference in approaches by the United States and China in Latin America were squarely brought into focus just in recent weeks when U.S. Vice President Joseph Biden and Chinese President Xi Jinping made tours of Latin America.</w:t>
      </w:r>
      <w:r w:rsidRPr="00987C26">
        <w:rPr>
          <w:sz w:val="12"/>
        </w:rPr>
        <w:t>¶</w:t>
      </w:r>
      <w:r w:rsidRPr="00987C26">
        <w:rPr>
          <w:sz w:val="16"/>
        </w:rPr>
        <w:t xml:space="preserve"> The United States principal offer to its Latin American neighbors is the Trans-Pacific Partnership. The TPP offers access to the U.S. market to Latin American and Asian nations on the basis of a triple form of conditionality.</w:t>
      </w:r>
      <w:r w:rsidRPr="00987C26">
        <w:rPr>
          <w:sz w:val="12"/>
        </w:rPr>
        <w:t>¶</w:t>
      </w:r>
      <w:r w:rsidRPr="00987C26">
        <w:rPr>
          <w:sz w:val="16"/>
        </w:rPr>
        <w:t xml:space="preserve"> First, they must deregulate their financial markets; second, adopt intellectual property provisions that give preferences to U.S. firms; and third, allow private U.S. firms to directly sue governments of countries that sign up to the TPP for violating any of its conditions.</w:t>
      </w:r>
      <w:r w:rsidRPr="00987C26">
        <w:rPr>
          <w:sz w:val="12"/>
        </w:rPr>
        <w:t>¶</w:t>
      </w:r>
      <w:r w:rsidRPr="00987C26">
        <w:rPr>
          <w:sz w:val="16"/>
        </w:rPr>
        <w:t xml:space="preserve"> Talk about a heavily conditioned offering. So what's the Chinese approach?</w:t>
      </w:r>
      <w:r w:rsidRPr="00987C26">
        <w:rPr>
          <w:sz w:val="12"/>
        </w:rPr>
        <w:t>¶</w:t>
      </w:r>
      <w:r w:rsidRPr="00987C26">
        <w:rPr>
          <w:sz w:val="16"/>
        </w:rPr>
        <w:t xml:space="preserve"> On his visit to the region, </w:t>
      </w:r>
      <w:r w:rsidRPr="00987C26">
        <w:rPr>
          <w:rStyle w:val="StyleBoldUnderline"/>
        </w:rPr>
        <w:t>China's President</w:t>
      </w:r>
      <w:r w:rsidRPr="00987C26">
        <w:rPr>
          <w:sz w:val="16"/>
        </w:rPr>
        <w:t xml:space="preserve"> Xi Jinping </w:t>
      </w:r>
      <w:r w:rsidRPr="00987C26">
        <w:rPr>
          <w:rStyle w:val="StyleBoldUnderline"/>
        </w:rPr>
        <w:t>offered more than $5.3 billion in financing, with few conditions attached, to</w:t>
      </w:r>
      <w:r w:rsidRPr="00987C26">
        <w:rPr>
          <w:sz w:val="16"/>
        </w:rPr>
        <w:t xml:space="preserve"> China's newfound </w:t>
      </w:r>
      <w:r w:rsidRPr="00987C26">
        <w:rPr>
          <w:rStyle w:val="StyleBoldUnderline"/>
        </w:rPr>
        <w:t>Latin America</w:t>
      </w:r>
      <w:r w:rsidRPr="00987C26">
        <w:rPr>
          <w:sz w:val="16"/>
        </w:rPr>
        <w:t>n friends.</w:t>
      </w:r>
      <w:r w:rsidRPr="00987C26">
        <w:rPr>
          <w:sz w:val="12"/>
        </w:rPr>
        <w:t>¶</w:t>
      </w:r>
      <w:r w:rsidRPr="00987C26">
        <w:rPr>
          <w:sz w:val="16"/>
        </w:rPr>
        <w:t xml:space="preserve"> These offers will need to be confirmed, but according to press reports the Chinese have signed deals on this trip for:</w:t>
      </w:r>
      <w:r w:rsidRPr="00987C26">
        <w:rPr>
          <w:sz w:val="12"/>
        </w:rPr>
        <w:t>¶</w:t>
      </w:r>
      <w:r w:rsidRPr="00987C26">
        <w:rPr>
          <w:sz w:val="16"/>
        </w:rPr>
        <w:t xml:space="preserve"> $3 billion in commitments to eight Caribbean countries for infrastructure and energy;</w:t>
      </w:r>
      <w:r w:rsidRPr="00987C26">
        <w:rPr>
          <w:sz w:val="12"/>
        </w:rPr>
        <w:t>¶</w:t>
      </w:r>
      <w:r w:rsidRPr="00987C26">
        <w:rPr>
          <w:sz w:val="16"/>
        </w:rPr>
        <w:t xml:space="preserve"> $1.3 billion to Costa Rica in loans and lines of credit, including a $900 million dollar loan from the Chinese Development Bank for upgrading a petroleum refinery and a $400 million dollar line of credit for road infrastructure from the Chinese Ex-Im Bank; and a</w:t>
      </w:r>
      <w:r w:rsidRPr="00987C26">
        <w:rPr>
          <w:sz w:val="12"/>
        </w:rPr>
        <w:t>¶</w:t>
      </w:r>
      <w:r w:rsidRPr="00987C26">
        <w:rPr>
          <w:sz w:val="16"/>
        </w:rPr>
        <w:t xml:space="preserve"> $</w:t>
      </w:r>
      <w:r w:rsidRPr="00987C26">
        <w:rPr>
          <w:rStyle w:val="StyleBoldUnderline"/>
        </w:rPr>
        <w:t>1 billion credit line</w:t>
      </w:r>
      <w:r w:rsidRPr="00987C26">
        <w:rPr>
          <w:sz w:val="16"/>
        </w:rPr>
        <w:t xml:space="preserve"> from the China Ex-Im bank </w:t>
      </w:r>
      <w:r w:rsidRPr="00987C26">
        <w:rPr>
          <w:rStyle w:val="StyleBoldUnderline"/>
        </w:rPr>
        <w:t>to Mexico</w:t>
      </w:r>
      <w:r w:rsidRPr="00987C26">
        <w:rPr>
          <w:sz w:val="16"/>
        </w:rPr>
        <w:t xml:space="preserve"> for its state-owned oil company PEMEX.</w:t>
      </w:r>
      <w:r w:rsidRPr="00987C26">
        <w:rPr>
          <w:sz w:val="12"/>
        </w:rPr>
        <w:t>¶</w:t>
      </w:r>
      <w:r w:rsidRPr="00987C26">
        <w:rPr>
          <w:sz w:val="16"/>
        </w:rPr>
        <w:t xml:space="preserve"> Making available this financing comes on top of the already $86 billion in financing provided by China to Latin American governments since 2003.</w:t>
      </w:r>
      <w:r w:rsidRPr="00987C26">
        <w:rPr>
          <w:sz w:val="12"/>
        </w:rPr>
        <w:t>¶</w:t>
      </w:r>
      <w:r w:rsidRPr="00987C26">
        <w:rPr>
          <w:sz w:val="16"/>
        </w:rPr>
        <w:t xml:space="preserve"> </w:t>
      </w:r>
      <w:r w:rsidRPr="00987C26">
        <w:rPr>
          <w:rStyle w:val="StyleBoldUnderline"/>
        </w:rPr>
        <w:t>China offers Latin American countries what they want, while U.S. offers always come with strings attached.</w:t>
      </w:r>
      <w:r w:rsidRPr="00987C26">
        <w:rPr>
          <w:rStyle w:val="StyleBoldUnderline"/>
          <w:b w:val="0"/>
          <w:sz w:val="12"/>
        </w:rPr>
        <w:t>¶</w:t>
      </w:r>
      <w:r w:rsidRPr="00987C26">
        <w:rPr>
          <w:sz w:val="16"/>
        </w:rPr>
        <w:t xml:space="preserve"> Granted, that amount — large as it sounds — seems just like another number in today's world.</w:t>
      </w:r>
      <w:r w:rsidRPr="00987C26">
        <w:rPr>
          <w:sz w:val="12"/>
        </w:rPr>
        <w:t>¶</w:t>
      </w:r>
      <w:r w:rsidRPr="00987C26">
        <w:rPr>
          <w:sz w:val="16"/>
        </w:rPr>
        <w:t xml:space="preserve"> To put it into proper perspective, consider this:</w:t>
      </w:r>
      <w:r w:rsidRPr="00987C26">
        <w:rPr>
          <w:sz w:val="12"/>
        </w:rPr>
        <w:t>¶</w:t>
      </w:r>
      <w:r w:rsidRPr="00987C26">
        <w:rPr>
          <w:sz w:val="16"/>
        </w:rPr>
        <w:t xml:space="preserve"> Since 2003, thus </w:t>
      </w:r>
      <w:r w:rsidRPr="00987C26">
        <w:rPr>
          <w:rStyle w:val="StyleBoldUnderline"/>
        </w:rPr>
        <w:t>over the past decade, China's policy banks have provided more finance to Latin America than their counterparts at the World Bank, the Inter-American Development Bank and the U.S. Ex</w:t>
      </w:r>
      <w:r w:rsidRPr="00987C26">
        <w:rPr>
          <w:sz w:val="16"/>
        </w:rPr>
        <w:t>port-</w:t>
      </w:r>
      <w:r w:rsidRPr="00987C26">
        <w:rPr>
          <w:rStyle w:val="StyleBoldUnderline"/>
        </w:rPr>
        <w:t>Im</w:t>
      </w:r>
      <w:r w:rsidRPr="00987C26">
        <w:rPr>
          <w:sz w:val="16"/>
        </w:rPr>
        <w:t xml:space="preserve">port </w:t>
      </w:r>
      <w:r w:rsidRPr="00987C26">
        <w:rPr>
          <w:rStyle w:val="StyleBoldUnderline"/>
        </w:rPr>
        <w:t>Bank</w:t>
      </w:r>
      <w:r w:rsidRPr="00987C26">
        <w:rPr>
          <w:sz w:val="16"/>
        </w:rPr>
        <w:t>.</w:t>
      </w:r>
      <w:r w:rsidRPr="00987C26">
        <w:rPr>
          <w:sz w:val="12"/>
        </w:rPr>
        <w:t>¶</w:t>
      </w:r>
      <w:r w:rsidRPr="00987C26">
        <w:rPr>
          <w:sz w:val="16"/>
        </w:rPr>
        <w:t xml:space="preserve"> If anything ought to awaken the United States from its past slumber and taking Latin America essentially for granted, that comparison ought to do it.</w:t>
      </w:r>
      <w:r w:rsidRPr="00987C26">
        <w:rPr>
          <w:sz w:val="12"/>
        </w:rPr>
        <w:t>¶</w:t>
      </w:r>
      <w:r w:rsidRPr="00987C26">
        <w:rPr>
          <w:sz w:val="16"/>
        </w:rPr>
        <w:t xml:space="preserve"> Simply put,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and the array of largely Western-dominated international financial institutions </w:t>
      </w:r>
      <w:r w:rsidRPr="00987C26">
        <w:rPr>
          <w:rStyle w:val="StyleBoldUnderline"/>
        </w:rPr>
        <w:t xml:space="preserve">have been </w:t>
      </w:r>
      <w:r w:rsidRPr="00987C26">
        <w:rPr>
          <w:rStyle w:val="Emphasis"/>
        </w:rPr>
        <w:t>outgunned</w:t>
      </w:r>
      <w:r w:rsidRPr="00987C26">
        <w:rPr>
          <w:rStyle w:val="StyleBoldUnderline"/>
        </w:rPr>
        <w:t xml:space="preserve"> by China</w:t>
      </w:r>
      <w:r w:rsidRPr="00987C26">
        <w:rPr>
          <w:sz w:val="16"/>
        </w:rPr>
        <w:t>'s financial muscle. Welcome to the brave new world</w:t>
      </w:r>
      <w:proofErr w:type="gramStart"/>
      <w:r w:rsidRPr="00987C26">
        <w:rPr>
          <w:sz w:val="16"/>
        </w:rPr>
        <w:t>!</w:t>
      </w:r>
      <w:r w:rsidRPr="00987C26">
        <w:rPr>
          <w:sz w:val="12"/>
        </w:rPr>
        <w:t>¶</w:t>
      </w:r>
      <w:proofErr w:type="gramEnd"/>
      <w:r w:rsidRPr="00987C26">
        <w:rPr>
          <w:sz w:val="16"/>
        </w:rPr>
        <w:t xml:space="preserve"> But it's not just a matter of sheer numbers. </w:t>
      </w:r>
      <w:r w:rsidRPr="00987C26">
        <w:rPr>
          <w:rStyle w:val="StyleBoldUnderline"/>
        </w:rPr>
        <w:t>Unlike U.S. trade treaties</w:t>
      </w:r>
      <w:r w:rsidRPr="00987C26">
        <w:rPr>
          <w:sz w:val="16"/>
        </w:rPr>
        <w:t xml:space="preserve"> or the finance from the international financial institutions largely under U.S. control, </w:t>
      </w:r>
      <w:r w:rsidRPr="00987C26">
        <w:rPr>
          <w:rStyle w:val="StyleBoldUnderline"/>
        </w:rPr>
        <w:t>China</w:t>
      </w:r>
      <w:r w:rsidRPr="00987C26">
        <w:rPr>
          <w:sz w:val="16"/>
        </w:rPr>
        <w:t xml:space="preserve"> offers up its </w:t>
      </w:r>
      <w:r w:rsidRPr="00987C26">
        <w:rPr>
          <w:rStyle w:val="StyleBoldUnderline"/>
        </w:rPr>
        <w:t>loans come with few strings attached.</w:t>
      </w:r>
    </w:p>
    <w:p w:rsidR="00BB0994" w:rsidRPr="00987C26" w:rsidRDefault="00BB0994" w:rsidP="00BB0994">
      <w:pPr>
        <w:pStyle w:val="Heading4"/>
      </w:pPr>
      <w:r w:rsidRPr="00987C26">
        <w:t xml:space="preserve">Internal link – US-Sino competition risks open conflict </w:t>
      </w:r>
    </w:p>
    <w:p w:rsidR="00BB0994" w:rsidRPr="00987C26" w:rsidRDefault="00BB0994" w:rsidP="00BB0994">
      <w:r w:rsidRPr="00987C26">
        <w:rPr>
          <w:rStyle w:val="StyleStyleBold12pt"/>
        </w:rPr>
        <w:t>Ellis 6/6</w:t>
      </w:r>
      <w:r w:rsidRPr="00987C26">
        <w:t xml:space="preserve">/13 – associate professor with the William J. Perry Center for Hemispheric Defense Studies (R Evan, “China's New Backyard”, </w:t>
      </w:r>
      <w:hyperlink r:id="rId17" w:history="1">
        <w:r w:rsidRPr="00987C26">
          <w:rPr>
            <w:rStyle w:val="Hyperlink"/>
          </w:rPr>
          <w:t>http://www.foreignpolicy.com/articles/2013/06/06/china_s_new_backyard_latin_america?page=full</w:t>
        </w:r>
      </w:hyperlink>
      <w:r w:rsidRPr="00987C26">
        <w:t xml:space="preserve">, CMR) </w:t>
      </w:r>
    </w:p>
    <w:p w:rsidR="00BB0994" w:rsidRPr="00987C26" w:rsidRDefault="00BB0994" w:rsidP="00BB0994"/>
    <w:p w:rsidR="00BB0994" w:rsidRPr="00987C26" w:rsidRDefault="00BB0994" w:rsidP="00BB0994">
      <w:pPr>
        <w:rPr>
          <w:sz w:val="16"/>
        </w:rPr>
      </w:pPr>
      <w:r w:rsidRPr="00987C26">
        <w:rPr>
          <w:rStyle w:val="StyleBoldUnderline"/>
        </w:rPr>
        <w:t>The challenge to Washington from China's presence in the region</w:t>
      </w:r>
      <w:r w:rsidRPr="00987C26">
        <w:rPr>
          <w:sz w:val="16"/>
        </w:rPr>
        <w:t xml:space="preserve"> also </w:t>
      </w:r>
      <w:r w:rsidRPr="00987C26">
        <w:rPr>
          <w:rStyle w:val="StyleBoldUnderline"/>
        </w:rPr>
        <w:t>extends beyond economics and policy objectives</w:t>
      </w:r>
      <w:r w:rsidRPr="00987C26">
        <w:rPr>
          <w:sz w:val="16"/>
        </w:rPr>
        <w:t xml:space="preserve">. The U.S. Defense Department's critical posture regarding Chinese cyberattacks is a reminder that </w:t>
      </w:r>
      <w:r w:rsidRPr="00987C26">
        <w:rPr>
          <w:rStyle w:val="Emphasis"/>
        </w:rPr>
        <w:t>hostilities</w:t>
      </w:r>
      <w:r w:rsidRPr="00987C26">
        <w:rPr>
          <w:sz w:val="16"/>
        </w:rPr>
        <w:t xml:space="preserve"> </w:t>
      </w:r>
      <w:r w:rsidRPr="00987C26">
        <w:rPr>
          <w:rStyle w:val="StyleBoldUnderline"/>
        </w:rPr>
        <w:t>between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China</w:t>
      </w:r>
      <w:r w:rsidRPr="00987C26">
        <w:rPr>
          <w:sz w:val="16"/>
        </w:rPr>
        <w:t xml:space="preserve">, though highly improbable and undesirable, </w:t>
      </w:r>
      <w:r w:rsidRPr="00987C26">
        <w:rPr>
          <w:rStyle w:val="StyleBoldUnderline"/>
        </w:rPr>
        <w:t xml:space="preserve">are </w:t>
      </w:r>
      <w:r w:rsidRPr="00987C26">
        <w:rPr>
          <w:rStyle w:val="Emphasis"/>
        </w:rPr>
        <w:t>not unthinkable</w:t>
      </w:r>
      <w:r w:rsidRPr="00987C26">
        <w:rPr>
          <w:sz w:val="16"/>
        </w:rPr>
        <w:t xml:space="preserve">. </w:t>
      </w:r>
      <w:r w:rsidRPr="00987C26">
        <w:rPr>
          <w:rStyle w:val="StyleBoldUnderline"/>
        </w:rPr>
        <w:t>In</w:t>
      </w:r>
      <w:r w:rsidRPr="00987C26">
        <w:rPr>
          <w:sz w:val="16"/>
        </w:rPr>
        <w:t xml:space="preserve"> such a </w:t>
      </w:r>
      <w:r w:rsidRPr="00987C26">
        <w:rPr>
          <w:rStyle w:val="StyleBoldUnderline"/>
        </w:rPr>
        <w:lastRenderedPageBreak/>
        <w:t>conflict</w:t>
      </w:r>
      <w:r w:rsidRPr="00987C26">
        <w:rPr>
          <w:sz w:val="16"/>
        </w:rPr>
        <w:t xml:space="preserve">, </w:t>
      </w:r>
      <w:r w:rsidRPr="00987C26">
        <w:rPr>
          <w:rStyle w:val="StyleBoldUnderline"/>
        </w:rPr>
        <w:t>China-operated ports, airports, telecomm</w:t>
      </w:r>
      <w:r w:rsidRPr="00987C26">
        <w:rPr>
          <w:sz w:val="16"/>
        </w:rPr>
        <w:t xml:space="preserve">unications </w:t>
      </w:r>
      <w:r w:rsidRPr="00987C26">
        <w:rPr>
          <w:rStyle w:val="StyleBoldUnderline"/>
        </w:rPr>
        <w:t xml:space="preserve">infrastructure, and other parts of the Chinese commercial presence in Latin America would represent potential assets in a global </w:t>
      </w:r>
      <w:r w:rsidRPr="00987C26">
        <w:rPr>
          <w:rStyle w:val="Emphasis"/>
        </w:rPr>
        <w:t>asymmetric warfare campaign</w:t>
      </w:r>
      <w:r w:rsidRPr="00987C26">
        <w:rPr>
          <w:rStyle w:val="StyleBoldUnderline"/>
        </w:rPr>
        <w:t xml:space="preserve"> against the U</w:t>
      </w:r>
      <w:r w:rsidRPr="00987C26">
        <w:rPr>
          <w:sz w:val="16"/>
        </w:rPr>
        <w:t xml:space="preserve">nited </w:t>
      </w:r>
      <w:r w:rsidRPr="00987C26">
        <w:rPr>
          <w:rStyle w:val="StyleBoldUnderline"/>
        </w:rPr>
        <w:t>S</w:t>
      </w:r>
      <w:r w:rsidRPr="00987C26">
        <w:rPr>
          <w:sz w:val="16"/>
        </w:rPr>
        <w:t>tates.</w:t>
      </w:r>
    </w:p>
    <w:p w:rsidR="00BB0994" w:rsidRPr="00987C26" w:rsidRDefault="00BB0994" w:rsidP="00BB0994">
      <w:pPr>
        <w:pStyle w:val="Heading4"/>
      </w:pPr>
      <w:r w:rsidRPr="00987C26">
        <w:t>Impact – US-China war causes extinction</w:t>
      </w:r>
    </w:p>
    <w:p w:rsidR="00BB0994" w:rsidRPr="00987C26" w:rsidRDefault="00BB0994" w:rsidP="00BB0994">
      <w:r w:rsidRPr="00987C26">
        <w:rPr>
          <w:rStyle w:val="StyleStyleBold12pt"/>
        </w:rPr>
        <w:t>Johnson 2</w:t>
      </w:r>
      <w:r w:rsidRPr="00987C26">
        <w:t xml:space="preserve"> – president of the Japan Policy Research Institute, a tax-exempt nonprofit educational and research organization (Chalmers, Okinawa </w:t>
      </w:r>
      <w:proofErr w:type="gramStart"/>
      <w:r w:rsidRPr="00987C26">
        <w:t>Between</w:t>
      </w:r>
      <w:proofErr w:type="gramEnd"/>
      <w:r w:rsidRPr="00987C26">
        <w:t xml:space="preserve"> the United States and Japan, January, </w:t>
      </w:r>
      <w:hyperlink r:id="rId18" w:history="1">
        <w:r w:rsidRPr="00987C26">
          <w:rPr>
            <w:rStyle w:val="Hyperlink"/>
          </w:rPr>
          <w:t>http://www.jpri.org/publications/occasionalpapers/op24.html</w:t>
        </w:r>
      </w:hyperlink>
      <w:r w:rsidRPr="00987C26">
        <w:t>, CMR)</w:t>
      </w:r>
    </w:p>
    <w:p w:rsidR="00BB0994" w:rsidRPr="00987C26" w:rsidRDefault="00BB0994" w:rsidP="00BB0994"/>
    <w:p w:rsidR="00BB0994" w:rsidRPr="00987C26" w:rsidRDefault="00BB0994" w:rsidP="00BB0994">
      <w:pPr>
        <w:rPr>
          <w:sz w:val="16"/>
        </w:rPr>
      </w:pPr>
      <w:r w:rsidRPr="00987C26">
        <w:rPr>
          <w:sz w:val="16"/>
        </w:rPr>
        <w:t xml:space="preserve">China is another matter. </w:t>
      </w:r>
      <w:r w:rsidRPr="00987C26">
        <w:rPr>
          <w:b/>
          <w:u w:val="single"/>
        </w:rPr>
        <w:t>No sane figure</w:t>
      </w:r>
      <w:r w:rsidRPr="00987C26">
        <w:rPr>
          <w:sz w:val="16"/>
        </w:rPr>
        <w:t xml:space="preserve"> in the Pentagon </w:t>
      </w:r>
      <w:r w:rsidRPr="00987C26">
        <w:rPr>
          <w:b/>
          <w:u w:val="single"/>
        </w:rPr>
        <w:t>wants a war with China,</w:t>
      </w:r>
      <w:r w:rsidRPr="00987C26">
        <w:rPr>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a war that no wanted, a misstep in Taiwan by any side could bring the </w:t>
      </w:r>
      <w:r w:rsidRPr="00987C26">
        <w:rPr>
          <w:b/>
          <w:u w:val="single"/>
        </w:rPr>
        <w:t>U</w:t>
      </w:r>
      <w:r w:rsidRPr="00987C26">
        <w:rPr>
          <w:sz w:val="16"/>
        </w:rPr>
        <w:t xml:space="preserve">nited </w:t>
      </w:r>
      <w:r w:rsidRPr="00987C26">
        <w:rPr>
          <w:b/>
          <w:u w:val="single"/>
        </w:rPr>
        <w:t>S</w:t>
      </w:r>
      <w:r w:rsidRPr="00987C26">
        <w:rPr>
          <w:sz w:val="16"/>
        </w:rPr>
        <w:t xml:space="preserve">tates </w:t>
      </w:r>
      <w:r w:rsidRPr="00987C26">
        <w:rPr>
          <w:b/>
          <w:u w:val="single"/>
        </w:rPr>
        <w:t>and China in</w:t>
      </w:r>
      <w:r w:rsidRPr="00987C26">
        <w:rPr>
          <w:sz w:val="16"/>
        </w:rPr>
        <w:t xml:space="preserve">to </w:t>
      </w:r>
      <w:r w:rsidRPr="00987C26">
        <w:rPr>
          <w:b/>
          <w:u w:val="single"/>
        </w:rPr>
        <w:t xml:space="preserve">a conflict </w:t>
      </w:r>
      <w:r w:rsidRPr="00987C26">
        <w:rPr>
          <w:sz w:val="16"/>
        </w:rPr>
        <w:t xml:space="preserve">that neither wants. Such a war </w:t>
      </w:r>
      <w:r w:rsidRPr="00987C26">
        <w:rPr>
          <w:b/>
          <w:u w:val="single"/>
        </w:rPr>
        <w:t>would bankrupt the U</w:t>
      </w:r>
      <w:r w:rsidRPr="00987C26">
        <w:rPr>
          <w:sz w:val="16"/>
        </w:rPr>
        <w:t xml:space="preserve">nited </w:t>
      </w:r>
      <w:r w:rsidRPr="00987C26">
        <w:rPr>
          <w:b/>
          <w:u w:val="single"/>
        </w:rPr>
        <w:t>S</w:t>
      </w:r>
      <w:r w:rsidRPr="00987C26">
        <w:rPr>
          <w:sz w:val="16"/>
        </w:rPr>
        <w:t xml:space="preserve">tates, deeply divide Japan </w:t>
      </w:r>
      <w:r w:rsidRPr="00987C26">
        <w:rPr>
          <w:b/>
          <w:u w:val="single"/>
        </w:rPr>
        <w:t>and probably end in a Chinese victory, given that China is the world’s most populous country and would be defending itself against a foreign aggressor.</w:t>
      </w:r>
      <w:r w:rsidRPr="00987C26">
        <w:rPr>
          <w:sz w:val="16"/>
        </w:rPr>
        <w:t xml:space="preserve"> More seriously, </w:t>
      </w:r>
      <w:r w:rsidRPr="00987C26">
        <w:rPr>
          <w:b/>
          <w:u w:val="single"/>
        </w:rPr>
        <w:t xml:space="preserve">it could easily escalate into a </w:t>
      </w:r>
      <w:r w:rsidRPr="00987C26">
        <w:rPr>
          <w:rStyle w:val="Emphasis"/>
        </w:rPr>
        <w:t>nuclear holocaust.</w:t>
      </w:r>
      <w:r w:rsidRPr="00987C26">
        <w:rPr>
          <w:sz w:val="16"/>
        </w:rPr>
        <w:t xml:space="preserve"> However, given the nationalistic challenge to China’s sovereignty of any Taiwanese attempt to declare its independence </w:t>
      </w:r>
      <w:proofErr w:type="gramStart"/>
      <w:r w:rsidRPr="00987C26">
        <w:rPr>
          <w:sz w:val="16"/>
        </w:rPr>
        <w:t>formally,</w:t>
      </w:r>
      <w:proofErr w:type="gramEnd"/>
      <w:r w:rsidRPr="00987C26">
        <w:rPr>
          <w:sz w:val="16"/>
        </w:rPr>
        <w:t xml:space="preserve"> forward-deployed US forces on China’s borders have virtually no deterrent effect.</w:t>
      </w:r>
    </w:p>
    <w:p w:rsidR="00BB0994" w:rsidRPr="00987C26" w:rsidRDefault="00BB0994" w:rsidP="00BB0994">
      <w:pPr>
        <w:rPr>
          <w:rStyle w:val="StyleBoldUnderline"/>
        </w:rPr>
      </w:pPr>
    </w:p>
    <w:p w:rsidR="00BB0994" w:rsidRPr="00987C26" w:rsidRDefault="00BB0994" w:rsidP="00BB0994">
      <w:pPr>
        <w:pStyle w:val="Heading3"/>
      </w:pPr>
      <w:bookmarkStart w:id="12" w:name="_Toc359926083"/>
      <w:r w:rsidRPr="00987C26">
        <w:lastRenderedPageBreak/>
        <w:t>UQ – Cuba</w:t>
      </w:r>
      <w:bookmarkEnd w:id="12"/>
      <w:r w:rsidRPr="00987C26">
        <w:t xml:space="preserve"> </w:t>
      </w:r>
    </w:p>
    <w:p w:rsidR="00BB0994" w:rsidRPr="00987C26" w:rsidRDefault="00BB0994" w:rsidP="00BB0994">
      <w:pPr>
        <w:pStyle w:val="Heading4"/>
      </w:pPr>
      <w:r w:rsidRPr="00987C26">
        <w:t xml:space="preserve">China is sustaining economic activity with Cuba – key to regional influence </w:t>
      </w:r>
    </w:p>
    <w:p w:rsidR="00BB0994" w:rsidRPr="00987C26" w:rsidRDefault="00BB0994" w:rsidP="00BB0994">
      <w:r w:rsidRPr="00987C26">
        <w:rPr>
          <w:rStyle w:val="StyleStyleBold12pt"/>
        </w:rPr>
        <w:t>LeoGrande 13</w:t>
      </w:r>
      <w:r w:rsidRPr="00987C26">
        <w:t xml:space="preserve"> – professor in the Department of Government, School of Public Affairs at American University in Washington, D.C. (William M, “The Danger of Dependence: Cuba's Foreign Policy After Chavez”, April 2, </w:t>
      </w:r>
      <w:hyperlink r:id="rId19" w:history="1">
        <w:r w:rsidRPr="00987C26">
          <w:rPr>
            <w:rStyle w:val="Hyperlink"/>
          </w:rPr>
          <w:t>http://www.worldpoliticsreview.com/articles/12840/the-danger-of-dependence-cubas-foreign-policy-after-chavez</w:t>
        </w:r>
      </w:hyperlink>
      <w:r w:rsidRPr="00987C26">
        <w:t>, CMR)</w:t>
      </w:r>
    </w:p>
    <w:p w:rsidR="00BB0994" w:rsidRPr="00987C26" w:rsidRDefault="00BB0994" w:rsidP="00BB0994"/>
    <w:p w:rsidR="00BB0994" w:rsidRPr="00987C26" w:rsidRDefault="00BB0994" w:rsidP="00BB0994">
      <w:pPr>
        <w:rPr>
          <w:sz w:val="16"/>
        </w:rPr>
      </w:pPr>
      <w:r w:rsidRPr="00987C26">
        <w:rPr>
          <w:rStyle w:val="StyleBoldUnderline"/>
        </w:rPr>
        <w:t>As China's rapid growth has transformed it into a global powerhouse, Beijing has expanded its economic and diplomatic presence in Latin America, and is now Cuba's second-largest trade partner</w:t>
      </w:r>
      <w:r w:rsidRPr="00987C26">
        <w:rPr>
          <w:sz w:val="16"/>
        </w:rPr>
        <w:t xml:space="preserve">. </w:t>
      </w:r>
      <w:r w:rsidRPr="00987C26">
        <w:rPr>
          <w:rStyle w:val="StyleBoldUnderline"/>
        </w:rPr>
        <w:t xml:space="preserve">China provides Cuba with a range of durable goods and capital equipment, and is investing in Cuban nickel and oil production. Like China's relations with the rest of the region, its relations with Cuba are fundamentally commercial </w:t>
      </w:r>
      <w:r w:rsidRPr="00987C26">
        <w:rPr>
          <w:sz w:val="16"/>
        </w:rPr>
        <w:t>rather than ideological, aimed at securing China's access to raw materials.</w:t>
      </w:r>
    </w:p>
    <w:p w:rsidR="00BB0994" w:rsidRPr="00987C26" w:rsidRDefault="00BB0994" w:rsidP="00BB0994"/>
    <w:p w:rsidR="00BB0994" w:rsidRPr="00987C26" w:rsidRDefault="00BB0994" w:rsidP="00BB0994">
      <w:pPr>
        <w:rPr>
          <w:rStyle w:val="StyleBoldUnderline"/>
        </w:rPr>
      </w:pPr>
    </w:p>
    <w:p w:rsidR="00BB0994" w:rsidRPr="00987C26" w:rsidRDefault="00BB0994" w:rsidP="00BB0994">
      <w:pPr>
        <w:pStyle w:val="Heading3"/>
      </w:pPr>
      <w:bookmarkStart w:id="13" w:name="_Toc359926084"/>
      <w:r w:rsidRPr="00987C26">
        <w:lastRenderedPageBreak/>
        <w:t>UQ – Mexico</w:t>
      </w:r>
      <w:bookmarkEnd w:id="13"/>
      <w:r w:rsidRPr="00987C26">
        <w:t xml:space="preserve"> </w:t>
      </w:r>
    </w:p>
    <w:p w:rsidR="00BB0994" w:rsidRPr="00987C26" w:rsidRDefault="00BB0994" w:rsidP="00BB0994">
      <w:pPr>
        <w:pStyle w:val="Heading4"/>
      </w:pPr>
      <w:r w:rsidRPr="00987C26">
        <w:t xml:space="preserve">China pursuing influence in Mexico in response to US Asia pivot </w:t>
      </w:r>
    </w:p>
    <w:p w:rsidR="00BB0994" w:rsidRPr="00987C26" w:rsidRDefault="00BB0994" w:rsidP="00BB0994">
      <w:r w:rsidRPr="00987C26">
        <w:t xml:space="preserve">The </w:t>
      </w:r>
      <w:r w:rsidRPr="00987C26">
        <w:rPr>
          <w:rStyle w:val="StyleStyleBold12pt"/>
        </w:rPr>
        <w:t>Economist 6/8</w:t>
      </w:r>
      <w:r w:rsidRPr="00987C26">
        <w:t xml:space="preserve">/13 (“From pivot to twirl”, </w:t>
      </w:r>
      <w:hyperlink r:id="rId20" w:history="1">
        <w:r w:rsidRPr="00987C26">
          <w:rPr>
            <w:rStyle w:val="Hyperlink"/>
          </w:rPr>
          <w:t>http://www.economist.com/news/china/21579062-chinese-leader-tries-smooth-move-americas-backyard-pivot-twirl</w:t>
        </w:r>
      </w:hyperlink>
      <w:r w:rsidRPr="00987C26">
        <w:t xml:space="preserve">, CMR) </w:t>
      </w:r>
    </w:p>
    <w:p w:rsidR="00BB0994" w:rsidRPr="00987C26" w:rsidRDefault="00BB0994" w:rsidP="00BB0994"/>
    <w:p w:rsidR="00BB0994" w:rsidRPr="00987C26" w:rsidRDefault="00BB0994" w:rsidP="00BB0994">
      <w:pPr>
        <w:rPr>
          <w:sz w:val="16"/>
        </w:rPr>
      </w:pPr>
      <w:r w:rsidRPr="00987C26">
        <w:rPr>
          <w:sz w:val="16"/>
        </w:rPr>
        <w:t xml:space="preserve">LIKE a veteran salsa dancer, Xi Jinping, </w:t>
      </w:r>
      <w:r w:rsidRPr="00987C26">
        <w:rPr>
          <w:rStyle w:val="StyleBoldUnderline"/>
        </w:rPr>
        <w:t>the Chinese president, has responded to the U</w:t>
      </w:r>
      <w:r w:rsidRPr="00987C26">
        <w:rPr>
          <w:sz w:val="16"/>
        </w:rPr>
        <w:t xml:space="preserve">nited </w:t>
      </w:r>
      <w:r w:rsidRPr="00987C26">
        <w:rPr>
          <w:rStyle w:val="StyleBoldUnderline"/>
        </w:rPr>
        <w:t>S</w:t>
      </w:r>
      <w:r w:rsidRPr="00987C26">
        <w:rPr>
          <w:sz w:val="16"/>
        </w:rPr>
        <w:t>tates’s “</w:t>
      </w:r>
      <w:r w:rsidRPr="00987C26">
        <w:rPr>
          <w:rStyle w:val="StyleBoldUnderline"/>
        </w:rPr>
        <w:t>pivot” to Asia with his own twirl south of the Rio Grande</w:t>
      </w:r>
      <w:r w:rsidRPr="00987C26">
        <w:rPr>
          <w:sz w:val="16"/>
        </w:rPr>
        <w:t>. A month after a re-elected Barack Obama paid calls on Costa Rica and Mexico, Mr Xi followed in his footsteps, visiting San José and Mexico City from June 2nd to 6th.</w:t>
      </w:r>
      <w:r w:rsidRPr="00987C26">
        <w:rPr>
          <w:sz w:val="12"/>
        </w:rPr>
        <w:t>¶</w:t>
      </w:r>
      <w:r w:rsidRPr="00987C26">
        <w:rPr>
          <w:sz w:val="16"/>
        </w:rPr>
        <w:t xml:space="preserve"> He spent the previous weekend in Trinidad and Tobago, arriving in America’s mare nostrum four days after Joe Biden, America’s vice-president. As a welcome, the 280-strong Chinese entourage was greeted with the sound of “Ah Feel to Party”, a calypso classic, and China further enhanced the mood by promising $3 billion in (unspecified) soft loans to the eight Caribbean heads of government who trailed through to meet Mr Xi. Mr Biden, by contrast, got an earful of complaints that America no longer cared about the region.</w:t>
      </w:r>
      <w:r w:rsidRPr="00987C26">
        <w:rPr>
          <w:sz w:val="12"/>
        </w:rPr>
        <w:t>¶</w:t>
      </w:r>
      <w:r w:rsidRPr="00987C26">
        <w:rPr>
          <w:sz w:val="16"/>
        </w:rPr>
        <w:t xml:space="preserve"> Ahead of his planned meeting with Mr Obama in Southern California, Mr </w:t>
      </w:r>
      <w:r w:rsidRPr="00987C26">
        <w:rPr>
          <w:rStyle w:val="StyleBoldUnderline"/>
        </w:rPr>
        <w:t>Xi’s choice of destinations looked to some like an intriguing “shot across the bow” to America</w:t>
      </w:r>
      <w:r w:rsidRPr="00987C26">
        <w:rPr>
          <w:sz w:val="16"/>
        </w:rPr>
        <w:t xml:space="preserve">, possibly in response to Mr Obama’s courting of countries in China’s orbit, such as Myanmar. On this trip, his first to Latin America as president, Mr Xi did not visit Brazil, China’s biggest trading partner in the region, nor ideological allies Cuba and Venezuela. Instead, </w:t>
      </w:r>
      <w:r w:rsidRPr="00987C26">
        <w:rPr>
          <w:rStyle w:val="StyleBoldUnderline"/>
        </w:rPr>
        <w:t>he chose two free-trade partners of America</w:t>
      </w:r>
      <w:r w:rsidRPr="00987C26">
        <w:rPr>
          <w:sz w:val="16"/>
        </w:rPr>
        <w:t xml:space="preserve">, </w:t>
      </w:r>
      <w:r w:rsidRPr="00987C26">
        <w:rPr>
          <w:rStyle w:val="StyleBoldUnderline"/>
        </w:rPr>
        <w:t xml:space="preserve">one of which, </w:t>
      </w:r>
      <w:r w:rsidRPr="00987C26">
        <w:rPr>
          <w:rStyle w:val="Emphasis"/>
        </w:rPr>
        <w:t>Mexico</w:t>
      </w:r>
      <w:r w:rsidRPr="00987C26">
        <w:rPr>
          <w:sz w:val="16"/>
        </w:rPr>
        <w:t>, is so tightly bound to its northern neighbour that it sells to America in eight days what it sells to China in a year.</w:t>
      </w:r>
      <w:r w:rsidRPr="00987C26">
        <w:rPr>
          <w:sz w:val="12"/>
        </w:rPr>
        <w:t>¶</w:t>
      </w:r>
      <w:r w:rsidRPr="00987C26">
        <w:rPr>
          <w:sz w:val="16"/>
        </w:rPr>
        <w:t xml:space="preserve"> </w:t>
      </w:r>
      <w:proofErr w:type="gramStart"/>
      <w:r w:rsidRPr="00987C26">
        <w:rPr>
          <w:sz w:val="16"/>
        </w:rPr>
        <w:t>There</w:t>
      </w:r>
      <w:proofErr w:type="gramEnd"/>
      <w:r w:rsidRPr="00987C26">
        <w:rPr>
          <w:sz w:val="16"/>
        </w:rPr>
        <w:t xml:space="preserve"> was more than superpower politics in play, though. Costa Rica and Mexico </w:t>
      </w:r>
      <w:proofErr w:type="gramStart"/>
      <w:r w:rsidRPr="00987C26">
        <w:rPr>
          <w:sz w:val="16"/>
        </w:rPr>
        <w:t>are</w:t>
      </w:r>
      <w:proofErr w:type="gramEnd"/>
      <w:r w:rsidRPr="00987C26">
        <w:rPr>
          <w:sz w:val="16"/>
        </w:rPr>
        <w:t xml:space="preserve"> not the commodity exporters that China has tended to court. Mexico, in particular, is a rival low-cost manufacturer, raising the possibility that China, with its wages increasing and its distance from the United States hurting its competitiveness, may now be looking for export platforms to target America.</w:t>
      </w:r>
      <w:r w:rsidRPr="00987C26">
        <w:rPr>
          <w:sz w:val="12"/>
        </w:rPr>
        <w:t>¶</w:t>
      </w:r>
      <w:r w:rsidRPr="00987C26">
        <w:rPr>
          <w:sz w:val="16"/>
        </w:rPr>
        <w:t xml:space="preserve"> Mr </w:t>
      </w:r>
      <w:r w:rsidRPr="00987C26">
        <w:rPr>
          <w:rStyle w:val="StyleBoldUnderline"/>
        </w:rPr>
        <w:t>Xi’s singling out of Mexico for special attention was his most surprising move</w:t>
      </w:r>
      <w:r w:rsidRPr="00987C26">
        <w:rPr>
          <w:sz w:val="16"/>
        </w:rPr>
        <w:t>. Last year Mexican academics complained that the bilateral relationship had reached its lowest point since diplomatic relations restarted in 1972, hit by tiffs over Mexican H1N1 flu in 2009 and a presidential audience with the exiled Tibetan leader, the Dalai Lama, in 2011. With government-to-government ties strained, finicky trade disputes all but closed the Chinese markets to Mexican goods such as tequila and pork. China’s investment in Mexico has been minute.</w:t>
      </w:r>
    </w:p>
    <w:p w:rsidR="00BB0994" w:rsidRPr="00987C26" w:rsidRDefault="00BB0994" w:rsidP="00BB0994"/>
    <w:p w:rsidR="00BB0994" w:rsidRPr="00987C26" w:rsidRDefault="00BB0994" w:rsidP="00BB0994"/>
    <w:p w:rsidR="00BB0994" w:rsidRPr="00987C26" w:rsidRDefault="00BB0994" w:rsidP="00BB0994">
      <w:pPr>
        <w:pStyle w:val="Heading3"/>
      </w:pPr>
      <w:bookmarkStart w:id="14" w:name="_Toc359926085"/>
      <w:r w:rsidRPr="00987C26">
        <w:lastRenderedPageBreak/>
        <w:t>Link – Mexico</w:t>
      </w:r>
      <w:bookmarkEnd w:id="14"/>
      <w:r w:rsidRPr="00987C26">
        <w:t xml:space="preserve"> </w:t>
      </w:r>
    </w:p>
    <w:p w:rsidR="00BB0994" w:rsidRPr="00987C26" w:rsidRDefault="00BB0994" w:rsidP="00BB0994">
      <w:pPr>
        <w:pStyle w:val="Heading4"/>
      </w:pPr>
      <w:r w:rsidRPr="00987C26">
        <w:t>China is successfully capturing influence in Mexico – competition with US economic tactics is zero-sum</w:t>
      </w:r>
    </w:p>
    <w:p w:rsidR="00BB0994" w:rsidRPr="00987C26" w:rsidRDefault="00BB0994" w:rsidP="00BB0994">
      <w:r w:rsidRPr="00987C26">
        <w:rPr>
          <w:rStyle w:val="StyleStyleBold12pt"/>
        </w:rPr>
        <w:t>Funaro 6/4</w:t>
      </w:r>
      <w:r w:rsidRPr="00987C26">
        <w:t xml:space="preserve">/13 (Kaitlin, “Xi flies to Mexico as China battles US for influence in Latin America”, </w:t>
      </w:r>
      <w:hyperlink r:id="rId21" w:history="1">
        <w:r w:rsidRPr="00987C26">
          <w:rPr>
            <w:rStyle w:val="Hyperlink"/>
          </w:rPr>
          <w:t>http://www.globalpost.com/dispatch/news/regions/asia-pacific/china/130604/xi-flies-mexico-china-battles-us-influence-latin-ame</w:t>
        </w:r>
      </w:hyperlink>
      <w:r w:rsidRPr="00987C26">
        <w:t xml:space="preserve">, CMR) </w:t>
      </w:r>
    </w:p>
    <w:p w:rsidR="00BB0994" w:rsidRPr="00987C26" w:rsidRDefault="00BB0994" w:rsidP="00BB0994">
      <w:pPr>
        <w:rPr>
          <w:rStyle w:val="StyleBoldUnderline"/>
        </w:rPr>
      </w:pPr>
    </w:p>
    <w:p w:rsidR="00BB0994" w:rsidRPr="00987C26" w:rsidRDefault="00BB0994" w:rsidP="00BB0994">
      <w:pPr>
        <w:rPr>
          <w:sz w:val="16"/>
        </w:rPr>
      </w:pPr>
      <w:r w:rsidRPr="00987C26">
        <w:rPr>
          <w:rStyle w:val="StyleBoldUnderline"/>
        </w:rPr>
        <w:t>Chinese President</w:t>
      </w:r>
      <w:r w:rsidRPr="00987C26">
        <w:rPr>
          <w:sz w:val="16"/>
        </w:rPr>
        <w:t xml:space="preserve"> Xi Jinping </w:t>
      </w:r>
      <w:r w:rsidRPr="00987C26">
        <w:rPr>
          <w:rStyle w:val="StyleBoldUnderline"/>
        </w:rPr>
        <w:t>is making the most of his</w:t>
      </w:r>
      <w:r w:rsidRPr="00987C26">
        <w:rPr>
          <w:sz w:val="16"/>
        </w:rPr>
        <w:t xml:space="preserve"> four-country </w:t>
      </w:r>
      <w:r w:rsidRPr="00987C26">
        <w:rPr>
          <w:rStyle w:val="StyleBoldUnderline"/>
        </w:rPr>
        <w:t xml:space="preserve">tour of the Americas to position China as </w:t>
      </w:r>
      <w:r w:rsidRPr="00987C26">
        <w:rPr>
          <w:rStyle w:val="Emphasis"/>
        </w:rPr>
        <w:t>a competitor</w:t>
      </w:r>
      <w:r w:rsidRPr="00987C26">
        <w:rPr>
          <w:rStyle w:val="StyleBoldUnderline"/>
        </w:rPr>
        <w:t xml:space="preserve"> to </w:t>
      </w:r>
      <w:r w:rsidRPr="00987C26">
        <w:rPr>
          <w:sz w:val="16"/>
        </w:rPr>
        <w:t>the</w:t>
      </w:r>
      <w:r w:rsidRPr="00987C26">
        <w:rPr>
          <w:rStyle w:val="StyleBoldUnderline"/>
        </w:rPr>
        <w:t xml:space="preserve"> US</w:t>
      </w:r>
      <w:r w:rsidRPr="00987C26">
        <w:rPr>
          <w:sz w:val="16"/>
        </w:rPr>
        <w:t xml:space="preserve"> and Taiwan's economic </w:t>
      </w:r>
      <w:r w:rsidRPr="00987C26">
        <w:rPr>
          <w:rStyle w:val="StyleBoldUnderline"/>
        </w:rPr>
        <w:t>influence in the region</w:t>
      </w:r>
      <w:r w:rsidRPr="00987C26">
        <w:rPr>
          <w:sz w:val="16"/>
        </w:rPr>
        <w:t>.</w:t>
      </w:r>
      <w:r w:rsidRPr="00987C26">
        <w:rPr>
          <w:sz w:val="12"/>
        </w:rPr>
        <w:t>¶</w:t>
      </w:r>
      <w:r w:rsidRPr="00987C26">
        <w:rPr>
          <w:sz w:val="16"/>
        </w:rPr>
        <w:t xml:space="preserve"> </w:t>
      </w:r>
      <w:r w:rsidRPr="00987C26">
        <w:rPr>
          <w:rStyle w:val="StyleBoldUnderline"/>
        </w:rPr>
        <w:t>Xi</w:t>
      </w:r>
      <w:r w:rsidRPr="00987C26">
        <w:rPr>
          <w:sz w:val="16"/>
        </w:rPr>
        <w:t xml:space="preserve"> arrives in Mexico Tuesday for a three-day visit in which he </w:t>
      </w:r>
      <w:r w:rsidRPr="00987C26">
        <w:rPr>
          <w:rStyle w:val="StyleBoldUnderline"/>
        </w:rPr>
        <w:t>and Mexican President</w:t>
      </w:r>
      <w:r w:rsidRPr="00987C26">
        <w:rPr>
          <w:sz w:val="16"/>
        </w:rPr>
        <w:t xml:space="preserve"> Enrique Peña </w:t>
      </w:r>
      <w:r w:rsidRPr="00987C26">
        <w:rPr>
          <w:rStyle w:val="StyleBoldUnderline"/>
        </w:rPr>
        <w:t>Nieto</w:t>
      </w:r>
      <w:r w:rsidRPr="00987C26">
        <w:rPr>
          <w:sz w:val="16"/>
        </w:rPr>
        <w:t xml:space="preserve"> are expected to </w:t>
      </w:r>
      <w:r w:rsidRPr="00987C26">
        <w:rPr>
          <w:rStyle w:val="StyleBoldUnderline"/>
        </w:rPr>
        <w:t>discuss</w:t>
      </w:r>
      <w:r w:rsidRPr="00987C26">
        <w:rPr>
          <w:sz w:val="16"/>
        </w:rPr>
        <w:t xml:space="preserve"> their </w:t>
      </w:r>
      <w:r w:rsidRPr="00987C26">
        <w:rPr>
          <w:rStyle w:val="StyleBoldUnderline"/>
        </w:rPr>
        <w:t>economic ties</w:t>
      </w:r>
      <w:r w:rsidRPr="00987C26">
        <w:rPr>
          <w:sz w:val="16"/>
        </w:rPr>
        <w:t>.</w:t>
      </w:r>
      <w:r w:rsidRPr="00987C26">
        <w:rPr>
          <w:sz w:val="12"/>
        </w:rPr>
        <w:t>¶</w:t>
      </w:r>
      <w:r w:rsidRPr="00987C26">
        <w:rPr>
          <w:sz w:val="16"/>
        </w:rPr>
        <w:t xml:space="preserve"> </w:t>
      </w:r>
      <w:r w:rsidRPr="00987C26">
        <w:rPr>
          <w:rStyle w:val="StyleBoldUnderline"/>
        </w:rPr>
        <w:t xml:space="preserve">The two nations are </w:t>
      </w:r>
      <w:r w:rsidRPr="00987C26">
        <w:rPr>
          <w:rStyle w:val="Emphasis"/>
        </w:rPr>
        <w:t>economic partners</w:t>
      </w:r>
      <w:r w:rsidRPr="00987C26">
        <w:rPr>
          <w:sz w:val="16"/>
        </w:rPr>
        <w:t xml:space="preserve"> but also competitors, particularly when it comes to exports to the United States.</w:t>
      </w:r>
      <w:r w:rsidRPr="00987C26">
        <w:rPr>
          <w:sz w:val="12"/>
        </w:rPr>
        <w:t>¶</w:t>
      </w:r>
      <w:r w:rsidRPr="00987C26">
        <w:rPr>
          <w:sz w:val="16"/>
        </w:rPr>
        <w:t xml:space="preserve"> Mexico and China both enjoy strong exports to the American market but Mexico itself has been flooded with cheap Chinese goods that are displacing domestic goods.</w:t>
      </w:r>
      <w:r w:rsidRPr="00987C26">
        <w:rPr>
          <w:sz w:val="12"/>
        </w:rPr>
        <w:t>¶</w:t>
      </w:r>
      <w:r w:rsidRPr="00987C26">
        <w:rPr>
          <w:sz w:val="16"/>
        </w:rPr>
        <w:t xml:space="preserve"> "China is a complicated case" for Mexico, Aldo Muñoz Armenta, political science professor at the Autonomous University of Mexico State told USA Today.</w:t>
      </w:r>
      <w:r w:rsidRPr="00987C26">
        <w:rPr>
          <w:sz w:val="12"/>
        </w:rPr>
        <w:t>¶</w:t>
      </w:r>
      <w:r w:rsidRPr="00987C26">
        <w:rPr>
          <w:sz w:val="16"/>
        </w:rPr>
        <w:t xml:space="preserve"> "It's not the healthiest (relationship) in diplomatic terms because the balance of trade has been so unequal."</w:t>
      </w:r>
      <w:r w:rsidRPr="00987C26">
        <w:rPr>
          <w:sz w:val="12"/>
        </w:rPr>
        <w:t>¶</w:t>
      </w:r>
      <w:r w:rsidRPr="00987C26">
        <w:rPr>
          <w:sz w:val="16"/>
        </w:rPr>
        <w:t xml:space="preserve"> </w:t>
      </w:r>
      <w:r w:rsidRPr="00987C26">
        <w:rPr>
          <w:rStyle w:val="StyleBoldUnderline"/>
        </w:rPr>
        <w:t xml:space="preserve">When it comes to economic influence, China may be </w:t>
      </w:r>
      <w:r w:rsidRPr="00987C26">
        <w:rPr>
          <w:rStyle w:val="Emphasis"/>
        </w:rPr>
        <w:t>gaining the upper hand</w:t>
      </w:r>
      <w:r w:rsidRPr="00987C26">
        <w:rPr>
          <w:rStyle w:val="StyleBoldUnderline"/>
        </w:rPr>
        <w:t xml:space="preserve"> in Latin America</w:t>
      </w:r>
      <w:r w:rsidRPr="00987C26">
        <w:rPr>
          <w:sz w:val="16"/>
        </w:rPr>
        <w:t>.</w:t>
      </w:r>
      <w:r w:rsidRPr="00987C26">
        <w:rPr>
          <w:sz w:val="12"/>
        </w:rPr>
        <w:t>¶</w:t>
      </w:r>
      <w:r w:rsidRPr="00987C26">
        <w:rPr>
          <w:sz w:val="16"/>
        </w:rPr>
        <w:t xml:space="preserve"> </w:t>
      </w:r>
      <w:r w:rsidRPr="00987C26">
        <w:rPr>
          <w:rStyle w:val="StyleBoldUnderline"/>
        </w:rPr>
        <w:t xml:space="preserve">China is increasing its funding to the region </w:t>
      </w:r>
      <w:r w:rsidRPr="00987C26">
        <w:rPr>
          <w:rStyle w:val="Emphasis"/>
        </w:rPr>
        <w:t>just as</w:t>
      </w:r>
      <w:r w:rsidRPr="00987C26">
        <w:rPr>
          <w:rStyle w:val="StyleBoldUnderline"/>
        </w:rPr>
        <w:t xml:space="preserve"> the US has been coming under pressure to cut aid and investment.</w:t>
      </w:r>
      <w:r w:rsidRPr="00987C26">
        <w:rPr>
          <w:rStyle w:val="StyleBoldUnderline"/>
          <w:b w:val="0"/>
          <w:sz w:val="12"/>
        </w:rPr>
        <w:t>¶</w:t>
      </w:r>
      <w:r w:rsidRPr="00987C26">
        <w:rPr>
          <w:sz w:val="16"/>
        </w:rPr>
        <w:t xml:space="preserve"> "If I’m a Latin American leader, I’m very happy because I now have more chips to play with," Kevin Gallagher, author of the 2010 book "The Dragon in the Room," about China’s inroads in Latin America, told Bloomberg.</w:t>
      </w:r>
      <w:r w:rsidRPr="00987C26">
        <w:rPr>
          <w:sz w:val="12"/>
        </w:rPr>
        <w:t>¶</w:t>
      </w:r>
      <w:r w:rsidRPr="00987C26">
        <w:rPr>
          <w:sz w:val="16"/>
        </w:rPr>
        <w:t xml:space="preserve"> "</w:t>
      </w:r>
      <w:r w:rsidRPr="00987C26">
        <w:rPr>
          <w:rStyle w:val="Emphasis"/>
        </w:rPr>
        <w:t>The onus is on the US</w:t>
      </w:r>
      <w:r w:rsidRPr="00987C26">
        <w:rPr>
          <w:sz w:val="16"/>
        </w:rPr>
        <w:t xml:space="preserve"> </w:t>
      </w:r>
      <w:r w:rsidRPr="00987C26">
        <w:rPr>
          <w:rStyle w:val="StyleBoldUnderline"/>
        </w:rPr>
        <w:t xml:space="preserve">to come up with a more </w:t>
      </w:r>
      <w:r w:rsidRPr="00987C26">
        <w:rPr>
          <w:rStyle w:val="Emphasis"/>
        </w:rPr>
        <w:t>flexible</w:t>
      </w:r>
      <w:r w:rsidRPr="00987C26">
        <w:rPr>
          <w:sz w:val="16"/>
        </w:rPr>
        <w:t xml:space="preserve">, </w:t>
      </w:r>
      <w:r w:rsidRPr="00987C26">
        <w:rPr>
          <w:rStyle w:val="Emphasis"/>
        </w:rPr>
        <w:t>attractive</w:t>
      </w:r>
      <w:r w:rsidRPr="00987C26">
        <w:rPr>
          <w:sz w:val="16"/>
        </w:rPr>
        <w:t xml:space="preserve"> </w:t>
      </w:r>
      <w:r w:rsidRPr="00987C26">
        <w:rPr>
          <w:rStyle w:val="StyleBoldUnderline"/>
        </w:rPr>
        <w:t>offer</w:t>
      </w:r>
      <w:r w:rsidRPr="00987C26">
        <w:rPr>
          <w:sz w:val="16"/>
        </w:rPr>
        <w:t xml:space="preserve"> </w:t>
      </w:r>
      <w:r w:rsidRPr="00987C26">
        <w:rPr>
          <w:rStyle w:val="StyleBoldUnderline"/>
        </w:rPr>
        <w:t xml:space="preserve">but that’s </w:t>
      </w:r>
      <w:r w:rsidRPr="00987C26">
        <w:rPr>
          <w:rStyle w:val="Emphasis"/>
        </w:rPr>
        <w:t>not</w:t>
      </w:r>
      <w:r w:rsidRPr="00987C26">
        <w:rPr>
          <w:rStyle w:val="StyleBoldUnderline"/>
        </w:rPr>
        <w:t xml:space="preserve"> </w:t>
      </w:r>
      <w:r w:rsidRPr="00987C26">
        <w:rPr>
          <w:sz w:val="16"/>
        </w:rPr>
        <w:t xml:space="preserve">so </w:t>
      </w:r>
      <w:r w:rsidRPr="00987C26">
        <w:rPr>
          <w:rStyle w:val="Emphasis"/>
        </w:rPr>
        <w:t>easy</w:t>
      </w:r>
      <w:r w:rsidRPr="00987C26">
        <w:rPr>
          <w:sz w:val="16"/>
        </w:rPr>
        <w:t xml:space="preserve"> because it doesn’t have the deep pockets like it used to."</w:t>
      </w:r>
      <w:r w:rsidRPr="00987C26">
        <w:rPr>
          <w:sz w:val="12"/>
        </w:rPr>
        <w:t>¶</w:t>
      </w:r>
      <w:r w:rsidRPr="00987C26">
        <w:rPr>
          <w:sz w:val="16"/>
        </w:rPr>
        <w:t xml:space="preserve"> Latin America's growing economy makes for an attractive investment.</w:t>
      </w:r>
      <w:r w:rsidRPr="00987C26">
        <w:rPr>
          <w:sz w:val="12"/>
        </w:rPr>
        <w:t>¶</w:t>
      </w:r>
      <w:r w:rsidRPr="00987C26">
        <w:rPr>
          <w:sz w:val="16"/>
        </w:rPr>
        <w:t xml:space="preserve"> The International Monetary Fund forecasts the region’s economies will expand 3.4 percent this year, almost three times the pace of growth in the developed world.</w:t>
      </w:r>
      <w:r w:rsidRPr="00987C26">
        <w:rPr>
          <w:sz w:val="12"/>
        </w:rPr>
        <w:t>¶</w:t>
      </w:r>
      <w:r w:rsidRPr="00987C26">
        <w:rPr>
          <w:sz w:val="16"/>
        </w:rPr>
        <w:t xml:space="preserve"> Xi's tour of Trinidad, Costa Rica and Mexico are setting the stage for his visit to California later this week, which will be his first face-to-face talks with Obama since taking office.</w:t>
      </w:r>
      <w:r w:rsidRPr="00987C26">
        <w:rPr>
          <w:sz w:val="12"/>
        </w:rPr>
        <w:t>¶</w:t>
      </w:r>
      <w:r w:rsidRPr="00987C26">
        <w:rPr>
          <w:sz w:val="16"/>
        </w:rPr>
        <w:t xml:space="preserve"> That Xi's Latin America trip came so early into his presidency is a confident approach that shows little concern for American reaction, Evan Ellis, a professor at the National Defense University in Washington told Bloomberg.</w:t>
      </w:r>
      <w:r w:rsidRPr="00987C26">
        <w:rPr>
          <w:sz w:val="12"/>
        </w:rPr>
        <w:t>¶</w:t>
      </w:r>
      <w:r w:rsidRPr="00987C26">
        <w:rPr>
          <w:sz w:val="16"/>
        </w:rPr>
        <w:t xml:space="preserve"> "</w:t>
      </w:r>
      <w:r w:rsidRPr="00987C26">
        <w:rPr>
          <w:rStyle w:val="StyleBoldUnderline"/>
        </w:rPr>
        <w:t>In the past Chinese presidents were very deferential to the US</w:t>
      </w:r>
      <w:r w:rsidRPr="00987C26">
        <w:rPr>
          <w:sz w:val="16"/>
        </w:rPr>
        <w:t xml:space="preserve">., always </w:t>
      </w:r>
      <w:r w:rsidRPr="00987C26">
        <w:rPr>
          <w:rStyle w:val="StyleBoldUnderline"/>
        </w:rPr>
        <w:t>making reference to Washington’s backyard</w:t>
      </w:r>
      <w:r w:rsidRPr="00987C26">
        <w:rPr>
          <w:sz w:val="16"/>
        </w:rPr>
        <w:t>," Ellis said. "</w:t>
      </w:r>
      <w:r w:rsidRPr="00987C26">
        <w:rPr>
          <w:rStyle w:val="Emphasis"/>
        </w:rPr>
        <w:t>You don’t hear any of that from Xi’s team</w:t>
      </w:r>
      <w:r w:rsidRPr="00987C26">
        <w:rPr>
          <w:sz w:val="16"/>
        </w:rPr>
        <w:t>, though you don’t find any threatening rhetoric either."</w:t>
      </w:r>
    </w:p>
    <w:p w:rsidR="00BB0994" w:rsidRPr="00987C26" w:rsidRDefault="00BB0994" w:rsidP="00BB0994">
      <w:pPr>
        <w:pStyle w:val="Heading4"/>
      </w:pPr>
      <w:r w:rsidRPr="00987C26">
        <w:t xml:space="preserve">China is gaining regional influence by pursuing engagement with Mexico – failed US strategy is key </w:t>
      </w:r>
    </w:p>
    <w:p w:rsidR="00BB0994" w:rsidRPr="00987C26" w:rsidRDefault="00BB0994" w:rsidP="00BB0994">
      <w:r w:rsidRPr="00987C26">
        <w:rPr>
          <w:rStyle w:val="StyleStyleBold12pt"/>
        </w:rPr>
        <w:t>Ellis 6/6</w:t>
      </w:r>
      <w:r w:rsidRPr="00987C26">
        <w:t xml:space="preserve">/13 – associate professor with the William J. Perry Center for Hemispheric Defense Studies (R Evan, “China's New Backyard”, </w:t>
      </w:r>
      <w:hyperlink r:id="rId22" w:history="1">
        <w:r w:rsidRPr="00987C26">
          <w:rPr>
            <w:rStyle w:val="Hyperlink"/>
          </w:rPr>
          <w:t>http://www.foreignpolicy.com/articles/2013/06/06/china_s_new_backyard_latin_america?page=full</w:t>
        </w:r>
      </w:hyperlink>
      <w:r w:rsidRPr="00987C26">
        <w:t xml:space="preserve">, CMR) </w:t>
      </w:r>
    </w:p>
    <w:p w:rsidR="00BB0994" w:rsidRPr="00987C26" w:rsidRDefault="00BB0994" w:rsidP="00BB0994"/>
    <w:p w:rsidR="00BB0994" w:rsidRPr="00987C26" w:rsidRDefault="00BB0994" w:rsidP="00BB0994">
      <w:pPr>
        <w:rPr>
          <w:sz w:val="16"/>
        </w:rPr>
      </w:pPr>
      <w:r w:rsidRPr="00987C26">
        <w:rPr>
          <w:rStyle w:val="Emphasis"/>
        </w:rPr>
        <w:t>Make no mistake</w:t>
      </w:r>
      <w:r w:rsidRPr="00987C26">
        <w:rPr>
          <w:sz w:val="16"/>
        </w:rPr>
        <w:t xml:space="preserve">: </w:t>
      </w:r>
      <w:r w:rsidRPr="00987C26">
        <w:rPr>
          <w:rStyle w:val="StyleBoldUnderline"/>
        </w:rPr>
        <w:t>China is now a presence in the region</w:t>
      </w:r>
      <w:r w:rsidRPr="00987C26">
        <w:rPr>
          <w:sz w:val="16"/>
        </w:rPr>
        <w:t xml:space="preserve">. Xi's trip to Trinidad and Tobago is only the second visit by a Chinese president to the Caribbean -- his predecessor, Hu Jintao, visited communist Cuba in November 2008 -- but China and the Caribbean's economic and political ties have been growing rapidly. On this trip, Xi promised more than $3 billion in loans to 10 Caribbean countries and Costa Rica. Xi's choice of three destinations near the United States, followed by a "shirt-sleeves" summit with U.S. President Barack Obama on June 7 and 8 at the Sunnylands resort in California, sends a subtle message that </w:t>
      </w:r>
      <w:r w:rsidRPr="00987C26">
        <w:rPr>
          <w:rStyle w:val="StyleBoldUnderline"/>
        </w:rPr>
        <w:t>the new Chinese leadership seeks to engage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globally as an equal</w:t>
      </w:r>
      <w:r w:rsidRPr="00987C26">
        <w:rPr>
          <w:sz w:val="16"/>
        </w:rPr>
        <w:t xml:space="preserve"> -- </w:t>
      </w:r>
      <w:r w:rsidRPr="00987C26">
        <w:rPr>
          <w:rStyle w:val="Emphasis"/>
        </w:rPr>
        <w:t>without</w:t>
      </w:r>
      <w:r w:rsidRPr="00987C26">
        <w:rPr>
          <w:sz w:val="16"/>
        </w:rPr>
        <w:t xml:space="preserve"> the </w:t>
      </w:r>
      <w:r w:rsidRPr="00987C26">
        <w:rPr>
          <w:rStyle w:val="Emphasis"/>
        </w:rPr>
        <w:t>deference</w:t>
      </w:r>
      <w:r w:rsidRPr="00987C26">
        <w:rPr>
          <w:sz w:val="16"/>
        </w:rPr>
        <w:t xml:space="preserve"> shown in the past </w:t>
      </w:r>
      <w:r w:rsidRPr="00987C26">
        <w:rPr>
          <w:rStyle w:val="StyleBoldUnderline"/>
        </w:rPr>
        <w:t>to the U</w:t>
      </w:r>
      <w:r w:rsidRPr="00987C26">
        <w:rPr>
          <w:sz w:val="16"/>
        </w:rPr>
        <w:t xml:space="preserve">nited </w:t>
      </w:r>
      <w:r w:rsidRPr="00987C26">
        <w:rPr>
          <w:rStyle w:val="StyleBoldUnderline"/>
        </w:rPr>
        <w:t>S</w:t>
      </w:r>
      <w:r w:rsidRPr="00987C26">
        <w:rPr>
          <w:sz w:val="16"/>
        </w:rPr>
        <w:t>tates in countries close to its borders.</w:t>
      </w:r>
      <w:r w:rsidRPr="00987C26">
        <w:rPr>
          <w:sz w:val="12"/>
        </w:rPr>
        <w:t>¶</w:t>
      </w:r>
      <w:r w:rsidRPr="00987C26">
        <w:rPr>
          <w:sz w:val="16"/>
        </w:rPr>
        <w:t xml:space="preserve"> </w:t>
      </w:r>
      <w:r w:rsidRPr="00987C26">
        <w:rPr>
          <w:rStyle w:val="StyleBoldUnderline"/>
        </w:rPr>
        <w:t>Ironically, it's the Latin American country closest to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where Xi might be able to make up the most ground. Mexican President</w:t>
      </w:r>
      <w:r w:rsidRPr="00987C26">
        <w:rPr>
          <w:sz w:val="16"/>
        </w:rPr>
        <w:t xml:space="preserve"> Enrique Peña </w:t>
      </w:r>
      <w:r w:rsidRPr="00987C26">
        <w:rPr>
          <w:rStyle w:val="StyleBoldUnderline"/>
        </w:rPr>
        <w:t>Nieto's engagement with the Chinese president</w:t>
      </w:r>
      <w:r w:rsidRPr="00987C26">
        <w:rPr>
          <w:sz w:val="16"/>
        </w:rPr>
        <w:t xml:space="preserve">, both at the April summit in Boao, China, and this week in Mexico City, </w:t>
      </w:r>
      <w:r w:rsidRPr="00987C26">
        <w:rPr>
          <w:rStyle w:val="StyleBoldUnderline"/>
        </w:rPr>
        <w:t xml:space="preserve">allow him to </w:t>
      </w:r>
      <w:r w:rsidRPr="00987C26">
        <w:rPr>
          <w:rStyle w:val="Emphasis"/>
        </w:rPr>
        <w:t>differentiate himself</w:t>
      </w:r>
      <w:r w:rsidRPr="00987C26">
        <w:rPr>
          <w:rStyle w:val="StyleBoldUnderline"/>
        </w:rPr>
        <w:t xml:space="preserve"> from his pro-U.S. predecessor</w:t>
      </w:r>
      <w:r w:rsidRPr="00987C26">
        <w:rPr>
          <w:sz w:val="16"/>
        </w:rPr>
        <w:t xml:space="preserve">, Felipe Calderón. Similarly, </w:t>
      </w:r>
      <w:r w:rsidRPr="00987C26">
        <w:rPr>
          <w:rStyle w:val="StyleBoldUnderline"/>
        </w:rPr>
        <w:t xml:space="preserve">Mexico's role in forming the Pacific Alliance, </w:t>
      </w:r>
      <w:r w:rsidRPr="00987C26">
        <w:rPr>
          <w:sz w:val="16"/>
        </w:rPr>
        <w:t xml:space="preserve">a new subregional </w:t>
      </w:r>
      <w:r w:rsidRPr="00987C26">
        <w:rPr>
          <w:sz w:val="16"/>
        </w:rPr>
        <w:lastRenderedPageBreak/>
        <w:t xml:space="preserve">organization built around a group of four pro-market, pro-trade countries (Chile, Colombia, Mexico, and Peru) </w:t>
      </w:r>
      <w:r w:rsidRPr="00987C26">
        <w:rPr>
          <w:rStyle w:val="StyleBoldUnderline"/>
        </w:rPr>
        <w:t>allows Mexico to reassert a leadership role in the Americas</w:t>
      </w:r>
      <w:r w:rsidRPr="00987C26">
        <w:rPr>
          <w:sz w:val="16"/>
        </w:rPr>
        <w:t xml:space="preserve">, relatively </w:t>
      </w:r>
      <w:r w:rsidRPr="00987C26">
        <w:rPr>
          <w:rStyle w:val="Emphasis"/>
        </w:rPr>
        <w:t>independent</w:t>
      </w:r>
      <w:r w:rsidRPr="00987C26">
        <w:rPr>
          <w:sz w:val="16"/>
        </w:rPr>
        <w:t xml:space="preserve"> </w:t>
      </w:r>
      <w:r w:rsidRPr="00987C26">
        <w:rPr>
          <w:rStyle w:val="StyleBoldUnderline"/>
        </w:rPr>
        <w:t>of the U</w:t>
      </w:r>
      <w:r w:rsidRPr="00987C26">
        <w:rPr>
          <w:sz w:val="16"/>
        </w:rPr>
        <w:t xml:space="preserve">nited </w:t>
      </w:r>
      <w:r w:rsidRPr="00987C26">
        <w:rPr>
          <w:rStyle w:val="StyleBoldUnderline"/>
        </w:rPr>
        <w:t>S</w:t>
      </w:r>
      <w:r w:rsidRPr="00987C26">
        <w:rPr>
          <w:sz w:val="16"/>
        </w:rPr>
        <w:t>tates.</w:t>
      </w:r>
    </w:p>
    <w:p w:rsidR="00BB0994" w:rsidRPr="00987C26" w:rsidRDefault="00BB0994" w:rsidP="00BB0994">
      <w:pPr>
        <w:pStyle w:val="Heading4"/>
      </w:pPr>
      <w:r w:rsidRPr="00987C26">
        <w:t xml:space="preserve">Lack of US economic activity is allowing China to build up influence in Mexico  </w:t>
      </w:r>
    </w:p>
    <w:p w:rsidR="00BB0994" w:rsidRPr="00987C26" w:rsidRDefault="00BB0994" w:rsidP="00BB0994">
      <w:r w:rsidRPr="00987C26">
        <w:rPr>
          <w:rStyle w:val="StyleStyleBold12pt"/>
        </w:rPr>
        <w:t>USA Today 6/3</w:t>
      </w:r>
      <w:r w:rsidRPr="00987C26">
        <w:t xml:space="preserve">/13 (“President Xi uses trip to increase China's influence”, </w:t>
      </w:r>
      <w:hyperlink r:id="rId23" w:history="1">
        <w:r w:rsidRPr="00987C26">
          <w:rPr>
            <w:rStyle w:val="Hyperlink"/>
          </w:rPr>
          <w:t>http://www.usatoday.com/story/news/politics/2013/06/06/presidential-china-summit-sunnylands/2397129/</w:t>
        </w:r>
      </w:hyperlink>
      <w:r w:rsidRPr="00987C26">
        <w:t>, CMR)</w:t>
      </w:r>
    </w:p>
    <w:p w:rsidR="00BB0994" w:rsidRPr="00987C26" w:rsidRDefault="00BB0994" w:rsidP="00BB0994"/>
    <w:p w:rsidR="00BB0994" w:rsidRPr="00987C26" w:rsidRDefault="00BB0994" w:rsidP="00BB0994">
      <w:pPr>
        <w:rPr>
          <w:rStyle w:val="StyleBoldUnderline"/>
        </w:rPr>
      </w:pPr>
      <w:r w:rsidRPr="00987C26">
        <w:rPr>
          <w:sz w:val="16"/>
        </w:rPr>
        <w:t xml:space="preserve">RANCHO MIRAGE, Calif. — When Chinese President Xi Jinping's four-nation tour of the Americas comes here Friday for a two-day summit with President Barack Obama, area economists and economic development officials say </w:t>
      </w:r>
      <w:r w:rsidRPr="00987C26">
        <w:rPr>
          <w:rStyle w:val="StyleBoldUnderline"/>
        </w:rPr>
        <w:t>China</w:t>
      </w:r>
      <w:r w:rsidRPr="00987C26">
        <w:rPr>
          <w:sz w:val="16"/>
        </w:rPr>
        <w:t xml:space="preserve"> already </w:t>
      </w:r>
      <w:r w:rsidRPr="00987C26">
        <w:rPr>
          <w:rStyle w:val="StyleBoldUnderline"/>
        </w:rPr>
        <w:t>will have taken fresh steps to bolster its economic influence in nations such as</w:t>
      </w:r>
      <w:r w:rsidRPr="00987C26">
        <w:rPr>
          <w:sz w:val="16"/>
        </w:rPr>
        <w:t xml:space="preserve"> Costa Rica, </w:t>
      </w:r>
      <w:r w:rsidRPr="00987C26">
        <w:rPr>
          <w:rStyle w:val="StyleBoldUnderline"/>
        </w:rPr>
        <w:t>Mexico</w:t>
      </w:r>
      <w:r w:rsidRPr="00987C26">
        <w:rPr>
          <w:sz w:val="16"/>
        </w:rPr>
        <w:t>, and Trinidad and Tobago.</w:t>
      </w:r>
      <w:r w:rsidRPr="00987C26">
        <w:rPr>
          <w:sz w:val="12"/>
        </w:rPr>
        <w:t>¶</w:t>
      </w:r>
      <w:r w:rsidRPr="00987C26">
        <w:rPr>
          <w:sz w:val="16"/>
        </w:rPr>
        <w:t xml:space="preserve"> Xi took office in March and has used the trip to expand China's exports and relations:</w:t>
      </w:r>
      <w:r w:rsidRPr="00987C26">
        <w:rPr>
          <w:sz w:val="12"/>
        </w:rPr>
        <w:t>¶</w:t>
      </w:r>
      <w:r w:rsidRPr="00987C26">
        <w:rPr>
          <w:sz w:val="16"/>
        </w:rPr>
        <w:t xml:space="preserve"> • Friday, the Chinese leader met with Prime Minister Kamla Persad-Bissessar of the Caribbean Republic of Trinidad and Tobago — a nation rich in liquefied natural gas — where they announced they had discussed ways to cooperate in key areas of energy, minerals, infrastructure development, telecommunications and agriculture.</w:t>
      </w:r>
      <w:r w:rsidRPr="00987C26">
        <w:rPr>
          <w:sz w:val="12"/>
        </w:rPr>
        <w:t>¶</w:t>
      </w:r>
      <w:r w:rsidRPr="00987C26">
        <w:rPr>
          <w:sz w:val="16"/>
        </w:rPr>
        <w:t xml:space="preserve"> • Monday, Xi met Costa Rican President Laura Chinchilla to discuss commercial and energy projects, including upgrading the Central American country's oil refineries and developing a free-trade zone.</w:t>
      </w:r>
      <w:r w:rsidRPr="00987C26">
        <w:rPr>
          <w:sz w:val="12"/>
        </w:rPr>
        <w:t>¶</w:t>
      </w:r>
      <w:r w:rsidRPr="00987C26">
        <w:rPr>
          <w:sz w:val="16"/>
        </w:rPr>
        <w:t xml:space="preserve"> • Tuesday, in Mexico, President Enrique Pena </w:t>
      </w:r>
      <w:r w:rsidRPr="00987C26">
        <w:rPr>
          <w:rStyle w:val="StyleBoldUnderline"/>
        </w:rPr>
        <w:t>Nieto and business leaders met with Chinese delegates to determine ways to reduce Mexico's large trade deficit while strengthening trade links</w:t>
      </w:r>
      <w:r w:rsidRPr="00987C26">
        <w:rPr>
          <w:sz w:val="16"/>
        </w:rPr>
        <w:t>. Mexican officials said while $57 billion of Mexico's imports — 15% — came from China last year, Mexico only exported $5.7 billion — 1.5% — to China.</w:t>
      </w:r>
      <w:r w:rsidRPr="00987C26">
        <w:rPr>
          <w:sz w:val="12"/>
        </w:rPr>
        <w:t>¶</w:t>
      </w:r>
      <w:r w:rsidRPr="00987C26">
        <w:rPr>
          <w:sz w:val="16"/>
        </w:rPr>
        <w:t xml:space="preserve"> "The bottom line is everybody is looking for export markets," said Chapman University economist Esmael Adibi, director of the A. Gary Anderson Center for Economic Research in Orange, Calif. "They're asking, 'Where are the markets that are not fully utilized?' and they're putting their efforts there."</w:t>
      </w:r>
      <w:r w:rsidRPr="00987C26">
        <w:rPr>
          <w:sz w:val="12"/>
        </w:rPr>
        <w:t>¶</w:t>
      </w:r>
      <w:r w:rsidRPr="00987C26">
        <w:rPr>
          <w:sz w:val="16"/>
        </w:rPr>
        <w:t xml:space="preserve"> </w:t>
      </w:r>
      <w:r w:rsidRPr="00987C26">
        <w:rPr>
          <w:rStyle w:val="StyleBoldUnderline"/>
        </w:rPr>
        <w:t>Last year, China eclipsed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to become the world's biggest trading nation</w:t>
      </w:r>
      <w:r w:rsidRPr="00987C26">
        <w:rPr>
          <w:sz w:val="16"/>
        </w:rPr>
        <w:t xml:space="preserve">, as measured by total exports and imports of goods (excluding services), according to figures both countries released earlier </w:t>
      </w:r>
      <w:proofErr w:type="gramStart"/>
      <w:r w:rsidRPr="00987C26">
        <w:rPr>
          <w:sz w:val="16"/>
        </w:rPr>
        <w:t>this year.</w:t>
      </w:r>
      <w:r w:rsidRPr="00987C26">
        <w:rPr>
          <w:sz w:val="12"/>
        </w:rPr>
        <w:t>¶</w:t>
      </w:r>
      <w:r w:rsidRPr="00987C26">
        <w:rPr>
          <w:sz w:val="16"/>
        </w:rPr>
        <w:t xml:space="preserve"> Chinese exports</w:t>
      </w:r>
      <w:proofErr w:type="gramEnd"/>
      <w:r w:rsidRPr="00987C26">
        <w:rPr>
          <w:sz w:val="16"/>
        </w:rPr>
        <w:t xml:space="preserve"> and imports reached $3.87 trillion last year, the Chinese customs administration reported. The U.S. exports and imports combined for $3.82 trillion in 2012, the Commerce Department said.</w:t>
      </w:r>
      <w:r w:rsidRPr="00987C26">
        <w:rPr>
          <w:sz w:val="12"/>
        </w:rPr>
        <w:t>¶</w:t>
      </w:r>
      <w:r w:rsidRPr="00987C26">
        <w:rPr>
          <w:sz w:val="16"/>
        </w:rPr>
        <w:t xml:space="preserve"> China's latest efforts to boost export markets in places such as Latin America and Africa don't surprise Wes Ahlgren, chief operating officer for the Coachella Valley Economic Partnership in Palm Springs, Calif. Ahlgren has traveled to China and Europe on trade missions to promote this area's renewable energy and clean technology opportunities.</w:t>
      </w:r>
      <w:r w:rsidRPr="00987C26">
        <w:rPr>
          <w:sz w:val="12"/>
        </w:rPr>
        <w:t>¶</w:t>
      </w:r>
      <w:r w:rsidRPr="00987C26">
        <w:rPr>
          <w:sz w:val="16"/>
        </w:rPr>
        <w:t xml:space="preserve"> During a recent conference call with U.S. state, trade and commerce officials who were in Africa at the time, Ahlgren said it was clear </w:t>
      </w:r>
      <w:r w:rsidRPr="00987C26">
        <w:rPr>
          <w:rStyle w:val="StyleBoldUnderline"/>
        </w:rPr>
        <w:t>China has already made substantial investments in Latin America</w:t>
      </w:r>
      <w:r w:rsidRPr="00987C26">
        <w:rPr>
          <w:sz w:val="16"/>
        </w:rPr>
        <w:t xml:space="preserve"> and Africa, </w:t>
      </w:r>
      <w:r w:rsidRPr="00987C26">
        <w:rPr>
          <w:rStyle w:val="StyleBoldUnderline"/>
        </w:rPr>
        <w:t>and</w:t>
      </w:r>
      <w:r w:rsidRPr="00987C26">
        <w:rPr>
          <w:sz w:val="16"/>
        </w:rPr>
        <w:t xml:space="preserve"> China </w:t>
      </w:r>
      <w:r w:rsidRPr="00987C26">
        <w:rPr>
          <w:rStyle w:val="StyleBoldUnderline"/>
        </w:rPr>
        <w:t>continues to look for</w:t>
      </w:r>
      <w:r w:rsidRPr="00987C26">
        <w:rPr>
          <w:sz w:val="16"/>
        </w:rPr>
        <w:t xml:space="preserve"> markets, resources and </w:t>
      </w:r>
      <w:r w:rsidRPr="00987C26">
        <w:rPr>
          <w:rStyle w:val="StyleBoldUnderline"/>
        </w:rPr>
        <w:t>ways to expand its influence</w:t>
      </w:r>
      <w:r w:rsidRPr="00987C26">
        <w:rPr>
          <w:sz w:val="16"/>
        </w:rPr>
        <w:t>.</w:t>
      </w:r>
      <w:r w:rsidRPr="00987C26">
        <w:rPr>
          <w:sz w:val="12"/>
        </w:rPr>
        <w:t>¶</w:t>
      </w:r>
      <w:r w:rsidRPr="00987C26">
        <w:rPr>
          <w:sz w:val="16"/>
        </w:rPr>
        <w:t xml:space="preserve"> "Similarly, the U.S. foreign policy includes a large component of economic development, foreign military sales, direct investment, support for NGOs (non-government organizations), etc.," Ahlgren said. "Perhaps they are taking a page from our playbook and modeling it to their own vision."</w:t>
      </w:r>
      <w:r w:rsidRPr="00987C26">
        <w:rPr>
          <w:sz w:val="12"/>
        </w:rPr>
        <w:t>¶</w:t>
      </w:r>
      <w:r w:rsidRPr="00987C26">
        <w:rPr>
          <w:sz w:val="16"/>
        </w:rPr>
        <w:t xml:space="preserve"> </w:t>
      </w:r>
      <w:proofErr w:type="gramStart"/>
      <w:r w:rsidRPr="00987C26">
        <w:rPr>
          <w:rStyle w:val="StyleBoldUnderline"/>
        </w:rPr>
        <w:t>At</w:t>
      </w:r>
      <w:proofErr w:type="gramEnd"/>
      <w:r w:rsidRPr="00987C26">
        <w:rPr>
          <w:rStyle w:val="StyleBoldUnderline"/>
        </w:rPr>
        <w:t xml:space="preserve"> a time when the US</w:t>
      </w:r>
      <w:r w:rsidRPr="00987C26">
        <w:rPr>
          <w:sz w:val="16"/>
        </w:rPr>
        <w:t xml:space="preserve">A </w:t>
      </w:r>
      <w:r w:rsidRPr="00987C26">
        <w:rPr>
          <w:rStyle w:val="StyleBoldUnderline"/>
        </w:rPr>
        <w:t>is under financial pressure</w:t>
      </w:r>
      <w:r w:rsidRPr="00987C26">
        <w:rPr>
          <w:sz w:val="16"/>
        </w:rPr>
        <w:t xml:space="preserve"> and has had to cut aid internationally, </w:t>
      </w:r>
      <w:r w:rsidRPr="00987C26">
        <w:rPr>
          <w:rStyle w:val="StyleBoldUnderline"/>
        </w:rPr>
        <w:t>China is opening its wallet.</w:t>
      </w:r>
      <w:r w:rsidRPr="00987C26">
        <w:rPr>
          <w:rStyle w:val="StyleBoldUnderline"/>
          <w:b w:val="0"/>
          <w:sz w:val="12"/>
        </w:rPr>
        <w:t>¶</w:t>
      </w:r>
      <w:r w:rsidRPr="00987C26">
        <w:rPr>
          <w:sz w:val="16"/>
        </w:rPr>
        <w:t xml:space="preserve"> "</w:t>
      </w:r>
      <w:r w:rsidRPr="00987C26">
        <w:rPr>
          <w:rStyle w:val="StyleBoldUnderline"/>
        </w:rPr>
        <w:t>Because (China) is so rich with foreign currency and surplus, they are willing to make direct investments in these countries to improve their ties,</w:t>
      </w:r>
      <w:r w:rsidRPr="00987C26">
        <w:rPr>
          <w:sz w:val="16"/>
        </w:rPr>
        <w:t xml:space="preserve">" Adibi said. </w:t>
      </w:r>
      <w:proofErr w:type="gramStart"/>
      <w:r w:rsidRPr="00987C26">
        <w:rPr>
          <w:rStyle w:val="StyleBoldUnderline"/>
        </w:rPr>
        <w:t>"Whereas we have budgetary constraints."</w:t>
      </w:r>
      <w:proofErr w:type="gramEnd"/>
    </w:p>
    <w:p w:rsidR="00BB0994" w:rsidRPr="00987C26" w:rsidRDefault="00BB0994" w:rsidP="00BB0994"/>
    <w:p w:rsidR="00BB0994" w:rsidRPr="00987C26" w:rsidRDefault="00BB0994" w:rsidP="00BB0994">
      <w:pPr>
        <w:pStyle w:val="Heading3"/>
      </w:pPr>
      <w:bookmarkStart w:id="15" w:name="_Toc359926086"/>
      <w:r w:rsidRPr="00987C26">
        <w:lastRenderedPageBreak/>
        <w:t>Link UQ – US Strategy Failing/China Fill-In</w:t>
      </w:r>
      <w:bookmarkEnd w:id="15"/>
    </w:p>
    <w:p w:rsidR="00BB0994" w:rsidRPr="00987C26" w:rsidRDefault="00BB0994" w:rsidP="00BB0994">
      <w:pPr>
        <w:pStyle w:val="Heading4"/>
      </w:pPr>
      <w:r w:rsidRPr="00987C26">
        <w:t xml:space="preserve">Unique link – Failure of current US economic strategy will surrender influence to China </w:t>
      </w:r>
    </w:p>
    <w:p w:rsidR="00BB0994" w:rsidRPr="00987C26" w:rsidRDefault="00BB0994" w:rsidP="00BB0994">
      <w:r w:rsidRPr="00987C26">
        <w:rPr>
          <w:rStyle w:val="StyleStyleBold12pt"/>
        </w:rPr>
        <w:t>Gallagher 6/18</w:t>
      </w:r>
      <w:r w:rsidRPr="00987C26">
        <w:t xml:space="preserve">/13 – associate professor of international relations at Boston University (Kevin P, “Time for a U.S. Pivot to Latin America”, </w:t>
      </w:r>
      <w:hyperlink r:id="rId24" w:history="1">
        <w:r w:rsidRPr="00987C26">
          <w:rPr>
            <w:rStyle w:val="Hyperlink"/>
          </w:rPr>
          <w:t>http://www.theglobalist.com/storyid.aspx?storyid=10035</w:t>
        </w:r>
      </w:hyperlink>
      <w:r w:rsidRPr="00987C26">
        <w:t>, CMR)</w:t>
      </w:r>
    </w:p>
    <w:p w:rsidR="00BB0994" w:rsidRPr="00987C26" w:rsidRDefault="00BB0994" w:rsidP="00BB0994"/>
    <w:p w:rsidR="00BB0994" w:rsidRPr="00987C26" w:rsidRDefault="00BB0994" w:rsidP="00BB0994">
      <w:pPr>
        <w:rPr>
          <w:sz w:val="16"/>
        </w:rPr>
      </w:pPr>
      <w:r w:rsidRPr="00987C26">
        <w:rPr>
          <w:rStyle w:val="StyleBoldUnderline"/>
        </w:rPr>
        <w:t>For too long,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has relied on</w:t>
      </w:r>
      <w:r w:rsidRPr="00987C26">
        <w:rPr>
          <w:sz w:val="16"/>
        </w:rPr>
        <w:t xml:space="preserve"> a rather imperial mechanism — </w:t>
      </w:r>
      <w:r w:rsidRPr="00987C26">
        <w:rPr>
          <w:rStyle w:val="StyleBoldUnderline"/>
        </w:rPr>
        <w:t>just telling Latin America what it needs. Compare that to China's approach: It offers Latin America what it wants</w:t>
      </w:r>
      <w:r w:rsidRPr="00987C26">
        <w:rPr>
          <w:sz w:val="16"/>
        </w:rPr>
        <w:t xml:space="preserve"> (in the form of financing and trade from China).</w:t>
      </w:r>
      <w:r w:rsidRPr="00987C26">
        <w:rPr>
          <w:sz w:val="12"/>
        </w:rPr>
        <w:t>¶</w:t>
      </w:r>
      <w:r w:rsidRPr="00987C26">
        <w:rPr>
          <w:sz w:val="16"/>
        </w:rPr>
        <w:t xml:space="preserve"> When President </w:t>
      </w:r>
      <w:r w:rsidRPr="00987C26">
        <w:rPr>
          <w:rStyle w:val="StyleBoldUnderline"/>
        </w:rPr>
        <w:t>Obama</w:t>
      </w:r>
      <w:r w:rsidRPr="00987C26">
        <w:rPr>
          <w:sz w:val="16"/>
        </w:rPr>
        <w:t xml:space="preserve"> took office, he and his team </w:t>
      </w:r>
      <w:r w:rsidRPr="00987C26">
        <w:rPr>
          <w:rStyle w:val="StyleBoldUnderline"/>
        </w:rPr>
        <w:t>pledged to</w:t>
      </w:r>
      <w:r w:rsidRPr="00987C26">
        <w:rPr>
          <w:sz w:val="16"/>
        </w:rPr>
        <w:t xml:space="preserve"> hit the reset button with the region and </w:t>
      </w:r>
      <w:r w:rsidRPr="00987C26">
        <w:rPr>
          <w:rStyle w:val="StyleBoldUnderline"/>
        </w:rPr>
        <w:t>rethink its trade regime</w:t>
      </w:r>
      <w:r w:rsidRPr="00987C26">
        <w:rPr>
          <w:sz w:val="16"/>
        </w:rPr>
        <w:t xml:space="preserve"> with Latin America. </w:t>
      </w:r>
      <w:r w:rsidRPr="00987C26">
        <w:rPr>
          <w:rStyle w:val="Emphasis"/>
        </w:rPr>
        <w:t>It hasn't worked out that way</w:t>
      </w:r>
      <w:r w:rsidRPr="00987C26">
        <w:rPr>
          <w:sz w:val="16"/>
        </w:rPr>
        <w:t>.</w:t>
      </w:r>
      <w:r w:rsidRPr="00987C26">
        <w:rPr>
          <w:sz w:val="12"/>
        </w:rPr>
        <w:t>¶</w:t>
      </w:r>
      <w:r w:rsidRPr="00987C26">
        <w:rPr>
          <w:sz w:val="16"/>
        </w:rPr>
        <w:t xml:space="preserve"> Thus far, "</w:t>
      </w:r>
      <w:r w:rsidRPr="00987C26">
        <w:rPr>
          <w:rStyle w:val="StyleBoldUnderline"/>
        </w:rPr>
        <w:t>reset" has</w:t>
      </w:r>
      <w:r w:rsidRPr="00987C26">
        <w:rPr>
          <w:sz w:val="16"/>
        </w:rPr>
        <w:t xml:space="preserve"> essentially </w:t>
      </w:r>
      <w:r w:rsidRPr="00987C26">
        <w:rPr>
          <w:rStyle w:val="StyleBoldUnderline"/>
        </w:rPr>
        <w:t>meant making the same old offer</w:t>
      </w:r>
      <w:r w:rsidRPr="00987C26">
        <w:rPr>
          <w:sz w:val="16"/>
        </w:rPr>
        <w:t xml:space="preserve">, but </w:t>
      </w:r>
      <w:r w:rsidRPr="00987C26">
        <w:rPr>
          <w:rStyle w:val="StyleBoldUnderline"/>
        </w:rPr>
        <w:t>via new faces</w:t>
      </w:r>
      <w:r w:rsidRPr="00987C26">
        <w:rPr>
          <w:sz w:val="16"/>
        </w:rPr>
        <w:t>.</w:t>
      </w:r>
      <w:r w:rsidRPr="00987C26">
        <w:rPr>
          <w:sz w:val="12"/>
        </w:rPr>
        <w:t>¶</w:t>
      </w:r>
      <w:r w:rsidRPr="00987C26">
        <w:rPr>
          <w:sz w:val="16"/>
        </w:rPr>
        <w:t xml:space="preserve"> In addition, too much of the interaction with regional governments has been on such efforts as concentrating on drug interdiction purposes.</w:t>
      </w:r>
      <w:r w:rsidRPr="00987C26">
        <w:rPr>
          <w:sz w:val="12"/>
        </w:rPr>
        <w:t>¶</w:t>
      </w:r>
      <w:r w:rsidRPr="00987C26">
        <w:rPr>
          <w:sz w:val="16"/>
        </w:rPr>
        <w:t xml:space="preserve"> Those countries rightfully don't see that as much of a growth-enhancing development approach, but rather as a foreign-based, defensive mechanism to protect the U.S. homeland.</w:t>
      </w:r>
      <w:r w:rsidRPr="00987C26">
        <w:rPr>
          <w:sz w:val="12"/>
        </w:rPr>
        <w:t>¶</w:t>
      </w:r>
      <w:r w:rsidRPr="00987C26">
        <w:rPr>
          <w:sz w:val="16"/>
        </w:rPr>
        <w:t xml:space="preserve"> Given all that, </w:t>
      </w:r>
      <w:r w:rsidRPr="00987C26">
        <w:rPr>
          <w:rStyle w:val="StyleBoldUnderline"/>
        </w:rPr>
        <w:t xml:space="preserve">it is </w:t>
      </w:r>
      <w:r w:rsidRPr="00987C26">
        <w:rPr>
          <w:sz w:val="16"/>
        </w:rPr>
        <w:t>high</w:t>
      </w:r>
      <w:r w:rsidRPr="00987C26">
        <w:rPr>
          <w:rStyle w:val="StyleBoldUnderline"/>
        </w:rPr>
        <w:t xml:space="preserve"> time for the U.S. government to undertake a true rethink of its economic policy toward Latin America.</w:t>
      </w:r>
      <w:r w:rsidRPr="00987C26">
        <w:rPr>
          <w:sz w:val="16"/>
        </w:rPr>
        <w:t xml:space="preserve"> Very soon, it may be too late.</w:t>
      </w:r>
    </w:p>
    <w:p w:rsidR="00BB0994" w:rsidRPr="00987C26" w:rsidRDefault="00BB0994" w:rsidP="00BB0994"/>
    <w:p w:rsidR="00BB0994" w:rsidRPr="00987C26" w:rsidRDefault="00BB0994" w:rsidP="00BB0994">
      <w:r w:rsidRPr="00987C26">
        <w:tab/>
      </w:r>
      <w:r w:rsidRPr="00987C26">
        <w:tab/>
      </w:r>
      <w:r w:rsidRPr="00987C26">
        <w:tab/>
      </w:r>
    </w:p>
    <w:p w:rsidR="00BB0994" w:rsidRPr="00987C26" w:rsidRDefault="00BB0994" w:rsidP="00BB0994">
      <w:pPr>
        <w:pStyle w:val="Heading3"/>
      </w:pPr>
      <w:bookmarkStart w:id="16" w:name="_Toc359926087"/>
      <w:r w:rsidRPr="00987C26">
        <w:lastRenderedPageBreak/>
        <w:t>Internal – Competition = War</w:t>
      </w:r>
      <w:bookmarkEnd w:id="16"/>
    </w:p>
    <w:p w:rsidR="00BB0994" w:rsidRPr="00987C26" w:rsidRDefault="00BB0994" w:rsidP="00BB0994">
      <w:pPr>
        <w:pStyle w:val="Heading4"/>
      </w:pPr>
      <w:r w:rsidRPr="00987C26">
        <w:t xml:space="preserve">US-China competition for influence in Latin America causes war </w:t>
      </w:r>
    </w:p>
    <w:p w:rsidR="00BB0994" w:rsidRPr="00987C26" w:rsidRDefault="00BB0994" w:rsidP="00BB0994">
      <w:r w:rsidRPr="00987C26">
        <w:rPr>
          <w:rStyle w:val="StyleStyleBold12pt"/>
        </w:rPr>
        <w:t>Hilton 13</w:t>
      </w:r>
      <w:r w:rsidRPr="00987C26">
        <w:t xml:space="preserve"> - London-based writer and broadcaster (Isabel, “China in Latin America: Hegemonic challenge?</w:t>
      </w:r>
      <w:proofErr w:type="gramStart"/>
      <w:r w:rsidRPr="00987C26">
        <w:t>”,</w:t>
      </w:r>
      <w:proofErr w:type="gramEnd"/>
      <w:r w:rsidRPr="00987C26">
        <w:t xml:space="preserve"> Feb 13, </w:t>
      </w:r>
      <w:hyperlink r:id="rId25" w:history="1">
        <w:r w:rsidRPr="00987C26">
          <w:rPr>
            <w:rStyle w:val="Hyperlink"/>
          </w:rPr>
          <w:t>http://www.peacebuilding.no/var/ezflow_site/storage/original/application/26ff1a0cc3c0b6d5692c8afbc054aad9.pdf</w:t>
        </w:r>
      </w:hyperlink>
      <w:r w:rsidRPr="00987C26">
        <w:t xml:space="preserve">, CMR) </w:t>
      </w:r>
    </w:p>
    <w:p w:rsidR="00BB0994" w:rsidRPr="00987C26" w:rsidRDefault="00BB0994" w:rsidP="00BB0994"/>
    <w:p w:rsidR="00BB0994" w:rsidRPr="00987C26" w:rsidRDefault="00BB0994" w:rsidP="00BB0994">
      <w:pPr>
        <w:rPr>
          <w:sz w:val="16"/>
        </w:rPr>
      </w:pPr>
      <w:r w:rsidRPr="00987C26">
        <w:rPr>
          <w:rStyle w:val="StyleBoldUnderline"/>
        </w:rPr>
        <w:t xml:space="preserve">China’s presence in Latin America is </w:t>
      </w:r>
      <w:r w:rsidRPr="00987C26">
        <w:rPr>
          <w:rStyle w:val="Emphasis"/>
        </w:rPr>
        <w:t>unlikely to diminish</w:t>
      </w:r>
      <w:r w:rsidRPr="00987C26">
        <w:rPr>
          <w:rStyle w:val="StyleBoldUnderline"/>
        </w:rPr>
        <w:t xml:space="preserve"> and will continue to affect its regional partners for the </w:t>
      </w:r>
      <w:r w:rsidRPr="00987C26">
        <w:rPr>
          <w:rStyle w:val="StyleBoldUnderline"/>
          <w:b w:val="0"/>
          <w:sz w:val="12"/>
        </w:rPr>
        <w:t>¶</w:t>
      </w:r>
      <w:r w:rsidRPr="00987C26">
        <w:rPr>
          <w:rStyle w:val="StyleBoldUnderline"/>
        </w:rPr>
        <w:t xml:space="preserve"> foreseeable future</w:t>
      </w:r>
      <w:r w:rsidRPr="00987C26">
        <w:rPr>
          <w:sz w:val="16"/>
        </w:rPr>
        <w:t xml:space="preserve">. Although this undoubtedly entails a </w:t>
      </w:r>
      <w:r w:rsidRPr="00987C26">
        <w:rPr>
          <w:sz w:val="12"/>
        </w:rPr>
        <w:t>¶</w:t>
      </w:r>
      <w:r w:rsidRPr="00987C26">
        <w:rPr>
          <w:sz w:val="16"/>
        </w:rPr>
        <w:t xml:space="preserve"> loss of U.S. influence in the region, </w:t>
      </w:r>
      <w:r w:rsidRPr="00987C26">
        <w:rPr>
          <w:rStyle w:val="StyleBoldUnderline"/>
        </w:rPr>
        <w:t xml:space="preserve">both China and the U.S. </w:t>
      </w:r>
      <w:r w:rsidRPr="00987C26">
        <w:rPr>
          <w:rStyle w:val="StyleBoldUnderline"/>
          <w:b w:val="0"/>
          <w:sz w:val="12"/>
        </w:rPr>
        <w:t>¶</w:t>
      </w:r>
      <w:r w:rsidRPr="00987C26">
        <w:rPr>
          <w:rStyle w:val="StyleBoldUnderline"/>
        </w:rPr>
        <w:t xml:space="preserve"> have </w:t>
      </w:r>
      <w:r w:rsidRPr="00987C26">
        <w:rPr>
          <w:rStyle w:val="Emphasis"/>
        </w:rPr>
        <w:t>so far</w:t>
      </w:r>
      <w:r w:rsidRPr="00987C26">
        <w:rPr>
          <w:rStyle w:val="StyleBoldUnderline"/>
        </w:rPr>
        <w:t xml:space="preserve"> sought cooperation rather than confrontation</w:t>
      </w:r>
      <w:r w:rsidRPr="00987C26">
        <w:rPr>
          <w:sz w:val="16"/>
        </w:rPr>
        <w:t xml:space="preserve">. </w:t>
      </w:r>
      <w:r w:rsidRPr="00987C26">
        <w:rPr>
          <w:sz w:val="12"/>
        </w:rPr>
        <w:t>¶</w:t>
      </w:r>
      <w:r w:rsidRPr="00987C26">
        <w:rPr>
          <w:sz w:val="16"/>
        </w:rPr>
        <w:t xml:space="preserve"> </w:t>
      </w:r>
      <w:proofErr w:type="gramStart"/>
      <w:r w:rsidRPr="00987C26">
        <w:rPr>
          <w:rStyle w:val="StyleBoldUnderline"/>
        </w:rPr>
        <w:t>In</w:t>
      </w:r>
      <w:proofErr w:type="gramEnd"/>
      <w:r w:rsidRPr="00987C26">
        <w:rPr>
          <w:rStyle w:val="StyleBoldUnderline"/>
        </w:rPr>
        <w:t xml:space="preserve"> the context of the Obama </w:t>
      </w:r>
      <w:r w:rsidRPr="00987C26">
        <w:rPr>
          <w:sz w:val="16"/>
        </w:rPr>
        <w:t>administration’s “</w:t>
      </w:r>
      <w:r w:rsidRPr="00987C26">
        <w:rPr>
          <w:rStyle w:val="StyleBoldUnderline"/>
        </w:rPr>
        <w:t>pivot” to Asia</w:t>
      </w:r>
      <w:r w:rsidRPr="00987C26">
        <w:rPr>
          <w:sz w:val="16"/>
        </w:rPr>
        <w:t xml:space="preserve">, however, </w:t>
      </w:r>
      <w:r w:rsidRPr="00987C26">
        <w:rPr>
          <w:rStyle w:val="StyleBoldUnderline"/>
        </w:rPr>
        <w:t xml:space="preserve">and the latent, long-term strategic competition </w:t>
      </w:r>
      <w:r w:rsidRPr="00987C26">
        <w:rPr>
          <w:rStyle w:val="StyleBoldUnderline"/>
          <w:b w:val="0"/>
          <w:sz w:val="12"/>
        </w:rPr>
        <w:t>¶</w:t>
      </w:r>
      <w:r w:rsidRPr="00987C26">
        <w:rPr>
          <w:rStyle w:val="StyleBoldUnderline"/>
        </w:rPr>
        <w:t xml:space="preserve"> between China and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there is potential </w:t>
      </w:r>
      <w:r w:rsidRPr="00987C26">
        <w:rPr>
          <w:rStyle w:val="StyleBoldUnderline"/>
          <w:b w:val="0"/>
          <w:sz w:val="12"/>
        </w:rPr>
        <w:t>¶</w:t>
      </w:r>
      <w:r w:rsidRPr="00987C26">
        <w:rPr>
          <w:rStyle w:val="StyleBoldUnderline"/>
        </w:rPr>
        <w:t xml:space="preserve"> for </w:t>
      </w:r>
      <w:r w:rsidRPr="00987C26">
        <w:rPr>
          <w:rStyle w:val="Emphasis"/>
        </w:rPr>
        <w:t>increasing competition</w:t>
      </w:r>
      <w:r w:rsidRPr="00987C26">
        <w:rPr>
          <w:rStyle w:val="StyleBoldUnderline"/>
        </w:rPr>
        <w:t xml:space="preserve"> for influence in the future. </w:t>
      </w:r>
      <w:proofErr w:type="gramStart"/>
      <w:r w:rsidRPr="00987C26">
        <w:rPr>
          <w:rStyle w:val="StyleBoldUnderline"/>
        </w:rPr>
        <w:t>An</w:t>
      </w:r>
      <w:proofErr w:type="gramEnd"/>
      <w:r w:rsidRPr="00987C26">
        <w:rPr>
          <w:rStyle w:val="StyleBoldUnderline"/>
        </w:rPr>
        <w:t xml:space="preserve"> </w:t>
      </w:r>
      <w:r w:rsidRPr="00987C26">
        <w:rPr>
          <w:rStyle w:val="StyleBoldUnderline"/>
          <w:b w:val="0"/>
          <w:sz w:val="12"/>
        </w:rPr>
        <w:t>¶</w:t>
      </w:r>
      <w:r w:rsidRPr="00987C26">
        <w:rPr>
          <w:rStyle w:val="StyleBoldUnderline"/>
        </w:rPr>
        <w:t xml:space="preserve"> escalation of tensions</w:t>
      </w:r>
      <w:r w:rsidRPr="00987C26">
        <w:rPr>
          <w:sz w:val="16"/>
        </w:rPr>
        <w:t xml:space="preserve"> between China and U.S. allies in the </w:t>
      </w:r>
      <w:r w:rsidRPr="00987C26">
        <w:rPr>
          <w:sz w:val="12"/>
        </w:rPr>
        <w:t>¶</w:t>
      </w:r>
      <w:r w:rsidRPr="00987C26">
        <w:rPr>
          <w:sz w:val="16"/>
        </w:rPr>
        <w:t xml:space="preserve"> South China or East China Sea </w:t>
      </w:r>
      <w:r w:rsidRPr="00987C26">
        <w:rPr>
          <w:rStyle w:val="StyleBoldUnderline"/>
        </w:rPr>
        <w:t xml:space="preserve">could prompt China to raise </w:t>
      </w:r>
      <w:r w:rsidRPr="00987C26">
        <w:rPr>
          <w:rStyle w:val="StyleBoldUnderline"/>
          <w:b w:val="0"/>
          <w:sz w:val="12"/>
        </w:rPr>
        <w:t>¶</w:t>
      </w:r>
      <w:r w:rsidRPr="00987C26">
        <w:rPr>
          <w:rStyle w:val="StyleBoldUnderline"/>
        </w:rPr>
        <w:t xml:space="preserve"> </w:t>
      </w:r>
      <w:r w:rsidRPr="00987C26">
        <w:rPr>
          <w:rStyle w:val="Emphasis"/>
        </w:rPr>
        <w:t>retaliatory tensions</w:t>
      </w:r>
      <w:r w:rsidRPr="00987C26">
        <w:rPr>
          <w:sz w:val="16"/>
        </w:rPr>
        <w:t xml:space="preserve"> </w:t>
      </w:r>
      <w:r w:rsidRPr="00987C26">
        <w:rPr>
          <w:rStyle w:val="Emphasis"/>
        </w:rPr>
        <w:t>in the U.S. backyard</w:t>
      </w:r>
      <w:r w:rsidRPr="00987C26">
        <w:rPr>
          <w:sz w:val="16"/>
        </w:rPr>
        <w:t xml:space="preserve">. At that point, </w:t>
      </w:r>
      <w:r w:rsidRPr="00987C26">
        <w:rPr>
          <w:sz w:val="12"/>
        </w:rPr>
        <w:t>¶</w:t>
      </w:r>
      <w:r w:rsidRPr="00987C26">
        <w:rPr>
          <w:sz w:val="16"/>
        </w:rPr>
        <w:t xml:space="preserve"> the traditional Latin American allies of the U.S. could face </w:t>
      </w:r>
      <w:r w:rsidRPr="00987C26">
        <w:rPr>
          <w:sz w:val="12"/>
        </w:rPr>
        <w:t>¶</w:t>
      </w:r>
      <w:r w:rsidRPr="00987C26">
        <w:rPr>
          <w:sz w:val="16"/>
        </w:rPr>
        <w:t xml:space="preserve"> some uncomfortable choices.</w:t>
      </w:r>
    </w:p>
    <w:p w:rsidR="00BB0994" w:rsidRPr="00987C26" w:rsidRDefault="00BB0994" w:rsidP="00BB0994">
      <w:pPr>
        <w:pStyle w:val="Heading4"/>
      </w:pPr>
      <w:r w:rsidRPr="00987C26">
        <w:t xml:space="preserve">US-China competition for influence risks open confrontation and a new Cold War </w:t>
      </w:r>
    </w:p>
    <w:p w:rsidR="00BB0994" w:rsidRPr="00987C26" w:rsidRDefault="00BB0994" w:rsidP="00BB0994">
      <w:r w:rsidRPr="00987C26">
        <w:rPr>
          <w:rStyle w:val="StyleStyleBold12pt"/>
        </w:rPr>
        <w:t>Cerna 11</w:t>
      </w:r>
      <w:r w:rsidRPr="00987C26">
        <w:t xml:space="preserve"> – graduate student in International Policy Management at Kennesaw State University, Kennesaw, GA (Michael, “China’s Growing Presence,” 4/15, </w:t>
      </w:r>
      <w:hyperlink r:id="rId26" w:history="1">
        <w:r w:rsidRPr="00987C26">
          <w:rPr>
            <w:rStyle w:val="Hyperlink"/>
          </w:rPr>
          <w:t>http://www.chinacenter.net/chinas-growing-presence-in-latin-america-implications-for-u-s-and-chinese-presence-in-the-region/</w:t>
        </w:r>
      </w:hyperlink>
      <w:r w:rsidRPr="00987C26">
        <w:t xml:space="preserve">, CMR) </w:t>
      </w:r>
    </w:p>
    <w:p w:rsidR="00BB0994" w:rsidRPr="00987C26" w:rsidRDefault="00BB0994" w:rsidP="00BB0994"/>
    <w:p w:rsidR="00BB0994" w:rsidRPr="00987C26" w:rsidRDefault="00BB0994" w:rsidP="00BB0994">
      <w:pPr>
        <w:rPr>
          <w:sz w:val="16"/>
        </w:rPr>
      </w:pPr>
      <w:r w:rsidRPr="00987C26">
        <w:rPr>
          <w:sz w:val="16"/>
        </w:rPr>
        <w:t xml:space="preserve">As it stands, the Chinese are not broadening their relations with the region in a way that directly competes with the United States. China is strictly concerned with commodities, including oil. U.S. President Barack Obama recently signed an agreement with Brazil’s Petrobras that will allow the oil company to drill in the Gulf of Mexico. This symbolic move could cause tensions to increase as the world’s two largest oil consumers battle over rights to Brazilian oil. In that regard, the </w:t>
      </w:r>
      <w:r w:rsidRPr="00987C26">
        <w:rPr>
          <w:rStyle w:val="StyleBoldUnderline"/>
        </w:rPr>
        <w:t xml:space="preserve">competition may go beyond a race to Latin commodities and move into the realm of </w:t>
      </w:r>
      <w:r w:rsidRPr="00987C26">
        <w:rPr>
          <w:rStyle w:val="Emphasis"/>
        </w:rPr>
        <w:t>fighting for political influence</w:t>
      </w:r>
      <w:r w:rsidRPr="00987C26">
        <w:rPr>
          <w:sz w:val="16"/>
        </w:rPr>
        <w:t xml:space="preserve">. </w:t>
      </w:r>
      <w:r w:rsidRPr="00987C26">
        <w:rPr>
          <w:rStyle w:val="StyleBoldUnderline"/>
        </w:rPr>
        <w:t>It is odd to think that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would need to compete for hemispheric dominance with a country on the other side of the globe, but China’s actions and increasing integration into the region tell us that such a scenario may</w:t>
      </w:r>
      <w:r w:rsidRPr="00987C26">
        <w:rPr>
          <w:sz w:val="16"/>
        </w:rPr>
        <w:t xml:space="preserve"> one day </w:t>
      </w:r>
      <w:r w:rsidRPr="00987C26">
        <w:rPr>
          <w:rStyle w:val="StyleBoldUnderline"/>
        </w:rPr>
        <w:t>arise</w:t>
      </w:r>
      <w:r w:rsidRPr="00987C26">
        <w:rPr>
          <w:sz w:val="16"/>
        </w:rPr>
        <w:t xml:space="preserve">. Given the proximity and importance of Latin America to the United States, </w:t>
      </w:r>
      <w:r w:rsidRPr="00987C26">
        <w:rPr>
          <w:rStyle w:val="StyleBoldUnderline"/>
        </w:rPr>
        <w:t>this region could be the</w:t>
      </w:r>
      <w:r w:rsidRPr="00987C26">
        <w:rPr>
          <w:sz w:val="16"/>
        </w:rPr>
        <w:t xml:space="preserve"> symbolic </w:t>
      </w:r>
      <w:r w:rsidRPr="00987C26">
        <w:rPr>
          <w:rStyle w:val="Emphasis"/>
        </w:rPr>
        <w:t>battle</w:t>
      </w:r>
      <w:r w:rsidRPr="00987C26">
        <w:rPr>
          <w:sz w:val="16"/>
        </w:rPr>
        <w:t xml:space="preserve"> </w:t>
      </w:r>
      <w:r w:rsidRPr="00987C26">
        <w:rPr>
          <w:rStyle w:val="StyleBoldUnderline"/>
        </w:rPr>
        <w:t>that best measures</w:t>
      </w:r>
      <w:r w:rsidRPr="00987C26">
        <w:rPr>
          <w:sz w:val="16"/>
        </w:rPr>
        <w:t xml:space="preserve"> the </w:t>
      </w:r>
      <w:r w:rsidRPr="00987C26">
        <w:rPr>
          <w:rStyle w:val="StyleBoldUnderline"/>
        </w:rPr>
        <w:t>continued hegemony of the U.S. versus China.</w:t>
      </w:r>
      <w:r w:rsidRPr="00987C26">
        <w:rPr>
          <w:rStyle w:val="StyleBoldUnderline"/>
          <w:b w:val="0"/>
          <w:sz w:val="12"/>
        </w:rPr>
        <w:t>¶</w:t>
      </w:r>
      <w:r w:rsidRPr="00987C26">
        <w:rPr>
          <w:rStyle w:val="StyleBoldUnderline"/>
          <w:sz w:val="12"/>
        </w:rPr>
        <w:t xml:space="preserve"> </w:t>
      </w:r>
      <w:r w:rsidRPr="00987C26">
        <w:rPr>
          <w:sz w:val="16"/>
        </w:rPr>
        <w:t xml:space="preserve">With both the U.S. and China jockeying for influence in a world where political power relations are </w:t>
      </w:r>
      <w:proofErr w:type="gramStart"/>
      <w:r w:rsidRPr="00987C26">
        <w:rPr>
          <w:sz w:val="16"/>
        </w:rPr>
        <w:t>changing,</w:t>
      </w:r>
      <w:proofErr w:type="gramEnd"/>
      <w:r w:rsidRPr="00987C26">
        <w:rPr>
          <w:sz w:val="16"/>
        </w:rPr>
        <w:t xml:space="preserve"> Latin America has the most to gain. </w:t>
      </w:r>
      <w:r w:rsidRPr="00987C26">
        <w:rPr>
          <w:rStyle w:val="StyleBoldUnderline"/>
        </w:rPr>
        <w:t>The primary concern</w:t>
      </w:r>
      <w:r w:rsidRPr="00987C26">
        <w:rPr>
          <w:sz w:val="16"/>
        </w:rPr>
        <w:t xml:space="preserve"> </w:t>
      </w:r>
      <w:r w:rsidRPr="00987C26">
        <w:rPr>
          <w:rStyle w:val="StyleBoldUnderline"/>
        </w:rPr>
        <w:t xml:space="preserve">for the region is that it does not become a </w:t>
      </w:r>
      <w:r w:rsidRPr="00987C26">
        <w:rPr>
          <w:rStyle w:val="Emphasis"/>
        </w:rPr>
        <w:t>battle ground</w:t>
      </w:r>
      <w:r w:rsidRPr="00987C26">
        <w:rPr>
          <w:rStyle w:val="StyleBoldUnderline"/>
        </w:rPr>
        <w:t xml:space="preserve"> for a </w:t>
      </w:r>
      <w:r w:rsidRPr="00987C26">
        <w:rPr>
          <w:rStyle w:val="Emphasis"/>
        </w:rPr>
        <w:t>neo-Cold War</w:t>
      </w:r>
      <w:r w:rsidRPr="00987C26">
        <w:rPr>
          <w:rStyle w:val="StyleBoldUnderline"/>
        </w:rPr>
        <w:t xml:space="preserve"> between China and the U.S</w:t>
      </w:r>
      <w:r w:rsidRPr="00987C26">
        <w:rPr>
          <w:sz w:val="16"/>
        </w:rPr>
        <w:t>. Brazil already has clearly stated its concerns regarding Chinese influence. Yet, despite this tension, Brazil is now too reliant on China to turn away from the path on which Lula set the country. Agricultural exports to China are crucial to Brazil’s economy. Lula’s Brazil supported China politically and made clear moves away from the United States. Now Rouseff’s administration has welcomed Barack Obama with open arms. With all three major actors going through stages that could influence the global economic and political landscape – China implementing its 12th five-year plan, Brazil cementing itself as a prominent world player and the U.S. still recovering from a terrible financial crisis – this dynamic relationship is one that deserves close attention from all those concerned with the future of China-U.S. relations. Where Brazil and the rest of Latin America were once looking for an alternative to U.S. influence and found China, the region may now be looking to the U.S. to strike a balance with growing Chinese influence. With the global ambitions of Latin America, namely Brazil, it is essential to maintain close ties with both the United States and China. The world will be watching.</w:t>
      </w:r>
    </w:p>
    <w:p w:rsidR="00BB0994" w:rsidRPr="00987C26" w:rsidRDefault="00BB0994" w:rsidP="00BB0994"/>
    <w:p w:rsidR="00BB0994" w:rsidRPr="00987C26" w:rsidRDefault="00BB0994" w:rsidP="00BB0994"/>
    <w:p w:rsidR="00BB0994" w:rsidRPr="00987C26" w:rsidRDefault="00BB0994" w:rsidP="00BB0994"/>
    <w:p w:rsidR="00BB0994" w:rsidRPr="00987C26" w:rsidRDefault="00BB0994" w:rsidP="00BB0994"/>
    <w:p w:rsidR="00BB0994" w:rsidRPr="00987C26" w:rsidRDefault="00BB0994" w:rsidP="00BB0994">
      <w:pPr>
        <w:pStyle w:val="Heading3"/>
      </w:pPr>
      <w:bookmarkStart w:id="17" w:name="_Toc359926088"/>
      <w:r w:rsidRPr="00987C26">
        <w:lastRenderedPageBreak/>
        <w:t>Impact – Probability 2NC</w:t>
      </w:r>
      <w:bookmarkEnd w:id="17"/>
    </w:p>
    <w:p w:rsidR="00BB0994" w:rsidRPr="00987C26" w:rsidRDefault="00BB0994" w:rsidP="00BB0994">
      <w:pPr>
        <w:pStyle w:val="Heading4"/>
      </w:pPr>
      <w:r w:rsidRPr="00987C26">
        <w:t xml:space="preserve">Probability – Chinese regional strategy maximizes the risk of conflict </w:t>
      </w:r>
    </w:p>
    <w:p w:rsidR="00BB0994" w:rsidRPr="00987C26" w:rsidRDefault="00BB0994" w:rsidP="00BB0994">
      <w:r w:rsidRPr="00987C26">
        <w:rPr>
          <w:rStyle w:val="StyleStyleBold12pt"/>
        </w:rPr>
        <w:t>Shehadey 6/5</w:t>
      </w:r>
      <w:r w:rsidRPr="00987C26">
        <w:t xml:space="preserve">/13 (Brett, “China’s reverse imperialism – West contains China’s East, China moves West”, </w:t>
      </w:r>
      <w:hyperlink r:id="rId27" w:history="1">
        <w:r w:rsidRPr="00987C26">
          <w:rPr>
            <w:rStyle w:val="Hyperlink"/>
          </w:rPr>
          <w:t>http://chinadailymail.com/2013/06/05/chinas-reverse-imperialism-west-contains-chinas-east-china-moves-west/</w:t>
        </w:r>
      </w:hyperlink>
      <w:r w:rsidRPr="00987C26">
        <w:t xml:space="preserve">, CMR) </w:t>
      </w:r>
    </w:p>
    <w:p w:rsidR="00BB0994" w:rsidRPr="00987C26" w:rsidRDefault="00BB0994" w:rsidP="00BB0994">
      <w:pPr>
        <w:rPr>
          <w:rStyle w:val="StyleBoldUnderline"/>
          <w:b w:val="0"/>
          <w:bCs w:val="0"/>
        </w:rPr>
      </w:pPr>
    </w:p>
    <w:p w:rsidR="00BB0994" w:rsidRPr="00987C26" w:rsidRDefault="00BB0994" w:rsidP="00BB0994">
      <w:pPr>
        <w:rPr>
          <w:rStyle w:val="StyleBoldUnderline"/>
        </w:rPr>
      </w:pPr>
      <w:r w:rsidRPr="00987C26">
        <w:rPr>
          <w:rStyle w:val="StyleBoldUnderline"/>
        </w:rPr>
        <w:t xml:space="preserve">The US still has not learned that China </w:t>
      </w:r>
      <w:r w:rsidRPr="00987C26">
        <w:rPr>
          <w:rStyle w:val="Emphasis"/>
        </w:rPr>
        <w:t>does not move</w:t>
      </w:r>
      <w:r w:rsidRPr="00987C26">
        <w:rPr>
          <w:rStyle w:val="StyleBoldUnderline"/>
        </w:rPr>
        <w:t xml:space="preserve"> in a </w:t>
      </w:r>
      <w:r w:rsidRPr="00987C26">
        <w:rPr>
          <w:rStyle w:val="Emphasis"/>
        </w:rPr>
        <w:t>linear</w:t>
      </w:r>
      <w:r w:rsidRPr="00987C26">
        <w:rPr>
          <w:rStyle w:val="StyleBoldUnderline"/>
        </w:rPr>
        <w:t xml:space="preserve">, </w:t>
      </w:r>
      <w:r w:rsidRPr="00987C26">
        <w:rPr>
          <w:rStyle w:val="Emphasis"/>
        </w:rPr>
        <w:t>predictable</w:t>
      </w:r>
      <w:r w:rsidRPr="00987C26">
        <w:rPr>
          <w:rStyle w:val="StyleBoldUnderline"/>
        </w:rPr>
        <w:t>, pattern</w:t>
      </w:r>
      <w:r w:rsidRPr="00987C26">
        <w:rPr>
          <w:sz w:val="16"/>
        </w:rPr>
        <w:t xml:space="preserve">. </w:t>
      </w:r>
      <w:r w:rsidRPr="00987C26">
        <w:rPr>
          <w:rStyle w:val="StyleBoldUnderline"/>
        </w:rPr>
        <w:t xml:space="preserve">As the US and its allies gain geopolitical ground in the Pacific and power balancing shapes a semi-circle in China’s East, China projects its influence out West. </w:t>
      </w:r>
      <w:r w:rsidRPr="00987C26">
        <w:rPr>
          <w:sz w:val="16"/>
        </w:rPr>
        <w:t>Critics may call it reverse imperialism.</w:t>
      </w:r>
      <w:r w:rsidRPr="00987C26">
        <w:rPr>
          <w:sz w:val="12"/>
        </w:rPr>
        <w:t>¶</w:t>
      </w:r>
      <w:r w:rsidRPr="00987C26">
        <w:rPr>
          <w:sz w:val="16"/>
        </w:rPr>
        <w:t xml:space="preserve"> </w:t>
      </w:r>
      <w:proofErr w:type="gramStart"/>
      <w:r w:rsidRPr="00987C26">
        <w:rPr>
          <w:sz w:val="16"/>
        </w:rPr>
        <w:t>This</w:t>
      </w:r>
      <w:proofErr w:type="gramEnd"/>
      <w:r w:rsidRPr="00987C26">
        <w:rPr>
          <w:sz w:val="16"/>
        </w:rPr>
        <w:t xml:space="preserve"> is not just a “backdoor” strategy where China is scavenging around for whatever it can, which was the thinking for a time. </w:t>
      </w:r>
      <w:r w:rsidRPr="00987C26">
        <w:rPr>
          <w:rStyle w:val="StyleBoldUnderline"/>
        </w:rPr>
        <w:t>In the ancient Chinese game of “Go”</w:t>
      </w:r>
      <w:r w:rsidRPr="00987C26">
        <w:rPr>
          <w:sz w:val="16"/>
        </w:rPr>
        <w:t xml:space="preserve"> (Chinese: weiqi, “encircle [the] piece”) </w:t>
      </w:r>
      <w:r w:rsidRPr="00987C26">
        <w:rPr>
          <w:rStyle w:val="StyleBoldUnderline"/>
        </w:rPr>
        <w:t xml:space="preserve">the idea is to </w:t>
      </w:r>
      <w:r w:rsidRPr="00987C26">
        <w:rPr>
          <w:rStyle w:val="Emphasis"/>
        </w:rPr>
        <w:t>surround your opponent’s pieces</w:t>
      </w:r>
      <w:r w:rsidRPr="00987C26">
        <w:rPr>
          <w:sz w:val="16"/>
        </w:rPr>
        <w:t xml:space="preserve"> where possible </w:t>
      </w:r>
      <w:r w:rsidRPr="00987C26">
        <w:rPr>
          <w:rStyle w:val="StyleBoldUnderline"/>
        </w:rPr>
        <w:t>and maximise territorial gain indirectly</w:t>
      </w:r>
      <w:r w:rsidRPr="00987C26">
        <w:rPr>
          <w:sz w:val="16"/>
        </w:rPr>
        <w:t>.</w:t>
      </w:r>
      <w:r w:rsidRPr="00987C26">
        <w:rPr>
          <w:sz w:val="12"/>
        </w:rPr>
        <w:t>¶</w:t>
      </w:r>
      <w:r w:rsidRPr="00987C26">
        <w:rPr>
          <w:sz w:val="16"/>
        </w:rPr>
        <w:t xml:space="preserve"> </w:t>
      </w:r>
      <w:r w:rsidRPr="00987C26">
        <w:rPr>
          <w:rStyle w:val="StyleBoldUnderline"/>
        </w:rPr>
        <w:t>Beijing’s adaptable fallback strategy is second nature to senior political and military leaders. They plan to trade the Pacific theatre for Western US territories</w:t>
      </w:r>
      <w:r w:rsidRPr="00987C26">
        <w:rPr>
          <w:sz w:val="16"/>
        </w:rPr>
        <w:t xml:space="preserve"> – at least until such time as the US can be weakened in the Pacific and confused in many of the other regions it is critically invested into presently.</w:t>
      </w:r>
      <w:r w:rsidRPr="00987C26">
        <w:rPr>
          <w:sz w:val="12"/>
        </w:rPr>
        <w:t>¶</w:t>
      </w:r>
      <w:r w:rsidRPr="00987C26">
        <w:rPr>
          <w:sz w:val="16"/>
        </w:rPr>
        <w:t xml:space="preserve"> Specifically, </w:t>
      </w:r>
      <w:r w:rsidRPr="00987C26">
        <w:rPr>
          <w:rStyle w:val="StyleBoldUnderline"/>
        </w:rPr>
        <w:t xml:space="preserve">China seeks out </w:t>
      </w:r>
      <w:r w:rsidRPr="00987C26">
        <w:rPr>
          <w:rStyle w:val="Emphasis"/>
        </w:rPr>
        <w:t>territorial advantages</w:t>
      </w:r>
      <w:r w:rsidRPr="00987C26">
        <w:rPr>
          <w:rStyle w:val="StyleBoldUnderline"/>
        </w:rPr>
        <w:t xml:space="preserve"> and </w:t>
      </w:r>
      <w:r w:rsidRPr="00987C26">
        <w:rPr>
          <w:rStyle w:val="Emphasis"/>
        </w:rPr>
        <w:t>strategic vulnerabilities</w:t>
      </w:r>
      <w:r w:rsidRPr="00987C26">
        <w:rPr>
          <w:rStyle w:val="StyleBoldUnderline"/>
        </w:rPr>
        <w:t xml:space="preserve"> of its greatest rivals</w:t>
      </w:r>
      <w:r w:rsidRPr="00987C26">
        <w:rPr>
          <w:sz w:val="16"/>
        </w:rPr>
        <w:t xml:space="preserve">. </w:t>
      </w:r>
      <w:r w:rsidRPr="00987C26">
        <w:rPr>
          <w:rStyle w:val="StyleBoldUnderline"/>
        </w:rPr>
        <w:t>They have exponentially increased penetration deeper into the West</w:t>
      </w:r>
      <w:r w:rsidRPr="00987C26">
        <w:rPr>
          <w:sz w:val="16"/>
        </w:rPr>
        <w:t xml:space="preserve">, both </w:t>
      </w:r>
      <w:r w:rsidRPr="00987C26">
        <w:rPr>
          <w:rStyle w:val="StyleBoldUnderline"/>
        </w:rPr>
        <w:t>as a</w:t>
      </w:r>
      <w:r w:rsidRPr="00987C26">
        <w:rPr>
          <w:sz w:val="16"/>
        </w:rPr>
        <w:t xml:space="preserve"> natural course and as an </w:t>
      </w:r>
      <w:r w:rsidRPr="00987C26">
        <w:rPr>
          <w:rStyle w:val="StyleBoldUnderline"/>
        </w:rPr>
        <w:t>overarching strategy</w:t>
      </w:r>
      <w:r w:rsidRPr="00987C26">
        <w:rPr>
          <w:sz w:val="16"/>
        </w:rPr>
        <w:t>.</w:t>
      </w:r>
      <w:r w:rsidRPr="00987C26">
        <w:rPr>
          <w:sz w:val="12"/>
        </w:rPr>
        <w:t>¶</w:t>
      </w:r>
      <w:r w:rsidRPr="00987C26">
        <w:rPr>
          <w:sz w:val="16"/>
        </w:rPr>
        <w:t xml:space="preserve"> In total, </w:t>
      </w:r>
      <w:r w:rsidRPr="00987C26">
        <w:rPr>
          <w:rStyle w:val="StyleBoldUnderline"/>
        </w:rPr>
        <w:t>China is projecting soft national power through</w:t>
      </w:r>
      <w:r w:rsidRPr="00987C26">
        <w:rPr>
          <w:sz w:val="16"/>
        </w:rPr>
        <w:t xml:space="preserve"> Central Asia, Europe, Africa and </w:t>
      </w:r>
      <w:r w:rsidRPr="00987C26">
        <w:rPr>
          <w:rStyle w:val="StyleBoldUnderline"/>
        </w:rPr>
        <w:t>Latin America; maximising all political-economic methods, replacing US strongholds in political dealings; creating new commercial partnerships with their own bilateral global power swaps and newly formed influential bases of operation.</w:t>
      </w:r>
    </w:p>
    <w:p w:rsidR="00BB0994" w:rsidRPr="00987C26" w:rsidRDefault="00BB0994" w:rsidP="00BB0994"/>
    <w:p w:rsidR="00BB0994" w:rsidRPr="00987C26" w:rsidRDefault="00BB0994" w:rsidP="00BB0994"/>
    <w:p w:rsidR="00BB0994" w:rsidRPr="00987C26" w:rsidRDefault="00BB0994" w:rsidP="00BB0994">
      <w:pPr>
        <w:pStyle w:val="Heading3"/>
      </w:pPr>
      <w:bookmarkStart w:id="18" w:name="_Toc359926089"/>
      <w:r w:rsidRPr="00987C26">
        <w:lastRenderedPageBreak/>
        <w:t>DA Turns Solvency</w:t>
      </w:r>
      <w:bookmarkEnd w:id="18"/>
    </w:p>
    <w:p w:rsidR="00BB0994" w:rsidRPr="00987C26" w:rsidRDefault="00BB0994" w:rsidP="00BB0994">
      <w:pPr>
        <w:pStyle w:val="Heading4"/>
      </w:pPr>
      <w:r w:rsidRPr="00987C26">
        <w:t xml:space="preserve">Turns case – China will undermine US strategy </w:t>
      </w:r>
    </w:p>
    <w:p w:rsidR="00BB0994" w:rsidRPr="00987C26" w:rsidRDefault="00BB0994" w:rsidP="00BB0994">
      <w:r w:rsidRPr="00987C26">
        <w:rPr>
          <w:rStyle w:val="StyleStyleBold12pt"/>
        </w:rPr>
        <w:t>Ellis 6/6</w:t>
      </w:r>
      <w:r w:rsidRPr="00987C26">
        <w:t xml:space="preserve">/13 – associate professor with the William J. Perry Center for Hemispheric Defense Studies (R Evan, “China's New Backyard”, </w:t>
      </w:r>
      <w:hyperlink r:id="rId28" w:history="1">
        <w:r w:rsidRPr="00987C26">
          <w:rPr>
            <w:rStyle w:val="Hyperlink"/>
          </w:rPr>
          <w:t>http://www.foreignpolicy.com/articles/2013/06/06/china_s_new_backyard_latin_america?page=full</w:t>
        </w:r>
      </w:hyperlink>
      <w:r w:rsidRPr="00987C26">
        <w:t xml:space="preserve">, CMR) </w:t>
      </w:r>
    </w:p>
    <w:p w:rsidR="00BB0994" w:rsidRPr="00987C26" w:rsidRDefault="00BB0994" w:rsidP="00BB0994"/>
    <w:p w:rsidR="00BB0994" w:rsidRPr="00987C26" w:rsidRDefault="00BB0994" w:rsidP="00BB0994">
      <w:pPr>
        <w:rPr>
          <w:rStyle w:val="StyleBoldUnderline"/>
        </w:rPr>
      </w:pPr>
      <w:r w:rsidRPr="00987C26">
        <w:rPr>
          <w:sz w:val="16"/>
        </w:rPr>
        <w:t xml:space="preserve">The challenges arising from China's global engagement should not, however, be confused with the struggle between the United States and the Soviet Union that characterized the Cold War, in which each side actively promoted different, competing concepts for a global order. China does not seek to impose a new ideology on the world, yet </w:t>
      </w:r>
      <w:r w:rsidRPr="00987C26">
        <w:rPr>
          <w:rStyle w:val="StyleBoldUnderline"/>
        </w:rPr>
        <w:t xml:space="preserve">the mercantilist way in which it promotes its economic development, combined with its lack of commitment to international norms that it didn't create, makes it </w:t>
      </w:r>
      <w:r w:rsidRPr="00987C26">
        <w:rPr>
          <w:rStyle w:val="Emphasis"/>
        </w:rPr>
        <w:t>more difficult</w:t>
      </w:r>
      <w:r w:rsidRPr="00987C26">
        <w:rPr>
          <w:rStyle w:val="StyleBoldUnderline"/>
        </w:rPr>
        <w:t xml:space="preserve"> for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to</w:t>
      </w:r>
      <w:r w:rsidRPr="00987C26">
        <w:rPr>
          <w:sz w:val="16"/>
        </w:rPr>
        <w:t xml:space="preserve"> conduct business and </w:t>
      </w:r>
      <w:r w:rsidRPr="00987C26">
        <w:rPr>
          <w:rStyle w:val="StyleBoldUnderline"/>
        </w:rPr>
        <w:t>pursue policy goals in Latin America and other parts of the world.</w:t>
      </w:r>
    </w:p>
    <w:p w:rsidR="00BB0994" w:rsidRPr="00987C26" w:rsidRDefault="00BB0994" w:rsidP="00BB0994"/>
    <w:p w:rsidR="00BB0994" w:rsidRPr="00987C26" w:rsidRDefault="00BB0994" w:rsidP="00BB0994">
      <w:pPr>
        <w:pStyle w:val="Heading3"/>
      </w:pPr>
      <w:bookmarkStart w:id="19" w:name="_Toc359926090"/>
      <w:r w:rsidRPr="00987C26">
        <w:lastRenderedPageBreak/>
        <w:t>DA Turns Case/Harms</w:t>
      </w:r>
      <w:bookmarkEnd w:id="19"/>
    </w:p>
    <w:p w:rsidR="00BB0994" w:rsidRPr="00987C26" w:rsidRDefault="00BB0994" w:rsidP="00BB0994">
      <w:pPr>
        <w:pStyle w:val="Heading4"/>
      </w:pPr>
      <w:r w:rsidRPr="00987C26">
        <w:t xml:space="preserve">Containment backfires – causes US-China conflict and warming, disease, cyber-terror, and prolif – it’s unique because the US is pursuing a cooperative strategy in the SQUO </w:t>
      </w:r>
    </w:p>
    <w:p w:rsidR="00BB0994" w:rsidRPr="00987C26" w:rsidRDefault="00BB0994" w:rsidP="00BB0994">
      <w:r w:rsidRPr="00987C26">
        <w:rPr>
          <w:rStyle w:val="StyleStyleBold12pt"/>
        </w:rPr>
        <w:t>Nye ’13</w:t>
      </w:r>
      <w:r w:rsidRPr="00987C26">
        <w:t xml:space="preserve"> – god of soft power, professor at the Harvard Kennedy School and a former Pentagon official (Joseph, “Work </w:t>
      </w:r>
      <w:proofErr w:type="gramStart"/>
      <w:r w:rsidRPr="00987C26">
        <w:t>With</w:t>
      </w:r>
      <w:proofErr w:type="gramEnd"/>
      <w:r w:rsidRPr="00987C26">
        <w:t xml:space="preserve"> China, Don’t Contain It”, </w:t>
      </w:r>
      <w:hyperlink r:id="rId29" w:history="1">
        <w:r w:rsidRPr="00987C26">
          <w:rPr>
            <w:rStyle w:val="Hyperlink"/>
          </w:rPr>
          <w:t>http://www.nytimes.com/2013/01/26/opinion/work-with-china-dont-contain-it.html?_r=0</w:t>
        </w:r>
      </w:hyperlink>
      <w:r w:rsidRPr="00987C26">
        <w:t>, CMR)</w:t>
      </w:r>
    </w:p>
    <w:p w:rsidR="00BB0994" w:rsidRPr="00987C26" w:rsidRDefault="00BB0994" w:rsidP="00BB0994"/>
    <w:p w:rsidR="00BB0994" w:rsidRPr="00987C26" w:rsidRDefault="00BB0994" w:rsidP="00BB0994">
      <w:pPr>
        <w:rPr>
          <w:rStyle w:val="StyleBoldUnderline"/>
        </w:rPr>
      </w:pPr>
      <w:r w:rsidRPr="00987C26">
        <w:rPr>
          <w:sz w:val="16"/>
        </w:rPr>
        <w:t xml:space="preserve">CITING an escalating dispute over islands in the East China Sea, The Economist warned last week that “China and Japan are sliding toward war.” That assessment may be too alarmist, but the </w:t>
      </w:r>
      <w:r w:rsidRPr="00987C26">
        <w:rPr>
          <w:rStyle w:val="StyleBoldUnderline"/>
        </w:rPr>
        <w:t>tensions have bolstered</w:t>
      </w:r>
      <w:r w:rsidRPr="00987C26">
        <w:rPr>
          <w:sz w:val="16"/>
        </w:rPr>
        <w:t xml:space="preserve"> the </w:t>
      </w:r>
      <w:r w:rsidRPr="00987C26">
        <w:rPr>
          <w:rStyle w:val="StyleBoldUnderline"/>
        </w:rPr>
        <w:t>efforts of some American analysts who have urged a policy to “</w:t>
      </w:r>
      <w:r w:rsidRPr="00987C26">
        <w:rPr>
          <w:rStyle w:val="Emphasis"/>
        </w:rPr>
        <w:t>contain” China</w:t>
      </w:r>
      <w:r w:rsidRPr="00987C26">
        <w:rPr>
          <w:sz w:val="16"/>
        </w:rPr>
        <w:t>.</w:t>
      </w:r>
      <w:r w:rsidRPr="00987C26">
        <w:rPr>
          <w:sz w:val="12"/>
        </w:rPr>
        <w:t>¶</w:t>
      </w:r>
      <w:r w:rsidRPr="00987C26">
        <w:rPr>
          <w:sz w:val="16"/>
        </w:rPr>
        <w:t xml:space="preserve"> </w:t>
      </w:r>
      <w:proofErr w:type="gramStart"/>
      <w:r w:rsidRPr="00987C26">
        <w:rPr>
          <w:sz w:val="16"/>
        </w:rPr>
        <w:t>During</w:t>
      </w:r>
      <w:proofErr w:type="gramEnd"/>
      <w:r w:rsidRPr="00987C26">
        <w:rPr>
          <w:sz w:val="16"/>
        </w:rPr>
        <w:t xml:space="preserve"> a recent visit to China, I was struck by how many Chinese officials believe such a policy is already in place and is the central purpose of President Obama’s “pivot” toward Asia. “The pivot is a very stupid choice,” Jin </w:t>
      </w:r>
      <w:r w:rsidRPr="00987C26">
        <w:rPr>
          <w:rStyle w:val="StyleBoldUnderline"/>
        </w:rPr>
        <w:t xml:space="preserve">Canrong, a professor of </w:t>
      </w:r>
      <w:r w:rsidRPr="00987C26">
        <w:rPr>
          <w:rStyle w:val="Emphasis"/>
        </w:rPr>
        <w:t>i</w:t>
      </w:r>
      <w:r w:rsidRPr="00987C26">
        <w:rPr>
          <w:sz w:val="16"/>
        </w:rPr>
        <w:t xml:space="preserve">nternational </w:t>
      </w:r>
      <w:r w:rsidRPr="00987C26">
        <w:rPr>
          <w:rStyle w:val="Emphasis"/>
        </w:rPr>
        <w:t>r</w:t>
      </w:r>
      <w:r w:rsidRPr="00987C26">
        <w:rPr>
          <w:sz w:val="16"/>
        </w:rPr>
        <w:t xml:space="preserve">elations, </w:t>
      </w:r>
      <w:r w:rsidRPr="00987C26">
        <w:rPr>
          <w:rStyle w:val="StyleBoldUnderline"/>
        </w:rPr>
        <w:t>declared</w:t>
      </w:r>
      <w:r w:rsidRPr="00987C26">
        <w:rPr>
          <w:sz w:val="16"/>
        </w:rPr>
        <w:t xml:space="preserve"> publicly.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has achieved nothing and only annoyed China</w:t>
      </w:r>
      <w:r w:rsidRPr="00987C26">
        <w:rPr>
          <w:sz w:val="16"/>
        </w:rPr>
        <w:t xml:space="preserve">. </w:t>
      </w:r>
      <w:r w:rsidRPr="00987C26">
        <w:rPr>
          <w:rStyle w:val="Emphasis"/>
        </w:rPr>
        <w:t>China can’t be contained</w:t>
      </w:r>
      <w:r w:rsidRPr="00987C26">
        <w:rPr>
          <w:sz w:val="16"/>
        </w:rPr>
        <w:t>,” he added.</w:t>
      </w:r>
      <w:r w:rsidRPr="00987C26">
        <w:rPr>
          <w:sz w:val="12"/>
        </w:rPr>
        <w:t>¶</w:t>
      </w:r>
      <w:r w:rsidRPr="00987C26">
        <w:rPr>
          <w:sz w:val="16"/>
        </w:rPr>
        <w:t xml:space="preserve"> </w:t>
      </w:r>
      <w:r w:rsidRPr="00987C26">
        <w:rPr>
          <w:rStyle w:val="StyleBoldUnderline"/>
        </w:rPr>
        <w:t>Containment</w:t>
      </w:r>
      <w:r w:rsidRPr="00987C26">
        <w:rPr>
          <w:sz w:val="16"/>
        </w:rPr>
        <w:t xml:space="preserve"> was designed for a different era, and it </w:t>
      </w:r>
      <w:r w:rsidRPr="00987C26">
        <w:rPr>
          <w:rStyle w:val="Emphasis"/>
        </w:rPr>
        <w:t>is not</w:t>
      </w:r>
      <w:r w:rsidRPr="00987C26">
        <w:rPr>
          <w:rStyle w:val="StyleBoldUnderline"/>
        </w:rPr>
        <w:t xml:space="preserve"> what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is, or should be, attempting now</w:t>
      </w:r>
      <w:r w:rsidRPr="00987C26">
        <w:rPr>
          <w:sz w:val="16"/>
        </w:rPr>
        <w:t>. At the start of the cold war, containment meant economic isolation of the Soviets and regional alliances like NATO to deter Moscow’s military expansion. Later, to the chagrin of George F. Kennan, the father of containment, the doctrine led to the “domino effect” theory behind the escalation of the Vietnam War.</w:t>
      </w:r>
      <w:r w:rsidRPr="00987C26">
        <w:rPr>
          <w:sz w:val="12"/>
        </w:rPr>
        <w:t>¶</w:t>
      </w:r>
      <w:r w:rsidRPr="00987C26">
        <w:rPr>
          <w:sz w:val="16"/>
        </w:rPr>
        <w:t xml:space="preserve"> Cold war containment involved virtually no trade and little social contact. But China now is not what the Soviet Union was then. It is not seeking global hegemony, and the United States not only has an immense trade with China but also huge exchanges of students and tourists.</w:t>
      </w:r>
      <w:r w:rsidRPr="00987C26">
        <w:rPr>
          <w:sz w:val="12"/>
        </w:rPr>
        <w:t>¶</w:t>
      </w:r>
      <w:r w:rsidRPr="00987C26">
        <w:rPr>
          <w:sz w:val="16"/>
        </w:rPr>
        <w:t xml:space="preserve"> When I worked on the Pentagon’s East Asia strategy in 1994, during the Clinton administration, we rejected the idea of containment for two reasons. </w:t>
      </w:r>
      <w:r w:rsidRPr="00987C26">
        <w:rPr>
          <w:rStyle w:val="StyleBoldUnderline"/>
        </w:rPr>
        <w:t>If we treated</w:t>
      </w:r>
      <w:r w:rsidRPr="00987C26">
        <w:rPr>
          <w:sz w:val="16"/>
        </w:rPr>
        <w:t xml:space="preserve"> </w:t>
      </w:r>
      <w:r w:rsidRPr="00987C26">
        <w:rPr>
          <w:rStyle w:val="StyleBoldUnderline"/>
        </w:rPr>
        <w:t>China as an enemy, we were guaranteeing a future enemy</w:t>
      </w:r>
      <w:r w:rsidRPr="00987C26">
        <w:rPr>
          <w:sz w:val="16"/>
        </w:rPr>
        <w:t xml:space="preserve">. </w:t>
      </w:r>
      <w:r w:rsidRPr="00987C26">
        <w:rPr>
          <w:rStyle w:val="StyleBoldUnderline"/>
        </w:rPr>
        <w:t xml:space="preserve">If we treated China as a friend, we kept open the possibility of </w:t>
      </w:r>
      <w:r w:rsidRPr="00987C26">
        <w:rPr>
          <w:rStyle w:val="Emphasis"/>
        </w:rPr>
        <w:t>a more peaceful future.</w:t>
      </w:r>
      <w:r w:rsidRPr="00987C26">
        <w:rPr>
          <w:rStyle w:val="Emphasis"/>
          <w:b w:val="0"/>
          <w:sz w:val="12"/>
          <w:u w:val="none"/>
        </w:rPr>
        <w:t>¶</w:t>
      </w:r>
      <w:r w:rsidRPr="00987C26">
        <w:rPr>
          <w:sz w:val="16"/>
        </w:rPr>
        <w:t xml:space="preserve"> </w:t>
      </w:r>
      <w:proofErr w:type="gramStart"/>
      <w:r w:rsidRPr="00987C26">
        <w:rPr>
          <w:sz w:val="16"/>
        </w:rPr>
        <w:t>We</w:t>
      </w:r>
      <w:proofErr w:type="gramEnd"/>
      <w:r w:rsidRPr="00987C26">
        <w:rPr>
          <w:sz w:val="16"/>
        </w:rPr>
        <w:t xml:space="preserve"> devised a strategy of “integrate but hedge” — something like Ronald Reagan’s “trust but verify.” America supported China’s membership in the World Trade Organization and accepted Chinese goods and visitors. But a 1996 declaration reaffirmed that the postwar United States-Japan security treaty was the basis for a stable and prosperous East Asia. President Clinton also began to improve relations with India to counterbalance China’s rise.</w:t>
      </w:r>
      <w:r w:rsidRPr="00987C26">
        <w:rPr>
          <w:sz w:val="12"/>
        </w:rPr>
        <w:t>¶</w:t>
      </w:r>
      <w:r w:rsidRPr="00987C26">
        <w:rPr>
          <w:sz w:val="16"/>
        </w:rPr>
        <w:t xml:space="preserve"> </w:t>
      </w:r>
      <w:proofErr w:type="gramStart"/>
      <w:r w:rsidRPr="00987C26">
        <w:rPr>
          <w:sz w:val="16"/>
        </w:rPr>
        <w:t>This</w:t>
      </w:r>
      <w:proofErr w:type="gramEnd"/>
      <w:r w:rsidRPr="00987C26">
        <w:rPr>
          <w:sz w:val="16"/>
        </w:rPr>
        <w:t xml:space="preserve"> strategy has enjoyed bipartisan support. President George W. Bush continued to improve relations with India, while deepening economic ties with China. His deputy secretary of state, Robert B. Zoellick, made clear that America would accept the rise of China as a “responsible stakeholder.”</w:t>
      </w:r>
      <w:r w:rsidRPr="00987C26">
        <w:rPr>
          <w:sz w:val="12"/>
        </w:rPr>
        <w:t>¶</w:t>
      </w:r>
      <w:r w:rsidRPr="00987C26">
        <w:rPr>
          <w:sz w:val="16"/>
        </w:rPr>
        <w:t xml:space="preserve"> Mr. Obama’s “rebalancing” toward Asia involves moving naval resources to the Pacific, but also trade, human rights and diplomatic initiatives. As his national security adviser, Thomas E. Donilon, said in November, </w:t>
      </w:r>
      <w:r w:rsidRPr="00987C26">
        <w:rPr>
          <w:rStyle w:val="StyleBoldUnderline"/>
        </w:rPr>
        <w:t>the American-Chinese relationship “has elements of both cooperation and competition</w:t>
      </w:r>
      <w:r w:rsidRPr="00987C26">
        <w:rPr>
          <w:sz w:val="16"/>
        </w:rPr>
        <w:t>.”</w:t>
      </w:r>
      <w:r w:rsidRPr="00987C26">
        <w:rPr>
          <w:sz w:val="12"/>
        </w:rPr>
        <w:t>¶</w:t>
      </w:r>
      <w:r w:rsidRPr="00987C26">
        <w:rPr>
          <w:sz w:val="16"/>
        </w:rPr>
        <w:t xml:space="preserve"> Asia is not a monolith, and its internal balance of power should be the key to our strategy. Japan, India, Vietnam and other countries do not want to be dominated by China, and thus welcome an American presence in the region. Unless China is able to attract allies by successfully developing its “soft power,” the rise in its “hard” military and economic power is likely to frighten its neighbors, who will coalesce to balance its power.</w:t>
      </w:r>
      <w:r w:rsidRPr="00987C26">
        <w:rPr>
          <w:sz w:val="12"/>
        </w:rPr>
        <w:t>¶</w:t>
      </w:r>
      <w:r w:rsidRPr="00987C26">
        <w:rPr>
          <w:sz w:val="16"/>
        </w:rPr>
        <w:t xml:space="preserve"> A significant American military and economic presence helps to maintain the Asian balance of power and shape an environment that provides incentives for China to cooperate. After the 2008-9 financial </w:t>
      </w:r>
      <w:proofErr w:type="gramStart"/>
      <w:r w:rsidRPr="00987C26">
        <w:rPr>
          <w:sz w:val="16"/>
        </w:rPr>
        <w:t>crisis</w:t>
      </w:r>
      <w:proofErr w:type="gramEnd"/>
      <w:r w:rsidRPr="00987C26">
        <w:rPr>
          <w:sz w:val="16"/>
        </w:rPr>
        <w:t>, some Chinese mistakenly believed that America was in permanent decline and that this presented new opportunities. A result was that China worsened its relations with Japan, India, South Korea, Vietnam and the Philippines — a misstep that confirmed that “only China can contain China.”</w:t>
      </w:r>
      <w:r w:rsidRPr="00987C26">
        <w:rPr>
          <w:sz w:val="12"/>
        </w:rPr>
        <w:t>¶</w:t>
      </w:r>
      <w:r w:rsidRPr="00987C26">
        <w:rPr>
          <w:sz w:val="16"/>
        </w:rPr>
        <w:t xml:space="preserve"> But </w:t>
      </w:r>
      <w:r w:rsidRPr="00987C26">
        <w:rPr>
          <w:rStyle w:val="StyleBoldUnderline"/>
        </w:rPr>
        <w:t xml:space="preserve">America’s rebalancing toward Asia </w:t>
      </w:r>
      <w:r w:rsidRPr="00987C26">
        <w:rPr>
          <w:rStyle w:val="Emphasis"/>
        </w:rPr>
        <w:t>should not be aggressive</w:t>
      </w:r>
      <w:r w:rsidRPr="00987C26">
        <w:rPr>
          <w:sz w:val="16"/>
        </w:rPr>
        <w:t xml:space="preserve">. </w:t>
      </w:r>
      <w:r w:rsidRPr="00987C26">
        <w:rPr>
          <w:rStyle w:val="StyleBoldUnderline"/>
        </w:rPr>
        <w:t>We should</w:t>
      </w:r>
      <w:r w:rsidRPr="00987C26">
        <w:rPr>
          <w:sz w:val="16"/>
        </w:rPr>
        <w:t xml:space="preserve"> heed Mr. Kennan’s warning against overmilitarization and </w:t>
      </w:r>
      <w:r w:rsidRPr="00987C26">
        <w:rPr>
          <w:rStyle w:val="StyleBoldUnderline"/>
        </w:rPr>
        <w:t xml:space="preserve">ensure that China </w:t>
      </w:r>
      <w:r w:rsidRPr="00987C26">
        <w:rPr>
          <w:rStyle w:val="Emphasis"/>
        </w:rPr>
        <w:t>doesn’t feel encircled or endangered</w:t>
      </w:r>
      <w:r w:rsidRPr="00987C26">
        <w:rPr>
          <w:sz w:val="16"/>
        </w:rPr>
        <w:t xml:space="preserve">. </w:t>
      </w:r>
      <w:r w:rsidRPr="00987C26">
        <w:rPr>
          <w:rStyle w:val="StyleBoldUnderline"/>
        </w:rPr>
        <w:t>The</w:t>
      </w:r>
      <w:r w:rsidRPr="00987C26">
        <w:rPr>
          <w:sz w:val="16"/>
        </w:rPr>
        <w:t xml:space="preserve"> world’s </w:t>
      </w:r>
      <w:r w:rsidRPr="00987C26">
        <w:rPr>
          <w:rStyle w:val="StyleBoldUnderline"/>
        </w:rPr>
        <w:t>two</w:t>
      </w:r>
      <w:r w:rsidRPr="00987C26">
        <w:rPr>
          <w:sz w:val="16"/>
        </w:rPr>
        <w:t xml:space="preserve"> largest economies </w:t>
      </w:r>
      <w:r w:rsidRPr="00987C26">
        <w:rPr>
          <w:rStyle w:val="StyleBoldUnderline"/>
        </w:rPr>
        <w:t xml:space="preserve">have much to gain from cooperation on fighting </w:t>
      </w:r>
      <w:r w:rsidRPr="00987C26">
        <w:rPr>
          <w:rStyle w:val="Emphasis"/>
        </w:rPr>
        <w:t>climate change</w:t>
      </w:r>
      <w:r w:rsidRPr="00987C26">
        <w:rPr>
          <w:sz w:val="16"/>
        </w:rPr>
        <w:t xml:space="preserve">, </w:t>
      </w:r>
      <w:r w:rsidRPr="00987C26">
        <w:rPr>
          <w:rStyle w:val="Emphasis"/>
        </w:rPr>
        <w:t>pandemics</w:t>
      </w:r>
      <w:r w:rsidRPr="00987C26">
        <w:rPr>
          <w:sz w:val="16"/>
        </w:rPr>
        <w:t xml:space="preserve">, </w:t>
      </w:r>
      <w:r w:rsidRPr="00987C26">
        <w:rPr>
          <w:rStyle w:val="Emphasis"/>
        </w:rPr>
        <w:t>cyberterror</w:t>
      </w:r>
      <w:r w:rsidRPr="00987C26">
        <w:rPr>
          <w:sz w:val="16"/>
        </w:rPr>
        <w:t xml:space="preserve">ism </w:t>
      </w:r>
      <w:r w:rsidRPr="00987C26">
        <w:rPr>
          <w:rStyle w:val="StyleBoldUnderline"/>
        </w:rPr>
        <w:t>and nuclear prolif</w:t>
      </w:r>
      <w:r w:rsidRPr="00987C26">
        <w:rPr>
          <w:sz w:val="16"/>
        </w:rPr>
        <w:t>eration.</w:t>
      </w:r>
      <w:r w:rsidRPr="00987C26">
        <w:rPr>
          <w:sz w:val="12"/>
        </w:rPr>
        <w:t>¶</w:t>
      </w:r>
      <w:r w:rsidRPr="00987C26">
        <w:rPr>
          <w:sz w:val="16"/>
        </w:rPr>
        <w:t xml:space="preserve"> With China becoming more dependent on Middle Eastern energy, we should discuss maritime regulations to ensure free passage of ships and include China in Pacific naval exercises. We should help China develop domestic energy resources like shale gas and encourage China and Japan to revive their 2008 plan for joint undersea gas exploitation. And we should make clear that if China meets certain standards, it can join the negotiations over the Trans-Pacific Partnership, a proposed free-trade agreement around the Pacific Rim.</w:t>
      </w:r>
      <w:r w:rsidRPr="00987C26">
        <w:rPr>
          <w:sz w:val="12"/>
        </w:rPr>
        <w:t>¶</w:t>
      </w:r>
      <w:r w:rsidRPr="00987C26">
        <w:rPr>
          <w:sz w:val="16"/>
        </w:rPr>
        <w:t xml:space="preserve"> </w:t>
      </w:r>
      <w:r w:rsidRPr="00987C26">
        <w:rPr>
          <w:rStyle w:val="StyleBoldUnderline"/>
        </w:rPr>
        <w:t>Containment is</w:t>
      </w:r>
      <w:r w:rsidRPr="00987C26">
        <w:rPr>
          <w:sz w:val="16"/>
        </w:rPr>
        <w:t xml:space="preserve"> simply </w:t>
      </w:r>
      <w:r w:rsidRPr="00987C26">
        <w:rPr>
          <w:rStyle w:val="StyleBoldUnderline"/>
        </w:rPr>
        <w:t>not</w:t>
      </w:r>
      <w:r w:rsidRPr="00987C26">
        <w:rPr>
          <w:sz w:val="16"/>
        </w:rPr>
        <w:t xml:space="preserve"> a </w:t>
      </w:r>
      <w:r w:rsidRPr="00987C26">
        <w:rPr>
          <w:rStyle w:val="StyleBoldUnderline"/>
        </w:rPr>
        <w:t>relevant</w:t>
      </w:r>
      <w:r w:rsidRPr="00987C26">
        <w:rPr>
          <w:sz w:val="16"/>
        </w:rPr>
        <w:t xml:space="preserve"> policy tool </w:t>
      </w:r>
      <w:r w:rsidRPr="00987C26">
        <w:rPr>
          <w:rStyle w:val="StyleBoldUnderline"/>
        </w:rPr>
        <w:t>for dealing with</w:t>
      </w:r>
      <w:r w:rsidRPr="00987C26">
        <w:rPr>
          <w:sz w:val="16"/>
        </w:rPr>
        <w:t xml:space="preserve"> </w:t>
      </w:r>
      <w:r w:rsidRPr="00987C26">
        <w:rPr>
          <w:rStyle w:val="StyleBoldUnderline"/>
        </w:rPr>
        <w:t>a rising China</w:t>
      </w:r>
      <w:r w:rsidRPr="00987C26">
        <w:rPr>
          <w:sz w:val="16"/>
        </w:rPr>
        <w:t xml:space="preserve">. Power is the ability to obtain the outcomes one wants, and sometimes </w:t>
      </w:r>
      <w:r w:rsidRPr="00987C26">
        <w:rPr>
          <w:rStyle w:val="StyleBoldUnderline"/>
        </w:rPr>
        <w:t xml:space="preserve">America’s power is </w:t>
      </w:r>
      <w:r w:rsidRPr="00987C26">
        <w:rPr>
          <w:rStyle w:val="Emphasis"/>
        </w:rPr>
        <w:t>greater</w:t>
      </w:r>
      <w:r w:rsidRPr="00987C26">
        <w:rPr>
          <w:rStyle w:val="StyleBoldUnderline"/>
        </w:rPr>
        <w:t xml:space="preserve"> when we act with others rather than merely over others.</w:t>
      </w:r>
    </w:p>
    <w:p w:rsidR="00BB0994" w:rsidRPr="00987C26" w:rsidRDefault="00BB0994" w:rsidP="00BB0994"/>
    <w:p w:rsidR="00BB0994" w:rsidRPr="00987C26" w:rsidRDefault="00BB0994" w:rsidP="00BB0994"/>
    <w:p w:rsidR="00BB0994" w:rsidRPr="00987C26" w:rsidRDefault="00BB0994" w:rsidP="00BB0994"/>
    <w:sectPr w:rsidR="00BB0994" w:rsidRPr="00987C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994" w:rsidRDefault="00BB0994" w:rsidP="005F5576">
      <w:r>
        <w:separator/>
      </w:r>
    </w:p>
  </w:endnote>
  <w:endnote w:type="continuationSeparator" w:id="0">
    <w:p w:rsidR="00BB0994" w:rsidRDefault="00BB099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994" w:rsidRDefault="00BB0994" w:rsidP="005F5576">
      <w:r>
        <w:separator/>
      </w:r>
    </w:p>
  </w:footnote>
  <w:footnote w:type="continuationSeparator" w:id="0">
    <w:p w:rsidR="00BB0994" w:rsidRDefault="00BB0994"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994"/>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3726"/>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0994"/>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F533D"/>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B099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D176BE"/>
    <w:rPr>
      <w:rFonts w:ascii="Calibri" w:eastAsiaTheme="majorEastAsia" w:hAnsi="Calibri" w:cstheme="majorBidi"/>
      <w:b/>
      <w:bCs/>
      <w:iCs/>
      <w:sz w:val="26"/>
    </w:rPr>
  </w:style>
  <w:style w:type="paragraph" w:customStyle="1" w:styleId="textbold">
    <w:name w:val="text bold"/>
    <w:basedOn w:val="Normal"/>
    <w:link w:val="underline"/>
    <w:rsid w:val="00BB0994"/>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BB0994"/>
    <w:rPr>
      <w:rFonts w:cs="Times New Roman"/>
      <w:b/>
      <w:u w:val="single"/>
    </w:rPr>
  </w:style>
  <w:style w:type="paragraph" w:customStyle="1" w:styleId="cardtext">
    <w:name w:val="card text"/>
    <w:basedOn w:val="Normal"/>
    <w:link w:val="cardtextChar"/>
    <w:qFormat/>
    <w:rsid w:val="00BB0994"/>
    <w:pPr>
      <w:ind w:left="288" w:right="288"/>
    </w:pPr>
  </w:style>
  <w:style w:type="character" w:customStyle="1" w:styleId="cardtextChar">
    <w:name w:val="card text Char"/>
    <w:basedOn w:val="DefaultParagraphFont"/>
    <w:link w:val="cardtext"/>
    <w:rsid w:val="00BB0994"/>
    <w:rPr>
      <w:rFonts w:ascii="Calibri" w:hAnsi="Calibri" w:cs="Calibri"/>
    </w:rPr>
  </w:style>
  <w:style w:type="character" w:customStyle="1" w:styleId="Box">
    <w:name w:val="Box"/>
    <w:basedOn w:val="DefaultParagraphFont"/>
    <w:qFormat/>
    <w:rsid w:val="00BB0994"/>
    <w:rPr>
      <w:b/>
      <w:u w:val="single"/>
      <w:bdr w:val="single" w:sz="4" w:space="0" w:color="auto"/>
    </w:rPr>
  </w:style>
  <w:style w:type="character" w:customStyle="1" w:styleId="apple-converted-space">
    <w:name w:val="apple-converted-space"/>
    <w:basedOn w:val="DefaultParagraphFont"/>
    <w:rsid w:val="00BB0994"/>
  </w:style>
  <w:style w:type="paragraph" w:styleId="NormalWeb">
    <w:name w:val="Normal (Web)"/>
    <w:basedOn w:val="Normal"/>
    <w:uiPriority w:val="99"/>
    <w:unhideWhenUsed/>
    <w:rsid w:val="00BB0994"/>
    <w:pPr>
      <w:spacing w:before="100" w:beforeAutospacing="1" w:after="100" w:afterAutospacing="1"/>
    </w:pPr>
    <w:rPr>
      <w:rFonts w:ascii="Verdana" w:eastAsia="Times New Roman" w:hAnsi="Verdana" w:cs="Times New Roman"/>
      <w:sz w:val="16"/>
      <w:szCs w:val="16"/>
      <w:lang w:eastAsia="zh-CN" w:bidi="mr-IN"/>
    </w:rPr>
  </w:style>
  <w:style w:type="character" w:customStyle="1" w:styleId="BalloonTextChar">
    <w:name w:val="Balloon Text Char"/>
    <w:basedOn w:val="DefaultParagraphFont"/>
    <w:link w:val="BalloonText"/>
    <w:uiPriority w:val="99"/>
    <w:semiHidden/>
    <w:rsid w:val="00BB0994"/>
    <w:rPr>
      <w:rFonts w:ascii="Segoe UI" w:hAnsi="Segoe UI" w:cs="Segoe UI"/>
      <w:sz w:val="18"/>
      <w:szCs w:val="18"/>
    </w:rPr>
  </w:style>
  <w:style w:type="paragraph" w:styleId="BalloonText">
    <w:name w:val="Balloon Text"/>
    <w:basedOn w:val="Normal"/>
    <w:link w:val="BalloonTextChar"/>
    <w:uiPriority w:val="99"/>
    <w:semiHidden/>
    <w:unhideWhenUsed/>
    <w:rsid w:val="00BB0994"/>
    <w:rPr>
      <w:rFonts w:ascii="Segoe UI" w:hAnsi="Segoe UI" w:cs="Segoe UI"/>
      <w:sz w:val="18"/>
      <w:szCs w:val="18"/>
    </w:rPr>
  </w:style>
  <w:style w:type="character" w:customStyle="1" w:styleId="BalloonTextChar1">
    <w:name w:val="Balloon Text Char1"/>
    <w:basedOn w:val="DefaultParagraphFont"/>
    <w:uiPriority w:val="99"/>
    <w:semiHidden/>
    <w:rsid w:val="00BB0994"/>
    <w:rPr>
      <w:rFonts w:ascii="Tahoma" w:hAnsi="Tahoma" w:cs="Tahoma"/>
      <w:sz w:val="16"/>
      <w:szCs w:val="16"/>
    </w:rPr>
  </w:style>
  <w:style w:type="character" w:customStyle="1" w:styleId="DocumentMapChar">
    <w:name w:val="Document Map Char"/>
    <w:basedOn w:val="DefaultParagraphFont"/>
    <w:link w:val="DocumentMap"/>
    <w:uiPriority w:val="99"/>
    <w:semiHidden/>
    <w:rsid w:val="00BB0994"/>
    <w:rPr>
      <w:rFonts w:ascii="Lucida Grande" w:hAnsi="Lucida Grande" w:cs="Lucida Grande"/>
      <w:sz w:val="24"/>
      <w:szCs w:val="24"/>
    </w:rPr>
  </w:style>
  <w:style w:type="paragraph" w:styleId="DocumentMap">
    <w:name w:val="Document Map"/>
    <w:basedOn w:val="Normal"/>
    <w:link w:val="DocumentMapChar"/>
    <w:uiPriority w:val="99"/>
    <w:semiHidden/>
    <w:unhideWhenUsed/>
    <w:rsid w:val="00BB0994"/>
    <w:rPr>
      <w:rFonts w:ascii="Lucida Grande" w:hAnsi="Lucida Grande" w:cs="Lucida Grande"/>
      <w:sz w:val="24"/>
      <w:szCs w:val="24"/>
    </w:rPr>
  </w:style>
  <w:style w:type="character" w:customStyle="1" w:styleId="DocumentMapChar1">
    <w:name w:val="Document Map Char1"/>
    <w:basedOn w:val="DefaultParagraphFont"/>
    <w:uiPriority w:val="99"/>
    <w:semiHidden/>
    <w:rsid w:val="00BB0994"/>
    <w:rPr>
      <w:rFonts w:ascii="Tahoma" w:hAnsi="Tahoma" w:cs="Tahoma"/>
      <w:sz w:val="16"/>
      <w:szCs w:val="16"/>
    </w:rPr>
  </w:style>
  <w:style w:type="paragraph" w:customStyle="1" w:styleId="Cards">
    <w:name w:val="Cards"/>
    <w:basedOn w:val="Normal"/>
    <w:link w:val="CardsChar1"/>
    <w:qFormat/>
    <w:rsid w:val="00BB0994"/>
    <w:pPr>
      <w:autoSpaceDE w:val="0"/>
      <w:autoSpaceDN w:val="0"/>
      <w:adjustRightInd w:val="0"/>
      <w:ind w:left="432" w:right="432"/>
      <w:jc w:val="both"/>
    </w:pPr>
    <w:rPr>
      <w:rFonts w:ascii="Times New Roman" w:eastAsia="Times New Roman" w:hAnsi="Times New Roman" w:cs="Times New Roman"/>
      <w:sz w:val="20"/>
      <w:szCs w:val="20"/>
    </w:rPr>
  </w:style>
  <w:style w:type="paragraph" w:customStyle="1" w:styleId="Cites">
    <w:name w:val="Cites"/>
    <w:basedOn w:val="Normal"/>
    <w:link w:val="CitesChar2"/>
    <w:qFormat/>
    <w:rsid w:val="00BB0994"/>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TagsChar2">
    <w:name w:val="Tags Char2"/>
    <w:rsid w:val="00BB0994"/>
    <w:rPr>
      <w:b/>
      <w:sz w:val="24"/>
      <w:lang w:val="en-US" w:eastAsia="en-US" w:bidi="ar-SA"/>
    </w:rPr>
  </w:style>
  <w:style w:type="character" w:customStyle="1" w:styleId="CardsChar1">
    <w:name w:val="Cards Char1"/>
    <w:link w:val="Cards"/>
    <w:rsid w:val="00BB0994"/>
    <w:rPr>
      <w:rFonts w:ascii="Times New Roman" w:eastAsia="Times New Roman" w:hAnsi="Times New Roman" w:cs="Times New Roman"/>
      <w:sz w:val="20"/>
      <w:szCs w:val="20"/>
    </w:rPr>
  </w:style>
  <w:style w:type="character" w:customStyle="1" w:styleId="CitesChar2">
    <w:name w:val="Cites Char2"/>
    <w:link w:val="Cites"/>
    <w:rsid w:val="00BB0994"/>
    <w:rPr>
      <w:rFonts w:ascii="Times New Roman" w:eastAsia="Times New Roman" w:hAnsi="Times New Roman" w:cs="Times New Roman"/>
      <w:b/>
      <w:bCs/>
      <w:sz w:val="20"/>
      <w:szCs w:val="20"/>
    </w:rPr>
  </w:style>
  <w:style w:type="paragraph" w:customStyle="1" w:styleId="Card">
    <w:name w:val="Card"/>
    <w:basedOn w:val="Normal"/>
    <w:rsid w:val="00BB0994"/>
    <w:pPr>
      <w:ind w:left="90"/>
    </w:pPr>
    <w:rPr>
      <w:rFonts w:ascii="Times New Roman" w:eastAsia="Calibri" w:hAnsi="Times New Roman" w:cs="Times New Roman"/>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B099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D176BE"/>
    <w:rPr>
      <w:rFonts w:ascii="Calibri" w:eastAsiaTheme="majorEastAsia" w:hAnsi="Calibri" w:cstheme="majorBidi"/>
      <w:b/>
      <w:bCs/>
      <w:iCs/>
      <w:sz w:val="26"/>
    </w:rPr>
  </w:style>
  <w:style w:type="paragraph" w:customStyle="1" w:styleId="textbold">
    <w:name w:val="text bold"/>
    <w:basedOn w:val="Normal"/>
    <w:link w:val="underline"/>
    <w:rsid w:val="00BB0994"/>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BB0994"/>
    <w:rPr>
      <w:rFonts w:cs="Times New Roman"/>
      <w:b/>
      <w:u w:val="single"/>
    </w:rPr>
  </w:style>
  <w:style w:type="paragraph" w:customStyle="1" w:styleId="cardtext">
    <w:name w:val="card text"/>
    <w:basedOn w:val="Normal"/>
    <w:link w:val="cardtextChar"/>
    <w:qFormat/>
    <w:rsid w:val="00BB0994"/>
    <w:pPr>
      <w:ind w:left="288" w:right="288"/>
    </w:pPr>
  </w:style>
  <w:style w:type="character" w:customStyle="1" w:styleId="cardtextChar">
    <w:name w:val="card text Char"/>
    <w:basedOn w:val="DefaultParagraphFont"/>
    <w:link w:val="cardtext"/>
    <w:rsid w:val="00BB0994"/>
    <w:rPr>
      <w:rFonts w:ascii="Calibri" w:hAnsi="Calibri" w:cs="Calibri"/>
    </w:rPr>
  </w:style>
  <w:style w:type="character" w:customStyle="1" w:styleId="Box">
    <w:name w:val="Box"/>
    <w:basedOn w:val="DefaultParagraphFont"/>
    <w:qFormat/>
    <w:rsid w:val="00BB0994"/>
    <w:rPr>
      <w:b/>
      <w:u w:val="single"/>
      <w:bdr w:val="single" w:sz="4" w:space="0" w:color="auto"/>
    </w:rPr>
  </w:style>
  <w:style w:type="character" w:customStyle="1" w:styleId="apple-converted-space">
    <w:name w:val="apple-converted-space"/>
    <w:basedOn w:val="DefaultParagraphFont"/>
    <w:rsid w:val="00BB0994"/>
  </w:style>
  <w:style w:type="paragraph" w:styleId="NormalWeb">
    <w:name w:val="Normal (Web)"/>
    <w:basedOn w:val="Normal"/>
    <w:uiPriority w:val="99"/>
    <w:unhideWhenUsed/>
    <w:rsid w:val="00BB0994"/>
    <w:pPr>
      <w:spacing w:before="100" w:beforeAutospacing="1" w:after="100" w:afterAutospacing="1"/>
    </w:pPr>
    <w:rPr>
      <w:rFonts w:ascii="Verdana" w:eastAsia="Times New Roman" w:hAnsi="Verdana" w:cs="Times New Roman"/>
      <w:sz w:val="16"/>
      <w:szCs w:val="16"/>
      <w:lang w:eastAsia="zh-CN" w:bidi="mr-IN"/>
    </w:rPr>
  </w:style>
  <w:style w:type="character" w:customStyle="1" w:styleId="BalloonTextChar">
    <w:name w:val="Balloon Text Char"/>
    <w:basedOn w:val="DefaultParagraphFont"/>
    <w:link w:val="BalloonText"/>
    <w:uiPriority w:val="99"/>
    <w:semiHidden/>
    <w:rsid w:val="00BB0994"/>
    <w:rPr>
      <w:rFonts w:ascii="Segoe UI" w:hAnsi="Segoe UI" w:cs="Segoe UI"/>
      <w:sz w:val="18"/>
      <w:szCs w:val="18"/>
    </w:rPr>
  </w:style>
  <w:style w:type="paragraph" w:styleId="BalloonText">
    <w:name w:val="Balloon Text"/>
    <w:basedOn w:val="Normal"/>
    <w:link w:val="BalloonTextChar"/>
    <w:uiPriority w:val="99"/>
    <w:semiHidden/>
    <w:unhideWhenUsed/>
    <w:rsid w:val="00BB0994"/>
    <w:rPr>
      <w:rFonts w:ascii="Segoe UI" w:hAnsi="Segoe UI" w:cs="Segoe UI"/>
      <w:sz w:val="18"/>
      <w:szCs w:val="18"/>
    </w:rPr>
  </w:style>
  <w:style w:type="character" w:customStyle="1" w:styleId="BalloonTextChar1">
    <w:name w:val="Balloon Text Char1"/>
    <w:basedOn w:val="DefaultParagraphFont"/>
    <w:uiPriority w:val="99"/>
    <w:semiHidden/>
    <w:rsid w:val="00BB0994"/>
    <w:rPr>
      <w:rFonts w:ascii="Tahoma" w:hAnsi="Tahoma" w:cs="Tahoma"/>
      <w:sz w:val="16"/>
      <w:szCs w:val="16"/>
    </w:rPr>
  </w:style>
  <w:style w:type="character" w:customStyle="1" w:styleId="DocumentMapChar">
    <w:name w:val="Document Map Char"/>
    <w:basedOn w:val="DefaultParagraphFont"/>
    <w:link w:val="DocumentMap"/>
    <w:uiPriority w:val="99"/>
    <w:semiHidden/>
    <w:rsid w:val="00BB0994"/>
    <w:rPr>
      <w:rFonts w:ascii="Lucida Grande" w:hAnsi="Lucida Grande" w:cs="Lucida Grande"/>
      <w:sz w:val="24"/>
      <w:szCs w:val="24"/>
    </w:rPr>
  </w:style>
  <w:style w:type="paragraph" w:styleId="DocumentMap">
    <w:name w:val="Document Map"/>
    <w:basedOn w:val="Normal"/>
    <w:link w:val="DocumentMapChar"/>
    <w:uiPriority w:val="99"/>
    <w:semiHidden/>
    <w:unhideWhenUsed/>
    <w:rsid w:val="00BB0994"/>
    <w:rPr>
      <w:rFonts w:ascii="Lucida Grande" w:hAnsi="Lucida Grande" w:cs="Lucida Grande"/>
      <w:sz w:val="24"/>
      <w:szCs w:val="24"/>
    </w:rPr>
  </w:style>
  <w:style w:type="character" w:customStyle="1" w:styleId="DocumentMapChar1">
    <w:name w:val="Document Map Char1"/>
    <w:basedOn w:val="DefaultParagraphFont"/>
    <w:uiPriority w:val="99"/>
    <w:semiHidden/>
    <w:rsid w:val="00BB0994"/>
    <w:rPr>
      <w:rFonts w:ascii="Tahoma" w:hAnsi="Tahoma" w:cs="Tahoma"/>
      <w:sz w:val="16"/>
      <w:szCs w:val="16"/>
    </w:rPr>
  </w:style>
  <w:style w:type="paragraph" w:customStyle="1" w:styleId="Cards">
    <w:name w:val="Cards"/>
    <w:basedOn w:val="Normal"/>
    <w:link w:val="CardsChar1"/>
    <w:qFormat/>
    <w:rsid w:val="00BB0994"/>
    <w:pPr>
      <w:autoSpaceDE w:val="0"/>
      <w:autoSpaceDN w:val="0"/>
      <w:adjustRightInd w:val="0"/>
      <w:ind w:left="432" w:right="432"/>
      <w:jc w:val="both"/>
    </w:pPr>
    <w:rPr>
      <w:rFonts w:ascii="Times New Roman" w:eastAsia="Times New Roman" w:hAnsi="Times New Roman" w:cs="Times New Roman"/>
      <w:sz w:val="20"/>
      <w:szCs w:val="20"/>
    </w:rPr>
  </w:style>
  <w:style w:type="paragraph" w:customStyle="1" w:styleId="Cites">
    <w:name w:val="Cites"/>
    <w:basedOn w:val="Normal"/>
    <w:link w:val="CitesChar2"/>
    <w:qFormat/>
    <w:rsid w:val="00BB0994"/>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TagsChar2">
    <w:name w:val="Tags Char2"/>
    <w:rsid w:val="00BB0994"/>
    <w:rPr>
      <w:b/>
      <w:sz w:val="24"/>
      <w:lang w:val="en-US" w:eastAsia="en-US" w:bidi="ar-SA"/>
    </w:rPr>
  </w:style>
  <w:style w:type="character" w:customStyle="1" w:styleId="CardsChar1">
    <w:name w:val="Cards Char1"/>
    <w:link w:val="Cards"/>
    <w:rsid w:val="00BB0994"/>
    <w:rPr>
      <w:rFonts w:ascii="Times New Roman" w:eastAsia="Times New Roman" w:hAnsi="Times New Roman" w:cs="Times New Roman"/>
      <w:sz w:val="20"/>
      <w:szCs w:val="20"/>
    </w:rPr>
  </w:style>
  <w:style w:type="character" w:customStyle="1" w:styleId="CitesChar2">
    <w:name w:val="Cites Char2"/>
    <w:link w:val="Cites"/>
    <w:rsid w:val="00BB0994"/>
    <w:rPr>
      <w:rFonts w:ascii="Times New Roman" w:eastAsia="Times New Roman" w:hAnsi="Times New Roman" w:cs="Times New Roman"/>
      <w:b/>
      <w:bCs/>
      <w:sz w:val="20"/>
      <w:szCs w:val="20"/>
    </w:rPr>
  </w:style>
  <w:style w:type="paragraph" w:customStyle="1" w:styleId="Card">
    <w:name w:val="Card"/>
    <w:basedOn w:val="Normal"/>
    <w:rsid w:val="00BB0994"/>
    <w:pPr>
      <w:ind w:left="90"/>
    </w:pPr>
    <w:rPr>
      <w:rFonts w:ascii="Times New Roman" w:eastAsia="Calibri"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mericanprogress.org/issues/security/news/2012/11/30/46430/the-united-states-and-mexico-the-path-forward/" TargetMode="External"/><Relationship Id="rId18" Type="http://schemas.openxmlformats.org/officeDocument/2006/relationships/hyperlink" Target="http://www.jpri.org/publications/occasionalpapers/op24.html" TargetMode="External"/><Relationship Id="rId26" Type="http://schemas.openxmlformats.org/officeDocument/2006/relationships/hyperlink" Target="http://www.chinacenter.net/chinas-growing-presence-in-latin-america-implications-for-u-s-and-chinese-presence-in-the-region/" TargetMode="External"/><Relationship Id="rId3" Type="http://schemas.openxmlformats.org/officeDocument/2006/relationships/customXml" Target="../customXml/item3.xml"/><Relationship Id="rId21" Type="http://schemas.openxmlformats.org/officeDocument/2006/relationships/hyperlink" Target="http://www.globalpost.com/dispatch/news/regions/asia-pacific/china/130604/xi-flies-mexico-china-battles-us-influence-latin-ame" TargetMode="External"/><Relationship Id="rId7" Type="http://schemas.openxmlformats.org/officeDocument/2006/relationships/webSettings" Target="webSettings.xml"/><Relationship Id="rId12" Type="http://schemas.openxmlformats.org/officeDocument/2006/relationships/hyperlink" Target="http://www.stratfor.com/analysis/evolving-us-mexico-relations-and-obamas-visit" TargetMode="External"/><Relationship Id="rId17" Type="http://schemas.openxmlformats.org/officeDocument/2006/relationships/hyperlink" Target="http://www.foreignpolicy.com/articles/2013/06/06/china_s_new_backyard_latin_america?page=full" TargetMode="External"/><Relationship Id="rId25" Type="http://schemas.openxmlformats.org/officeDocument/2006/relationships/hyperlink" Target="http://www.peacebuilding.no/var/ezflow_site/storage/original/application/26ff1a0cc3c0b6d5692c8afbc054aad9.pdf" TargetMode="External"/><Relationship Id="rId2" Type="http://schemas.openxmlformats.org/officeDocument/2006/relationships/customXml" Target="../customXml/item2.xml"/><Relationship Id="rId16" Type="http://schemas.openxmlformats.org/officeDocument/2006/relationships/hyperlink" Target="http://www.theglobalist.com/storyid.aspx?storyid=10035" TargetMode="External"/><Relationship Id="rId20" Type="http://schemas.openxmlformats.org/officeDocument/2006/relationships/hyperlink" Target="http://www.economist.com/news/china/21579062-chinese-leader-tries-smooth-move-americas-backyard-pivot-twirl" TargetMode="External"/><Relationship Id="rId29" Type="http://schemas.openxmlformats.org/officeDocument/2006/relationships/hyperlink" Target="http://www.nytimes.com/2013/01/26/opinion/work-with-china-dont-contain-it.html?_r=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atino.foxnews.com/latino/politics/2013/05/03/obama-pena-nieto-talk-shift-in-security-cooperation/" TargetMode="External"/><Relationship Id="rId24" Type="http://schemas.openxmlformats.org/officeDocument/2006/relationships/hyperlink" Target="http://www.theglobalist.com/storyid.aspx?storyid=10035" TargetMode="External"/><Relationship Id="rId5" Type="http://schemas.microsoft.com/office/2007/relationships/stylesWithEffects" Target="stylesWithEffects.xml"/><Relationship Id="rId15" Type="http://schemas.openxmlformats.org/officeDocument/2006/relationships/hyperlink" Target="http://www.wilsoncenter.org/sites/default/files/new_ideas_new_era.pdf" TargetMode="External"/><Relationship Id="rId23" Type="http://schemas.openxmlformats.org/officeDocument/2006/relationships/hyperlink" Target="http://www.usatoday.com/story/news/politics/2013/06/06/presidential-china-summit-sunnylands/2397129/" TargetMode="External"/><Relationship Id="rId28" Type="http://schemas.openxmlformats.org/officeDocument/2006/relationships/hyperlink" Target="http://www.foreignpolicy.com/articles/2013/06/06/china_s_new_backyard_latin_america?page=full" TargetMode="External"/><Relationship Id="rId10" Type="http://schemas.openxmlformats.org/officeDocument/2006/relationships/hyperlink" Target="http://www.wilsoncenter.org/sites/default/files/mexico_state_of_border.pdf" TargetMode="External"/><Relationship Id="rId19" Type="http://schemas.openxmlformats.org/officeDocument/2006/relationships/hyperlink" Target="http://www.worldpoliticsreview.com/articles/12840/the-danger-of-dependence-cubas-foreign-policy-after-chavez"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orldpoliticsreview.com/articles/3618/shift-in-tone-not-enough-for-u-s-mexico-relations" TargetMode="External"/><Relationship Id="rId22" Type="http://schemas.openxmlformats.org/officeDocument/2006/relationships/hyperlink" Target="http://www.foreignpolicy.com/articles/2013/06/06/china_s_new_backyard_latin_america?page=full" TargetMode="External"/><Relationship Id="rId27" Type="http://schemas.openxmlformats.org/officeDocument/2006/relationships/hyperlink" Target="http://chinadailymail.com/2013/06/05/chinas-reverse-imperialism-west-contains-chinas-east-china-moves-west/"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26</Pages>
  <Words>9343</Words>
  <Characters>53258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c:creator>
  <cp:lastModifiedBy>Lan</cp:lastModifiedBy>
  <cp:revision>1</cp:revision>
  <dcterms:created xsi:type="dcterms:W3CDTF">2013-07-13T14:10:00Z</dcterms:created>
  <dcterms:modified xsi:type="dcterms:W3CDTF">2013-07-13T14:13:00Z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